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B9A" w:rsidRDefault="00736B9A">
      <w:pPr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9A Unit6 TV Programmes</w:t>
      </w:r>
    </w:p>
    <w:p w:rsidR="00736B9A" w:rsidRDefault="00736B9A">
      <w:pPr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Integrated skills </w:t>
      </w:r>
      <w:r>
        <w:rPr>
          <w:rFonts w:ascii="Times New Roman" w:hAnsi="Times New Roman" w:hint="eastAsia"/>
          <w:b/>
          <w:bCs/>
          <w:sz w:val="32"/>
          <w:szCs w:val="32"/>
        </w:rPr>
        <w:t>教案</w:t>
      </w:r>
    </w:p>
    <w:p w:rsidR="00736B9A" w:rsidRDefault="00736B9A" w:rsidP="00A863A3">
      <w:pPr>
        <w:ind w:right="640" w:firstLineChars="345" w:firstLine="31680"/>
        <w:rPr>
          <w:rFonts w:ascii="Times New Roman" w:hAnsi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hint="eastAsia"/>
          <w:b/>
          <w:bCs/>
          <w:sz w:val="32"/>
          <w:szCs w:val="32"/>
        </w:rPr>
        <w:t>武进洛阳初级中学九年级</w:t>
      </w:r>
      <w:r>
        <w:rPr>
          <w:rFonts w:ascii="Times New Roman" w:hAnsi="Times New Roman"/>
          <w:b/>
          <w:bCs/>
          <w:sz w:val="32"/>
          <w:szCs w:val="32"/>
        </w:rPr>
        <w:t xml:space="preserve">      </w:t>
      </w:r>
      <w:r>
        <w:rPr>
          <w:rFonts w:ascii="Times New Roman" w:hAnsi="Times New Roman" w:hint="eastAsia"/>
          <w:b/>
          <w:bCs/>
          <w:sz w:val="32"/>
          <w:szCs w:val="32"/>
        </w:rPr>
        <w:t>卞小燕</w:t>
      </w:r>
    </w:p>
    <w:p w:rsidR="00736B9A" w:rsidRDefault="00736B9A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教学目标：</w:t>
      </w:r>
    </w:p>
    <w:p w:rsidR="00736B9A" w:rsidRDefault="00736B9A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G</w:t>
      </w:r>
      <w:r>
        <w:rPr>
          <w:rFonts w:ascii="Times New Roman" w:eastAsia="Times New Roman" w:hAnsi="Times New Roman"/>
          <w:sz w:val="28"/>
          <w:szCs w:val="28"/>
        </w:rPr>
        <w:t>et the important information by analyzing the reading materials and listening materials.</w:t>
      </w:r>
    </w:p>
    <w:p w:rsidR="00736B9A" w:rsidRDefault="00736B9A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eastAsia="Times New Roman" w:hAnsi="Times New Roman"/>
          <w:sz w:val="28"/>
          <w:szCs w:val="28"/>
        </w:rPr>
        <w:t>inish listening exercises by guessing and analyzing;</w:t>
      </w:r>
    </w:p>
    <w:p w:rsidR="00736B9A" w:rsidRDefault="00736B9A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eastAsia="Times New Roman" w:hAnsi="Times New Roman"/>
          <w:sz w:val="28"/>
          <w:szCs w:val="28"/>
        </w:rPr>
        <w:t>earn to talk about your TV viewing habits</w:t>
      </w:r>
    </w:p>
    <w:p w:rsidR="00736B9A" w:rsidRDefault="00736B9A">
      <w:pPr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 w:hint="eastAsia"/>
          <w:b/>
          <w:bCs/>
          <w:sz w:val="30"/>
          <w:szCs w:val="30"/>
        </w:rPr>
        <w:t>教学重点：</w:t>
      </w:r>
    </w:p>
    <w:p w:rsidR="00736B9A" w:rsidRDefault="00736B9A">
      <w:pPr>
        <w:rPr>
          <w:rFonts w:ascii="宋体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</w:t>
      </w:r>
      <w:r>
        <w:rPr>
          <w:rFonts w:ascii="Times New Roman" w:eastAsia="Times New Roman" w:hAnsi="Times New Roman"/>
          <w:sz w:val="28"/>
          <w:szCs w:val="28"/>
        </w:rPr>
        <w:t>earn to talk about your TV viewing habits</w:t>
      </w:r>
      <w:r>
        <w:rPr>
          <w:rFonts w:ascii="宋体"/>
          <w:sz w:val="28"/>
          <w:szCs w:val="28"/>
        </w:rPr>
        <w:t>.</w:t>
      </w:r>
    </w:p>
    <w:p w:rsidR="00736B9A" w:rsidRDefault="00736B9A">
      <w:pPr>
        <w:rPr>
          <w:rFonts w:ascii="宋体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t>教学过程：</w:t>
      </w:r>
    </w:p>
    <w:p w:rsidR="00736B9A" w:rsidRDefault="00736B9A">
      <w:p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Step1: Lead-in</w:t>
      </w:r>
    </w:p>
    <w:p w:rsidR="00736B9A" w:rsidRDefault="00736B9A">
      <w:pPr>
        <w:numPr>
          <w:ilvl w:val="0"/>
          <w:numId w:val="1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Free talk: What’s the main cause?</w:t>
      </w:r>
    </w:p>
    <w:p w:rsidR="00736B9A" w:rsidRDefault="00736B9A">
      <w:pPr>
        <w:numPr>
          <w:ilvl w:val="0"/>
          <w:numId w:val="1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Play a guess game: what type of TV programmes is it?</w:t>
      </w:r>
    </w:p>
    <w:p w:rsidR="00736B9A" w:rsidRDefault="00736B9A">
      <w:pPr>
        <w:numPr>
          <w:ilvl w:val="0"/>
          <w:numId w:val="1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Free talk: which </w:t>
      </w:r>
      <w:r>
        <w:rPr>
          <w:rFonts w:ascii="Times New Roman" w:hAnsi="Times New Roman"/>
          <w:sz w:val="28"/>
          <w:szCs w:val="28"/>
        </w:rPr>
        <w:tab/>
        <w:t>is your favourite TV programme and why? Talk about the TV viewing habits with students.</w:t>
      </w:r>
    </w:p>
    <w:p w:rsidR="00736B9A" w:rsidRDefault="00736B9A">
      <w:p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Step2: Pre-listening</w:t>
      </w:r>
    </w:p>
    <w:p w:rsidR="00736B9A" w:rsidRDefault="00736B9A">
      <w:pPr>
        <w:numPr>
          <w:ilvl w:val="0"/>
          <w:numId w:val="2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Learn about three students’ TV viewing habits.</w:t>
      </w:r>
    </w:p>
    <w:p w:rsidR="00736B9A" w:rsidRDefault="00736B9A">
      <w:pPr>
        <w:numPr>
          <w:ilvl w:val="0"/>
          <w:numId w:val="2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Ask students to introduce three students to all of us.</w:t>
      </w:r>
    </w:p>
    <w:p w:rsidR="00736B9A" w:rsidRDefault="00736B9A">
      <w:pPr>
        <w:numPr>
          <w:ilvl w:val="0"/>
          <w:numId w:val="2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Ask students to guess what TV programme they like best.</w:t>
      </w:r>
    </w:p>
    <w:p w:rsidR="00736B9A" w:rsidRDefault="00736B9A">
      <w:p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Step3: While-listening</w:t>
      </w:r>
    </w:p>
    <w:p w:rsidR="00736B9A" w:rsidRDefault="00736B9A">
      <w:p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Anita</w:t>
      </w:r>
    </w:p>
    <w:p w:rsidR="00736B9A" w:rsidRDefault="00736B9A">
      <w:pPr>
        <w:numPr>
          <w:ilvl w:val="0"/>
          <w:numId w:val="3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First, ask students to look through the note about Anita.</w:t>
      </w:r>
    </w:p>
    <w:p w:rsidR="00736B9A" w:rsidRDefault="00736B9A">
      <w:pPr>
        <w:numPr>
          <w:ilvl w:val="0"/>
          <w:numId w:val="3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Then listen carefully and fill in the blanks.</w:t>
      </w:r>
    </w:p>
    <w:p w:rsidR="00736B9A" w:rsidRDefault="00736B9A">
      <w:pPr>
        <w:numPr>
          <w:ilvl w:val="0"/>
          <w:numId w:val="3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Check the answers.</w:t>
      </w:r>
    </w:p>
    <w:p w:rsidR="00736B9A" w:rsidRDefault="00736B9A">
      <w:pPr>
        <w:numPr>
          <w:ilvl w:val="0"/>
          <w:numId w:val="3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Suppose you are Anita, please introduce yourself to us.</w:t>
      </w:r>
    </w:p>
    <w:p w:rsidR="00736B9A" w:rsidRDefault="00736B9A">
      <w:p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Philip</w:t>
      </w:r>
    </w:p>
    <w:p w:rsidR="00736B9A" w:rsidRDefault="00736B9A">
      <w:pPr>
        <w:numPr>
          <w:ilvl w:val="0"/>
          <w:numId w:val="4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First, ask students to look through the note about Anita.</w:t>
      </w:r>
    </w:p>
    <w:p w:rsidR="00736B9A" w:rsidRDefault="00736B9A">
      <w:pPr>
        <w:numPr>
          <w:ilvl w:val="0"/>
          <w:numId w:val="4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Then listen carefully and fill in the blanks.</w:t>
      </w:r>
    </w:p>
    <w:p w:rsidR="00736B9A" w:rsidRDefault="00736B9A">
      <w:pPr>
        <w:numPr>
          <w:ilvl w:val="0"/>
          <w:numId w:val="4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Check the answers.</w:t>
      </w:r>
    </w:p>
    <w:p w:rsidR="00736B9A" w:rsidRDefault="00736B9A">
      <w:pPr>
        <w:numPr>
          <w:ilvl w:val="0"/>
          <w:numId w:val="4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Say something about Philip according to Part A1 and A2?</w:t>
      </w:r>
    </w:p>
    <w:p w:rsidR="00736B9A" w:rsidRDefault="00736B9A">
      <w:p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Sam</w:t>
      </w:r>
    </w:p>
    <w:p w:rsidR="00736B9A" w:rsidRDefault="00736B9A">
      <w:pPr>
        <w:numPr>
          <w:ilvl w:val="0"/>
          <w:numId w:val="5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First, ask students to look through the note about Anita.</w:t>
      </w:r>
    </w:p>
    <w:p w:rsidR="00736B9A" w:rsidRDefault="00736B9A">
      <w:pPr>
        <w:numPr>
          <w:ilvl w:val="0"/>
          <w:numId w:val="5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Then listen carefully and fill in the blanks.</w:t>
      </w:r>
    </w:p>
    <w:p w:rsidR="00736B9A" w:rsidRDefault="00736B9A">
      <w:pPr>
        <w:numPr>
          <w:ilvl w:val="0"/>
          <w:numId w:val="5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Check the answers.</w:t>
      </w:r>
    </w:p>
    <w:p w:rsidR="00736B9A" w:rsidRDefault="00736B9A">
      <w:pPr>
        <w:numPr>
          <w:ilvl w:val="0"/>
          <w:numId w:val="5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Make a dialogue about Sam according to Part A1 and A2</w:t>
      </w:r>
    </w:p>
    <w:p w:rsidR="00736B9A" w:rsidRDefault="00736B9A">
      <w:p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Step3: Post-listening</w:t>
      </w:r>
    </w:p>
    <w:p w:rsidR="00736B9A" w:rsidRDefault="00736B9A">
      <w:p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Ask students to make a report about the three students.</w:t>
      </w:r>
    </w:p>
    <w:p w:rsidR="00736B9A" w:rsidRDefault="00736B9A">
      <w:p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Step4: Speak up</w:t>
      </w:r>
    </w:p>
    <w:p w:rsidR="00736B9A" w:rsidRDefault="00736B9A">
      <w:pPr>
        <w:numPr>
          <w:ilvl w:val="0"/>
          <w:numId w:val="6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Enjoy a video of an ad.</w:t>
      </w:r>
    </w:p>
    <w:p w:rsidR="00736B9A" w:rsidRDefault="00736B9A">
      <w:pPr>
        <w:numPr>
          <w:ilvl w:val="0"/>
          <w:numId w:val="6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Listen to a dialogue between Millie and Simon, then finish a listening test.</w:t>
      </w:r>
    </w:p>
    <w:p w:rsidR="00736B9A" w:rsidRDefault="00736B9A">
      <w:pPr>
        <w:numPr>
          <w:ilvl w:val="0"/>
          <w:numId w:val="6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Check the students’ answers.</w:t>
      </w:r>
    </w:p>
    <w:p w:rsidR="00736B9A" w:rsidRDefault="00736B9A">
      <w:p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Step5: Discussion</w:t>
      </w:r>
    </w:p>
    <w:p w:rsidR="00736B9A" w:rsidRDefault="00736B9A">
      <w:pPr>
        <w:numPr>
          <w:ilvl w:val="0"/>
          <w:numId w:val="7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Ask students to talk about the advantages and disadvantages of watching TV.</w:t>
      </w:r>
    </w:p>
    <w:p w:rsidR="00736B9A" w:rsidRDefault="00736B9A">
      <w:pPr>
        <w:numPr>
          <w:ilvl w:val="0"/>
          <w:numId w:val="7"/>
        </w:num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Give some advice about watching TV.</w:t>
      </w:r>
    </w:p>
    <w:p w:rsidR="00736B9A" w:rsidRDefault="00736B9A">
      <w:pPr>
        <w:spacing w:line="5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Step6: Homework</w:t>
      </w:r>
    </w:p>
    <w:sectPr w:rsidR="00736B9A" w:rsidSect="008F6B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18C7AE"/>
    <w:multiLevelType w:val="singleLevel"/>
    <w:tmpl w:val="5A18C7AE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abstractNum w:abstractNumId="1">
    <w:nsid w:val="5A18CBEB"/>
    <w:multiLevelType w:val="singleLevel"/>
    <w:tmpl w:val="5A18CBEB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abstractNum w:abstractNumId="2">
    <w:nsid w:val="5A18CDC6"/>
    <w:multiLevelType w:val="singleLevel"/>
    <w:tmpl w:val="5A18CDC6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abstractNum w:abstractNumId="3">
    <w:nsid w:val="5A18CE49"/>
    <w:multiLevelType w:val="singleLevel"/>
    <w:tmpl w:val="5A18CE49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abstractNum w:abstractNumId="4">
    <w:nsid w:val="5A18CEBC"/>
    <w:multiLevelType w:val="singleLevel"/>
    <w:tmpl w:val="5A18CEBC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abstractNum w:abstractNumId="5">
    <w:nsid w:val="5A18CFC0"/>
    <w:multiLevelType w:val="singleLevel"/>
    <w:tmpl w:val="5A18CFC0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abstractNum w:abstractNumId="6">
    <w:nsid w:val="5A18D0DB"/>
    <w:multiLevelType w:val="singleLevel"/>
    <w:tmpl w:val="5A18D0DB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7CB6"/>
    <w:rsid w:val="0066276E"/>
    <w:rsid w:val="00736B9A"/>
    <w:rsid w:val="008F6BC4"/>
    <w:rsid w:val="00957CB6"/>
    <w:rsid w:val="00A863A3"/>
    <w:rsid w:val="00BE1E98"/>
    <w:rsid w:val="00F4342B"/>
    <w:rsid w:val="04F34688"/>
    <w:rsid w:val="1A7C35A6"/>
    <w:rsid w:val="2417277C"/>
    <w:rsid w:val="507A41A0"/>
    <w:rsid w:val="64850B6D"/>
    <w:rsid w:val="72570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BC4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246</Words>
  <Characters>1406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Sky123.Org</cp:lastModifiedBy>
  <cp:revision>2</cp:revision>
  <dcterms:created xsi:type="dcterms:W3CDTF">2017-11-24T09:16:00Z</dcterms:created>
  <dcterms:modified xsi:type="dcterms:W3CDTF">2018-01-24T02:58:00Z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