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11" w:rsidRDefault="00DC3D11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9A Unit6 TV Programmes</w:t>
      </w:r>
    </w:p>
    <w:p w:rsidR="00DC3D11" w:rsidRDefault="00DC3D11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Integrated skills </w:t>
      </w:r>
      <w:r>
        <w:rPr>
          <w:rFonts w:ascii="Times New Roman" w:hAnsi="Times New Roman" w:hint="eastAsia"/>
          <w:b/>
          <w:bCs/>
          <w:sz w:val="32"/>
          <w:szCs w:val="32"/>
        </w:rPr>
        <w:t>教案</w:t>
      </w:r>
    </w:p>
    <w:p w:rsidR="00DC3D11" w:rsidRDefault="00DC3D11" w:rsidP="001D74F5">
      <w:pPr>
        <w:ind w:right="640" w:firstLineChars="495" w:firstLine="3168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 w:hint="eastAsia"/>
          <w:b/>
          <w:bCs/>
          <w:sz w:val="32"/>
          <w:szCs w:val="32"/>
        </w:rPr>
        <w:t>武进洛阳初级中学九年级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hint="eastAsia"/>
          <w:b/>
          <w:bCs/>
          <w:sz w:val="32"/>
          <w:szCs w:val="32"/>
        </w:rPr>
        <w:t>庄向科</w:t>
      </w:r>
    </w:p>
    <w:p w:rsidR="00DC3D11" w:rsidRDefault="00DC3D11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教学目标：</w:t>
      </w:r>
      <w:bookmarkStart w:id="0" w:name="_GoBack"/>
      <w:bookmarkEnd w:id="0"/>
    </w:p>
    <w:p w:rsidR="00DC3D11" w:rsidRDefault="00DC3D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1.Get the important information by analyzing the reading materials and listening materials.</w:t>
      </w:r>
    </w:p>
    <w:p w:rsidR="00DC3D11" w:rsidRDefault="00DC3D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2.Finish listening exercises by guessing and analyzing;</w:t>
      </w:r>
    </w:p>
    <w:p w:rsidR="00DC3D11" w:rsidRDefault="00DC3D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3.Learn to talk about your TV viewing habits</w:t>
      </w:r>
    </w:p>
    <w:p w:rsidR="00DC3D11" w:rsidRDefault="00DC3D11">
      <w:pPr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教学重点：</w:t>
      </w:r>
    </w:p>
    <w:p w:rsidR="00DC3D11" w:rsidRDefault="00DC3D11">
      <w:pPr>
        <w:rPr>
          <w:rFonts w:ascii="宋体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Learn to talk about your TV viewing habits</w:t>
      </w:r>
      <w:r>
        <w:rPr>
          <w:rFonts w:ascii="宋体"/>
          <w:sz w:val="28"/>
          <w:szCs w:val="28"/>
        </w:rPr>
        <w:t>.</w:t>
      </w:r>
    </w:p>
    <w:p w:rsidR="00DC3D11" w:rsidRDefault="00DC3D11">
      <w:pPr>
        <w:rPr>
          <w:rFonts w:asci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教学过程：</w:t>
      </w:r>
    </w:p>
    <w:p w:rsidR="00DC3D11" w:rsidRDefault="00DC3D11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Step1: Lead-in</w:t>
      </w:r>
    </w:p>
    <w:p w:rsidR="00DC3D11" w:rsidRDefault="00DC3D11">
      <w:pPr>
        <w:numPr>
          <w:ilvl w:val="0"/>
          <w:numId w:val="1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Free talk: What’s the main cause?</w:t>
      </w:r>
    </w:p>
    <w:p w:rsidR="00DC3D11" w:rsidRDefault="00DC3D11">
      <w:pPr>
        <w:numPr>
          <w:ilvl w:val="0"/>
          <w:numId w:val="1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Play a guess game: what type of TV programmes is it?</w:t>
      </w:r>
    </w:p>
    <w:p w:rsidR="00DC3D11" w:rsidRDefault="00DC3D11">
      <w:pPr>
        <w:numPr>
          <w:ilvl w:val="0"/>
          <w:numId w:val="1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Free talk: which </w:t>
      </w:r>
      <w:r>
        <w:rPr>
          <w:rFonts w:ascii="Times New Roman" w:hAnsi="Times New Roman"/>
          <w:sz w:val="28"/>
          <w:szCs w:val="28"/>
        </w:rPr>
        <w:tab/>
        <w:t>is your favourite TV programme and why? Talk about the TV viewing habits with students.</w:t>
      </w:r>
    </w:p>
    <w:p w:rsidR="00DC3D11" w:rsidRDefault="00DC3D11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Step2: Pre-listening</w:t>
      </w:r>
    </w:p>
    <w:p w:rsidR="00DC3D11" w:rsidRDefault="00DC3D11">
      <w:pPr>
        <w:numPr>
          <w:ilvl w:val="0"/>
          <w:numId w:val="2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Learn about three students’ TV viewing habits.</w:t>
      </w:r>
    </w:p>
    <w:p w:rsidR="00DC3D11" w:rsidRDefault="00DC3D11">
      <w:pPr>
        <w:numPr>
          <w:ilvl w:val="0"/>
          <w:numId w:val="2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Ask students to introduce three students to all of us.</w:t>
      </w:r>
    </w:p>
    <w:p w:rsidR="00DC3D11" w:rsidRDefault="00DC3D11">
      <w:pPr>
        <w:numPr>
          <w:ilvl w:val="0"/>
          <w:numId w:val="2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Ask students to guess what TV programme they like best.</w:t>
      </w:r>
    </w:p>
    <w:p w:rsidR="00DC3D11" w:rsidRDefault="00DC3D11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Step3: While-listening</w:t>
      </w:r>
    </w:p>
    <w:p w:rsidR="00DC3D11" w:rsidRDefault="00DC3D11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Anita</w:t>
      </w:r>
    </w:p>
    <w:p w:rsidR="00DC3D11" w:rsidRDefault="00DC3D11">
      <w:pPr>
        <w:numPr>
          <w:ilvl w:val="0"/>
          <w:numId w:val="3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First, ask students to look through the note about Anita.</w:t>
      </w:r>
    </w:p>
    <w:p w:rsidR="00DC3D11" w:rsidRDefault="00DC3D11">
      <w:pPr>
        <w:numPr>
          <w:ilvl w:val="0"/>
          <w:numId w:val="3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Then listen carefully and fill in the blanks.</w:t>
      </w:r>
    </w:p>
    <w:p w:rsidR="00DC3D11" w:rsidRDefault="00DC3D11">
      <w:pPr>
        <w:numPr>
          <w:ilvl w:val="0"/>
          <w:numId w:val="3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Check the answers.</w:t>
      </w:r>
    </w:p>
    <w:p w:rsidR="00DC3D11" w:rsidRDefault="00DC3D11">
      <w:pPr>
        <w:numPr>
          <w:ilvl w:val="0"/>
          <w:numId w:val="3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Suppose you are Anita, please introduce yourself to us.</w:t>
      </w:r>
    </w:p>
    <w:p w:rsidR="00DC3D11" w:rsidRDefault="00DC3D11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Philip</w:t>
      </w:r>
    </w:p>
    <w:p w:rsidR="00DC3D11" w:rsidRDefault="00DC3D11">
      <w:pPr>
        <w:numPr>
          <w:ilvl w:val="0"/>
          <w:numId w:val="4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First, ask students to look through the note about Anita.</w:t>
      </w:r>
    </w:p>
    <w:p w:rsidR="00DC3D11" w:rsidRDefault="00DC3D11">
      <w:pPr>
        <w:numPr>
          <w:ilvl w:val="0"/>
          <w:numId w:val="4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Then listen carefully and fill in the blanks.</w:t>
      </w:r>
    </w:p>
    <w:p w:rsidR="00DC3D11" w:rsidRDefault="00DC3D11">
      <w:pPr>
        <w:numPr>
          <w:ilvl w:val="0"/>
          <w:numId w:val="4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Check the answers.</w:t>
      </w:r>
    </w:p>
    <w:p w:rsidR="00DC3D11" w:rsidRDefault="00DC3D11">
      <w:pPr>
        <w:numPr>
          <w:ilvl w:val="0"/>
          <w:numId w:val="4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Say something about Philip according to Part A1 and A2?</w:t>
      </w:r>
    </w:p>
    <w:p w:rsidR="00DC3D11" w:rsidRDefault="00DC3D11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Sam</w:t>
      </w:r>
    </w:p>
    <w:p w:rsidR="00DC3D11" w:rsidRDefault="00DC3D11">
      <w:pPr>
        <w:numPr>
          <w:ilvl w:val="0"/>
          <w:numId w:val="5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First, ask students to look through the note about Anita.</w:t>
      </w:r>
    </w:p>
    <w:p w:rsidR="00DC3D11" w:rsidRDefault="00DC3D11">
      <w:pPr>
        <w:numPr>
          <w:ilvl w:val="0"/>
          <w:numId w:val="5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Then listen carefully and fill in the blanks.</w:t>
      </w:r>
    </w:p>
    <w:p w:rsidR="00DC3D11" w:rsidRDefault="00DC3D11">
      <w:pPr>
        <w:numPr>
          <w:ilvl w:val="0"/>
          <w:numId w:val="5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Check the answers.</w:t>
      </w:r>
    </w:p>
    <w:p w:rsidR="00DC3D11" w:rsidRDefault="00DC3D11">
      <w:pPr>
        <w:numPr>
          <w:ilvl w:val="0"/>
          <w:numId w:val="5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Make a dialogue about Sam according to Part A1 and A2</w:t>
      </w:r>
    </w:p>
    <w:p w:rsidR="00DC3D11" w:rsidRDefault="00DC3D11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Step3: Post-listening</w:t>
      </w:r>
    </w:p>
    <w:p w:rsidR="00DC3D11" w:rsidRDefault="00DC3D11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Ask students to make a report about the three students.</w:t>
      </w:r>
    </w:p>
    <w:p w:rsidR="00DC3D11" w:rsidRDefault="00DC3D11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Step4: Speak up</w:t>
      </w:r>
    </w:p>
    <w:p w:rsidR="00DC3D11" w:rsidRDefault="00DC3D11">
      <w:pPr>
        <w:numPr>
          <w:ilvl w:val="0"/>
          <w:numId w:val="6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Enjoy a video of an ad.</w:t>
      </w:r>
    </w:p>
    <w:p w:rsidR="00DC3D11" w:rsidRDefault="00DC3D11">
      <w:pPr>
        <w:numPr>
          <w:ilvl w:val="0"/>
          <w:numId w:val="6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Listen to a dialogue between Millie and Simon, then finish a listening test.</w:t>
      </w:r>
    </w:p>
    <w:p w:rsidR="00DC3D11" w:rsidRDefault="00DC3D11">
      <w:pPr>
        <w:numPr>
          <w:ilvl w:val="0"/>
          <w:numId w:val="6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Check the students’ answers.</w:t>
      </w:r>
    </w:p>
    <w:p w:rsidR="00DC3D11" w:rsidRDefault="00DC3D11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Step5: Discussion</w:t>
      </w:r>
    </w:p>
    <w:p w:rsidR="00DC3D11" w:rsidRDefault="00DC3D11">
      <w:pPr>
        <w:numPr>
          <w:ilvl w:val="0"/>
          <w:numId w:val="7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Ask students to talk about the advantages and disadvantages of watching TV.</w:t>
      </w:r>
    </w:p>
    <w:p w:rsidR="00DC3D11" w:rsidRDefault="00DC3D11">
      <w:pPr>
        <w:numPr>
          <w:ilvl w:val="0"/>
          <w:numId w:val="7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Give some advice about watching TV.</w:t>
      </w:r>
    </w:p>
    <w:p w:rsidR="00DC3D11" w:rsidRDefault="00DC3D11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Step6: Homework</w:t>
      </w:r>
    </w:p>
    <w:sectPr w:rsidR="00DC3D11" w:rsidSect="003802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8C7AE"/>
    <w:multiLevelType w:val="singleLevel"/>
    <w:tmpl w:val="5A18C7AE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5A18CBEB"/>
    <w:multiLevelType w:val="singleLevel"/>
    <w:tmpl w:val="5A18CBEB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5A18CDC6"/>
    <w:multiLevelType w:val="singleLevel"/>
    <w:tmpl w:val="5A18CDC6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3">
    <w:nsid w:val="5A18CE49"/>
    <w:multiLevelType w:val="singleLevel"/>
    <w:tmpl w:val="5A18CE49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4">
    <w:nsid w:val="5A18CEBC"/>
    <w:multiLevelType w:val="singleLevel"/>
    <w:tmpl w:val="5A18CEBC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5">
    <w:nsid w:val="5A18CFC0"/>
    <w:multiLevelType w:val="singleLevel"/>
    <w:tmpl w:val="5A18CFC0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6">
    <w:nsid w:val="5A18D0DB"/>
    <w:multiLevelType w:val="singleLevel"/>
    <w:tmpl w:val="5A18D0DB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CB6"/>
    <w:rsid w:val="001D74F5"/>
    <w:rsid w:val="00380259"/>
    <w:rsid w:val="003B50AB"/>
    <w:rsid w:val="003F3850"/>
    <w:rsid w:val="00460E70"/>
    <w:rsid w:val="00587539"/>
    <w:rsid w:val="007309E9"/>
    <w:rsid w:val="00957CB6"/>
    <w:rsid w:val="00C82F81"/>
    <w:rsid w:val="00DB4D6F"/>
    <w:rsid w:val="00DC3D11"/>
    <w:rsid w:val="00F4342B"/>
    <w:rsid w:val="1A7C35A6"/>
    <w:rsid w:val="2417277C"/>
    <w:rsid w:val="35994359"/>
    <w:rsid w:val="507A41A0"/>
    <w:rsid w:val="64850B6D"/>
    <w:rsid w:val="7257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25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245</Words>
  <Characters>1402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Sky123.Org</cp:lastModifiedBy>
  <cp:revision>3</cp:revision>
  <dcterms:created xsi:type="dcterms:W3CDTF">2017-11-24T09:16:00Z</dcterms:created>
  <dcterms:modified xsi:type="dcterms:W3CDTF">2018-01-24T02:59:00Z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