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74" w:rsidRDefault="000C2274">
      <w:pPr>
        <w:rPr>
          <w:rFonts w:ascii="黑体" w:eastAsia="黑体" w:cs="黑体"/>
          <w:sz w:val="32"/>
          <w:szCs w:val="32"/>
        </w:rPr>
      </w:pPr>
      <w:r>
        <w:rPr>
          <w:rFonts w:ascii="黑体" w:eastAsia="黑体" w:cs="黑体" w:hint="eastAsia"/>
          <w:sz w:val="32"/>
          <w:szCs w:val="32"/>
        </w:rPr>
        <w:t>附件</w:t>
      </w:r>
      <w:r>
        <w:rPr>
          <w:rFonts w:ascii="黑体" w:eastAsia="黑体" w:cs="黑体"/>
          <w:sz w:val="32"/>
          <w:szCs w:val="32"/>
        </w:rPr>
        <w:t>2</w:t>
      </w:r>
    </w:p>
    <w:p w:rsidR="000C2274" w:rsidRDefault="000C2274" w:rsidP="00341315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341315">
        <w:rPr>
          <w:rFonts w:ascii="方正小标宋简体" w:eastAsia="方正小标宋简体" w:hAnsi="宋体" w:cs="方正小标宋简体"/>
          <w:kern w:val="0"/>
          <w:sz w:val="44"/>
          <w:szCs w:val="44"/>
        </w:rPr>
        <w:t>2022</w:t>
      </w:r>
      <w:r w:rsidRPr="00341315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年常州市“学习劳模、争当先进、</w:t>
      </w:r>
    </w:p>
    <w:p w:rsidR="000C2274" w:rsidRPr="00341315" w:rsidRDefault="000C2274" w:rsidP="00341315">
      <w:pPr>
        <w:spacing w:line="7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r w:rsidRPr="00341315"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报效祖国”主题征文活动汇总表</w:t>
      </w:r>
    </w:p>
    <w:p w:rsidR="000C2274" w:rsidRDefault="000C2274">
      <w:pPr>
        <w:spacing w:line="300" w:lineRule="exact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</w:p>
    <w:tbl>
      <w:tblPr>
        <w:tblW w:w="10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0"/>
        <w:gridCol w:w="825"/>
        <w:gridCol w:w="1117"/>
        <w:gridCol w:w="1962"/>
        <w:gridCol w:w="1015"/>
        <w:gridCol w:w="2393"/>
        <w:gridCol w:w="1261"/>
        <w:gridCol w:w="1261"/>
      </w:tblGrid>
      <w:tr w:rsidR="000C2274" w:rsidRPr="00341315">
        <w:trPr>
          <w:trHeight w:val="610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序号</w:t>
            </w: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区域</w:t>
            </w:r>
          </w:p>
        </w:tc>
        <w:tc>
          <w:tcPr>
            <w:tcW w:w="1117" w:type="dxa"/>
            <w:vAlign w:val="center"/>
          </w:tcPr>
          <w:p w:rsidR="000C2274" w:rsidRPr="00341315" w:rsidRDefault="000C2274" w:rsidP="000C2274">
            <w:pPr>
              <w:widowControl/>
              <w:ind w:firstLineChars="150" w:firstLine="31680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学段</w:t>
            </w: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文章标题</w:t>
            </w: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作者</w:t>
            </w: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所在学校班级</w:t>
            </w: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指导老师</w:t>
            </w:r>
          </w:p>
        </w:tc>
        <w:tc>
          <w:tcPr>
            <w:tcW w:w="1261" w:type="dxa"/>
            <w:vAlign w:val="center"/>
          </w:tcPr>
          <w:p w:rsidR="000C2274" w:rsidRPr="00341315" w:rsidRDefault="000C2274" w:rsidP="000C2274">
            <w:pPr>
              <w:widowControl/>
              <w:ind w:firstLineChars="50" w:firstLine="31680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</w:rPr>
            </w:pPr>
            <w:r w:rsidRPr="00341315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联系电话</w:t>
            </w:r>
          </w:p>
        </w:tc>
      </w:tr>
      <w:tr w:rsidR="000C2274" w:rsidRPr="00341315">
        <w:trPr>
          <w:trHeight w:val="580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  <w:r w:rsidRPr="00341315">
              <w:rPr>
                <w:rFonts w:ascii="仿宋_GB2312" w:eastAsia="仿宋_GB2312" w:cs="仿宋_GB2312" w:hint="eastAsia"/>
              </w:rPr>
              <w:t>（请统一加《</w:t>
            </w:r>
            <w:r w:rsidRPr="00341315">
              <w:rPr>
                <w:rFonts w:ascii="仿宋_GB2312" w:eastAsia="仿宋_GB2312" w:cs="仿宋_GB2312"/>
              </w:rPr>
              <w:t xml:space="preserve">  </w:t>
            </w:r>
            <w:r w:rsidRPr="00341315">
              <w:rPr>
                <w:rFonts w:ascii="仿宋_GB2312" w:eastAsia="仿宋_GB2312" w:cs="仿宋_GB2312" w:hint="eastAsia"/>
              </w:rPr>
              <w:t>》）</w:t>
            </w: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  <w:r w:rsidRPr="00341315">
              <w:rPr>
                <w:rFonts w:ascii="仿宋_GB2312" w:eastAsia="仿宋_GB2312" w:cs="仿宋_GB2312" w:hint="eastAsia"/>
              </w:rPr>
              <w:t>例</w:t>
            </w:r>
            <w:r w:rsidRPr="00341315">
              <w:rPr>
                <w:rFonts w:ascii="仿宋_GB2312" w:eastAsia="仿宋_GB2312" w:cs="仿宋_GB2312"/>
              </w:rPr>
              <w:t xml:space="preserve">: </w:t>
            </w:r>
            <w:r w:rsidRPr="00341315">
              <w:rPr>
                <w:rFonts w:ascii="仿宋_GB2312" w:eastAsia="仿宋_GB2312" w:cs="仿宋_GB2312" w:hint="eastAsia"/>
              </w:rPr>
              <w:t>（</w:t>
            </w:r>
            <w:r>
              <w:rPr>
                <w:rFonts w:ascii="仿宋_GB2312" w:eastAsia="仿宋_GB2312" w:cs="仿宋_GB2312" w:hint="eastAsia"/>
              </w:rPr>
              <w:t>学校全称</w:t>
            </w:r>
            <w:r>
              <w:rPr>
                <w:rFonts w:ascii="仿宋_GB2312" w:eastAsia="仿宋_GB2312" w:cs="仿宋_GB2312"/>
              </w:rPr>
              <w:t>+</w:t>
            </w:r>
            <w:r w:rsidRPr="00341315">
              <w:rPr>
                <w:rFonts w:ascii="仿宋_GB2312" w:eastAsia="仿宋_GB2312" w:cs="仿宋_GB2312" w:hint="eastAsia"/>
              </w:rPr>
              <w:t>七年级（</w:t>
            </w:r>
            <w:r w:rsidRPr="00341315">
              <w:rPr>
                <w:rFonts w:ascii="仿宋_GB2312" w:eastAsia="仿宋_GB2312" w:cs="仿宋_GB2312"/>
              </w:rPr>
              <w:t>3</w:t>
            </w:r>
            <w:r w:rsidRPr="00341315">
              <w:rPr>
                <w:rFonts w:ascii="仿宋_GB2312" w:eastAsia="仿宋_GB2312" w:cs="仿宋_GB2312" w:hint="eastAsia"/>
              </w:rPr>
              <w:t>）班）</w:t>
            </w: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5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81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64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1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36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99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66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4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81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6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82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8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3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80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</w:tr>
      <w:tr w:rsidR="000C2274" w:rsidRPr="00341315">
        <w:trPr>
          <w:trHeight w:val="574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  <w:tr w:rsidR="000C2274" w:rsidRPr="00341315">
        <w:trPr>
          <w:trHeight w:val="574"/>
          <w:jc w:val="center"/>
        </w:trPr>
        <w:tc>
          <w:tcPr>
            <w:tcW w:w="720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825" w:type="dxa"/>
            <w:vAlign w:val="center"/>
          </w:tcPr>
          <w:p w:rsidR="000C2274" w:rsidRPr="00341315" w:rsidRDefault="000C2274" w:rsidP="00341315">
            <w:pPr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1117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962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015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2393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  <w:tc>
          <w:tcPr>
            <w:tcW w:w="1261" w:type="dxa"/>
            <w:vAlign w:val="center"/>
          </w:tcPr>
          <w:p w:rsidR="000C2274" w:rsidRPr="00341315" w:rsidRDefault="000C2274" w:rsidP="00341315">
            <w:pPr>
              <w:widowControl/>
              <w:jc w:val="center"/>
              <w:rPr>
                <w:rFonts w:ascii="仿宋_GB2312" w:eastAsia="仿宋_GB2312" w:cs="Times New Roman"/>
                <w:kern w:val="0"/>
              </w:rPr>
            </w:pPr>
          </w:p>
        </w:tc>
      </w:tr>
    </w:tbl>
    <w:p w:rsidR="000C2274" w:rsidRDefault="000C2274">
      <w:pPr>
        <w:rPr>
          <w:rFonts w:ascii="宋体" w:cs="Times New Roman"/>
          <w:b/>
          <w:bCs/>
          <w:sz w:val="28"/>
          <w:szCs w:val="28"/>
        </w:rPr>
      </w:pPr>
    </w:p>
    <w:sectPr w:rsidR="000C2274" w:rsidSect="00341315">
      <w:footerReference w:type="default" r:id="rId7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274" w:rsidRDefault="000C2274" w:rsidP="008757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C2274" w:rsidRDefault="000C2274" w:rsidP="008757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274" w:rsidRPr="00341315" w:rsidRDefault="000C2274" w:rsidP="00920E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4131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4131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4131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34131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C2274" w:rsidRDefault="000C2274" w:rsidP="0034131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274" w:rsidRDefault="000C2274" w:rsidP="008757F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C2274" w:rsidRDefault="000C2274" w:rsidP="008757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62BF4B"/>
    <w:multiLevelType w:val="singleLevel"/>
    <w:tmpl w:val="8662BF4B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2524"/>
    <w:rsid w:val="00011DB3"/>
    <w:rsid w:val="0002507E"/>
    <w:rsid w:val="00065F3B"/>
    <w:rsid w:val="00070D29"/>
    <w:rsid w:val="000763BE"/>
    <w:rsid w:val="00092632"/>
    <w:rsid w:val="000C2274"/>
    <w:rsid w:val="000D3565"/>
    <w:rsid w:val="000E3CC4"/>
    <w:rsid w:val="000E5F02"/>
    <w:rsid w:val="00103763"/>
    <w:rsid w:val="0012654D"/>
    <w:rsid w:val="0012758B"/>
    <w:rsid w:val="001629A4"/>
    <w:rsid w:val="00185A04"/>
    <w:rsid w:val="0019463A"/>
    <w:rsid w:val="001B69D3"/>
    <w:rsid w:val="001C56E7"/>
    <w:rsid w:val="001C771E"/>
    <w:rsid w:val="002130D3"/>
    <w:rsid w:val="0021766D"/>
    <w:rsid w:val="002271DF"/>
    <w:rsid w:val="00243CEC"/>
    <w:rsid w:val="00244F09"/>
    <w:rsid w:val="00264807"/>
    <w:rsid w:val="002C09FE"/>
    <w:rsid w:val="002C17B1"/>
    <w:rsid w:val="002D7C58"/>
    <w:rsid w:val="002E23D2"/>
    <w:rsid w:val="002F594F"/>
    <w:rsid w:val="00327989"/>
    <w:rsid w:val="00341315"/>
    <w:rsid w:val="00350537"/>
    <w:rsid w:val="0038425F"/>
    <w:rsid w:val="00387A26"/>
    <w:rsid w:val="003C53A8"/>
    <w:rsid w:val="003E3CE9"/>
    <w:rsid w:val="003E413D"/>
    <w:rsid w:val="0048168E"/>
    <w:rsid w:val="00492A1B"/>
    <w:rsid w:val="004A071C"/>
    <w:rsid w:val="004B43DF"/>
    <w:rsid w:val="004E4C04"/>
    <w:rsid w:val="00506C67"/>
    <w:rsid w:val="00510E0A"/>
    <w:rsid w:val="005303F2"/>
    <w:rsid w:val="0055796D"/>
    <w:rsid w:val="005C7F79"/>
    <w:rsid w:val="005D7C4B"/>
    <w:rsid w:val="005F5C02"/>
    <w:rsid w:val="00614610"/>
    <w:rsid w:val="006253E0"/>
    <w:rsid w:val="00637FD9"/>
    <w:rsid w:val="006763C2"/>
    <w:rsid w:val="00682D99"/>
    <w:rsid w:val="00683905"/>
    <w:rsid w:val="00693299"/>
    <w:rsid w:val="0069765F"/>
    <w:rsid w:val="006D2520"/>
    <w:rsid w:val="006D4B5B"/>
    <w:rsid w:val="006D5D10"/>
    <w:rsid w:val="006F21C0"/>
    <w:rsid w:val="00740C99"/>
    <w:rsid w:val="0077372F"/>
    <w:rsid w:val="00786D2B"/>
    <w:rsid w:val="007B0E60"/>
    <w:rsid w:val="007D71D2"/>
    <w:rsid w:val="00806E93"/>
    <w:rsid w:val="00846D74"/>
    <w:rsid w:val="008757F5"/>
    <w:rsid w:val="008D650E"/>
    <w:rsid w:val="008F03B0"/>
    <w:rsid w:val="008F07D3"/>
    <w:rsid w:val="00902524"/>
    <w:rsid w:val="00916E1D"/>
    <w:rsid w:val="00920E24"/>
    <w:rsid w:val="00927EA1"/>
    <w:rsid w:val="00952726"/>
    <w:rsid w:val="00961FD7"/>
    <w:rsid w:val="00977801"/>
    <w:rsid w:val="00987A22"/>
    <w:rsid w:val="009C6BFD"/>
    <w:rsid w:val="009F3797"/>
    <w:rsid w:val="00A00B39"/>
    <w:rsid w:val="00A11E07"/>
    <w:rsid w:val="00A23D4C"/>
    <w:rsid w:val="00A32314"/>
    <w:rsid w:val="00A44FCE"/>
    <w:rsid w:val="00A650BC"/>
    <w:rsid w:val="00A70FA1"/>
    <w:rsid w:val="00A762A8"/>
    <w:rsid w:val="00AB44A5"/>
    <w:rsid w:val="00B032EE"/>
    <w:rsid w:val="00B05588"/>
    <w:rsid w:val="00B61316"/>
    <w:rsid w:val="00BC0586"/>
    <w:rsid w:val="00BC352B"/>
    <w:rsid w:val="00BE47A1"/>
    <w:rsid w:val="00BF0F0E"/>
    <w:rsid w:val="00C965CB"/>
    <w:rsid w:val="00CA1711"/>
    <w:rsid w:val="00CB7E39"/>
    <w:rsid w:val="00CC1E44"/>
    <w:rsid w:val="00CC6B24"/>
    <w:rsid w:val="00CC7C7B"/>
    <w:rsid w:val="00CC7CF4"/>
    <w:rsid w:val="00CD7F18"/>
    <w:rsid w:val="00CE3EA5"/>
    <w:rsid w:val="00CF4643"/>
    <w:rsid w:val="00D007F0"/>
    <w:rsid w:val="00D22C30"/>
    <w:rsid w:val="00D36E84"/>
    <w:rsid w:val="00D51D46"/>
    <w:rsid w:val="00DC0EDF"/>
    <w:rsid w:val="00DC2A0C"/>
    <w:rsid w:val="00DD32B1"/>
    <w:rsid w:val="00DF14D7"/>
    <w:rsid w:val="00E03B05"/>
    <w:rsid w:val="00E05225"/>
    <w:rsid w:val="00E11A6C"/>
    <w:rsid w:val="00E53371"/>
    <w:rsid w:val="00E72027"/>
    <w:rsid w:val="00E852EF"/>
    <w:rsid w:val="00E950F2"/>
    <w:rsid w:val="00EE6835"/>
    <w:rsid w:val="00EF6C0C"/>
    <w:rsid w:val="00F2780D"/>
    <w:rsid w:val="00F4727D"/>
    <w:rsid w:val="00F66624"/>
    <w:rsid w:val="00FA16E5"/>
    <w:rsid w:val="00FC599C"/>
    <w:rsid w:val="00FE10F6"/>
    <w:rsid w:val="00FE3EE7"/>
    <w:rsid w:val="11695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71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1C7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771E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1C7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771E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1C771E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341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504</TotalTime>
  <Pages>1</Pages>
  <Words>125</Words>
  <Characters>131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陈舒昕</dc:creator>
  <cp:keywords/>
  <dc:description/>
  <cp:lastModifiedBy>吴琳赟</cp:lastModifiedBy>
  <cp:revision>87</cp:revision>
  <dcterms:created xsi:type="dcterms:W3CDTF">2020-09-24T08:05:00Z</dcterms:created>
  <dcterms:modified xsi:type="dcterms:W3CDTF">2022-06-27T02:15:00Z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