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CE" w:rsidRPr="009F4E31" w:rsidRDefault="006930CE" w:rsidP="009F4E31">
      <w:pPr>
        <w:rPr>
          <w:rFonts w:ascii="黑体" w:eastAsia="黑体" w:hAnsi="黑体" w:cs="Times New Roman"/>
          <w:sz w:val="32"/>
          <w:szCs w:val="32"/>
        </w:rPr>
      </w:pPr>
      <w:r w:rsidRPr="009F4E31">
        <w:rPr>
          <w:rFonts w:ascii="黑体" w:eastAsia="黑体" w:hAnsi="黑体" w:cs="黑体" w:hint="eastAsia"/>
          <w:sz w:val="32"/>
          <w:szCs w:val="32"/>
        </w:rPr>
        <w:t>附件</w:t>
      </w:r>
      <w:r w:rsidRPr="009F4E31">
        <w:rPr>
          <w:rFonts w:ascii="黑体" w:eastAsia="黑体" w:hAnsi="黑体" w:cs="黑体"/>
          <w:sz w:val="32"/>
          <w:szCs w:val="32"/>
        </w:rPr>
        <w:t>1</w:t>
      </w:r>
    </w:p>
    <w:p w:rsidR="006930CE" w:rsidRPr="009F4E31" w:rsidRDefault="006930CE" w:rsidP="009F4E31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9F4E31">
        <w:rPr>
          <w:rFonts w:ascii="方正小标宋简体" w:eastAsia="方正小标宋简体" w:hAnsi="华文仿宋" w:cs="方正小标宋简体"/>
          <w:sz w:val="44"/>
          <w:szCs w:val="44"/>
        </w:rPr>
        <w:t>2021</w:t>
      </w:r>
      <w:r w:rsidRPr="009F4E31">
        <w:rPr>
          <w:rFonts w:ascii="方正小标宋简体" w:eastAsia="方正小标宋简体" w:hAnsi="华文仿宋" w:cs="方正小标宋简体" w:hint="eastAsia"/>
          <w:sz w:val="44"/>
          <w:szCs w:val="44"/>
        </w:rPr>
        <w:t>常州市第七届中小学艺术展演活动</w:t>
      </w:r>
    </w:p>
    <w:p w:rsidR="006930CE" w:rsidRPr="009F4E31" w:rsidRDefault="006930CE" w:rsidP="009F4E31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9F4E31">
        <w:rPr>
          <w:rFonts w:ascii="方正小标宋简体" w:eastAsia="方正小标宋简体" w:hAnsi="华文仿宋" w:cs="方正小标宋简体" w:hint="eastAsia"/>
          <w:sz w:val="44"/>
          <w:szCs w:val="44"/>
        </w:rPr>
        <w:t>声乐展演获奖名单</w:t>
      </w: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小学组特等奖（</w:t>
      </w:r>
      <w:r w:rsidRPr="001574B3">
        <w:rPr>
          <w:rFonts w:ascii="仿宋_GB2312" w:eastAsia="仿宋_GB2312" w:hAnsi="黑体" w:cs="仿宋_GB2312"/>
        </w:rPr>
        <w:t>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7"/>
        <w:gridCol w:w="1178"/>
        <w:gridCol w:w="3116"/>
        <w:gridCol w:w="1730"/>
      </w:tblGrid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1178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节目形式</w:t>
            </w:r>
          </w:p>
        </w:tc>
        <w:tc>
          <w:tcPr>
            <w:tcW w:w="3116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730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《蒲公英》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《吃奶酪的吉普赛人》</w:t>
            </w:r>
          </w:p>
        </w:tc>
        <w:tc>
          <w:tcPr>
            <w:tcW w:w="1178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1730" w:type="dxa"/>
            <w:vAlign w:val="bottom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张帆、梁爽、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周紫荆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Over The Rainbow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《灯之河》</w:t>
            </w:r>
          </w:p>
        </w:tc>
        <w:tc>
          <w:tcPr>
            <w:tcW w:w="1178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合唱</w:t>
            </w:r>
          </w:p>
        </w:tc>
        <w:tc>
          <w:tcPr>
            <w:tcW w:w="31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常州市朝阳新村第二小学</w:t>
            </w:r>
          </w:p>
        </w:tc>
        <w:tc>
          <w:tcPr>
            <w:tcW w:w="1730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屠隽、徐恋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小学组一等奖（</w:t>
      </w:r>
      <w:r w:rsidRPr="001574B3">
        <w:rPr>
          <w:rFonts w:ascii="仿宋_GB2312" w:eastAsia="仿宋_GB2312" w:hAnsi="黑体" w:cs="仿宋_GB2312"/>
        </w:rPr>
        <w:t>34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7"/>
        <w:gridCol w:w="1201"/>
        <w:gridCol w:w="3167"/>
        <w:gridCol w:w="1797"/>
      </w:tblGrid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节目形式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It don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’</w:t>
            </w:r>
            <w:r w:rsidRPr="001574B3">
              <w:rPr>
                <w:rFonts w:ascii="仿宋_GB2312" w:eastAsia="仿宋_GB2312" w:cs="仿宋_GB2312"/>
                <w:color w:val="000000"/>
              </w:rPr>
              <w:t>t mean a thing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常州市龙锦小学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任玺铮、宰翔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《蓝蓝的夜，蓝蓝的梦》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Mockin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’</w:t>
            </w:r>
            <w:r w:rsidRPr="001574B3">
              <w:rPr>
                <w:rFonts w:ascii="仿宋_GB2312" w:eastAsia="仿宋_GB2312" w:cs="仿宋_GB2312"/>
                <w:color w:val="000000"/>
              </w:rPr>
              <w:t>Bird</w:t>
            </w:r>
            <w:r w:rsidRPr="001574B3">
              <w:rPr>
                <w:rFonts w:eastAsia="仿宋_GB2312" w:cs="Times New Roman"/>
                <w:color w:val="000000"/>
              </w:rPr>
              <w:t> </w:t>
            </w:r>
            <w:r w:rsidRPr="001574B3">
              <w:rPr>
                <w:rFonts w:ascii="仿宋_GB2312" w:eastAsia="仿宋_GB2312" w:cs="仿宋_GB2312"/>
                <w:color w:val="000000"/>
              </w:rPr>
              <w:t>Hill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常州市解放路小学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居爱君、宋丽娜、张铖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《今年夏天》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sing sing sing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常州市新北区小河中心小学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夏云、郭钰、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马琼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《奉献》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常州市新北区罗溪中心小学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徐婷婷、陈洋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《梦的地图》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《青春舞曲》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常州市新北区新桥实验小学</w:t>
            </w:r>
          </w:p>
        </w:tc>
        <w:tc>
          <w:tcPr>
            <w:tcW w:w="1797" w:type="dxa"/>
            <w:vAlign w:val="bottom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陈佳、刘梦娇、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陈伊一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Something just like this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常州市实验小学</w:t>
            </w:r>
            <w:r>
              <w:rPr>
                <w:rFonts w:ascii="仿宋_GB2312" w:eastAsia="仿宋_GB2312" w:cs="仿宋_GB2312" w:hint="eastAsia"/>
                <w:color w:val="000000"/>
              </w:rPr>
              <w:t>教育集团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（平冈校区）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胡文飞</w:t>
            </w:r>
            <w:r w:rsidRPr="001574B3">
              <w:rPr>
                <w:rFonts w:ascii="仿宋_GB2312" w:eastAsia="仿宋_GB2312" w:cs="仿宋_GB2312" w:hint="eastAsia"/>
              </w:rPr>
              <w:t>、卢梦苏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《母亲的微笑》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Zum Gali Gali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常州市新北区香槟湖小学</w:t>
            </w:r>
          </w:p>
        </w:tc>
        <w:tc>
          <w:tcPr>
            <w:tcW w:w="1797" w:type="dxa"/>
            <w:vAlign w:val="bottom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杨静、殷钧涟、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王娟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《库斯科邮车》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《梦的地图》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常州市雕庄中心小学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林燕、吴冰清、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张舒云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《我们的歌》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《永远波尔卡》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常州市局前街小学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田碧霞、常超男</w:t>
            </w:r>
            <w:r>
              <w:rPr>
                <w:rFonts w:ascii="仿宋_GB2312" w:eastAsia="仿宋_GB2312" w:cs="仿宋_GB2312" w:hint="eastAsia"/>
                <w:color w:val="000000"/>
              </w:rPr>
              <w:t>、来蕾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《布谷鸟》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常州市紫云小学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刘达文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《梦的地图》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常州市西新桥小学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孙嘉阳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>
              <w:rPr>
                <w:rFonts w:ascii="仿宋_GB2312" w:eastAsia="仿宋_GB2312" w:cs="仿宋_GB2312" w:hint="eastAsia"/>
                <w:color w:val="000000"/>
              </w:rPr>
              <w:t>渔歌子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《我们的回响》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常州市荆川小学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（市教科院附属小学）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刘</w:t>
            </w:r>
            <w:r w:rsidRPr="001574B3">
              <w:rPr>
                <w:rFonts w:ascii="仿宋_GB2312" w:cs="宋体" w:hint="eastAsia"/>
                <w:color w:val="000000"/>
              </w:rPr>
              <w:t>旻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、过舒阳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《教我如何不想她》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Sambalele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常州市龙城小学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曹静娜、陈瑶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《七一的太阳最光彩》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武进区人民路小学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赵佳、范茂莹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《啊！米兰》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《我买到一只猫》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常州市新北区新桥第二实验小学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顾茹玉、陈铖、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包金莉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《希望之光》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《雨中即景》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常州市新北区龙虎塘实验小学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孙妍、张馨阳、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黄小乐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《黑龙江的波涛》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《蝴蝶飞》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常州市新北区飞龙实验小学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陈婕、张玉、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郁菁菁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《流星》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《汉阳门花园》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常州市实验小学</w:t>
            </w:r>
            <w:r>
              <w:rPr>
                <w:rFonts w:ascii="仿宋_GB2312" w:eastAsia="仿宋_GB2312" w:cs="仿宋_GB2312" w:hint="eastAsia"/>
                <w:color w:val="000000"/>
              </w:rPr>
              <w:t>教育集团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（平冈校区）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胡文飞、卢梦苏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《装满星星的口袋》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A La Macia Noche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武进区湖塘桥实验小学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陈彪、路婉平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《亲爱的旅人》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武进区采菱小学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李晓冉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《勇气》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《太阳出来啦》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常州市新北区泰山小学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罗娟、徐丽丽、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周泱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《飞飞曲》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《希望之光》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常州市实验小学</w:t>
            </w:r>
            <w:r>
              <w:rPr>
                <w:rFonts w:ascii="仿宋_GB2312" w:eastAsia="仿宋_GB2312" w:cs="仿宋_GB2312" w:hint="eastAsia"/>
                <w:color w:val="000000"/>
              </w:rPr>
              <w:t>教育集团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（双桂校区）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王明月、卫婧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《让幻想展翅飞翔》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《通巴拉莱卡》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常州市华润小学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司斯、冯维佳、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戴梦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《满城烟花》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《蝴蝶飞》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常州市红梅实验小学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顾艳、徐瑶、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王华伟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《本事》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《通</w:t>
            </w:r>
            <w:r w:rsidRPr="001574B3">
              <w:rPr>
                <w:rFonts w:ascii="仿宋_GB2312" w:eastAsia="仿宋_GB2312" w:cs="仿宋_GB2312"/>
                <w:color w:val="000000"/>
              </w:rPr>
              <w:t>-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巴拉莱卡》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9F4E31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spacing w:val="-7"/>
              </w:rPr>
            </w:pPr>
            <w:r w:rsidRPr="009F4E31">
              <w:rPr>
                <w:rFonts w:ascii="仿宋_GB2312" w:eastAsia="仿宋_GB2312" w:cs="仿宋_GB2312" w:hint="eastAsia"/>
                <w:color w:val="000000"/>
                <w:spacing w:val="-7"/>
              </w:rPr>
              <w:t>常州市新北区龙虎塘第二实验小学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张又文、钱科、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崔玮晏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《客家细妹采茶歌》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常州市白云小学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沈菁、邱婷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《让我们荡起双桨》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《我们的回响》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武进区星韵学校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吴霞、潘洁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《今年夏天》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Fa la la la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常州市清潭实验小学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蒋竹、陈莲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《歌唱二小放牛郎》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常州市新北区魏村中心小学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季琴霞、陈鑫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《当春风来敲门》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《红星歌》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武进区刘海粟小学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高</w:t>
            </w:r>
            <w:r w:rsidRPr="001574B3">
              <w:rPr>
                <w:rFonts w:ascii="仿宋_GB2312" w:cs="宋体" w:hint="eastAsia"/>
                <w:color w:val="000000"/>
              </w:rPr>
              <w:t>玥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娥、周丽、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张大霖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《梦中的卓玛》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《茉莉花》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常州市觅渡桥小学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黄丹维、刘彦汝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《西风的话》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《最好的未来》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金坛区华罗庚实验学校小学部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靳红娟、王辉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《天耀中华》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《春晓》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常州市清凉小学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蔡林娟、管业、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陈健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《布谷鸟》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《和你在一起》</w:t>
            </w:r>
          </w:p>
        </w:tc>
        <w:tc>
          <w:tcPr>
            <w:tcW w:w="120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16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常州市新北区河海实验小学</w:t>
            </w:r>
          </w:p>
        </w:tc>
        <w:tc>
          <w:tcPr>
            <w:tcW w:w="17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严华、蔡文婷、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丁晓俊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小学组二等奖（</w:t>
      </w:r>
      <w:r w:rsidRPr="001574B3">
        <w:rPr>
          <w:rFonts w:ascii="仿宋_GB2312" w:eastAsia="仿宋_GB2312" w:hAnsi="黑体" w:cs="仿宋_GB2312"/>
        </w:rPr>
        <w:t>38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1"/>
        <w:gridCol w:w="1513"/>
        <w:gridCol w:w="3686"/>
      </w:tblGrid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节目形式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《蝴蝶泉边》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《南泥湾》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常州市新北区薛家实验小学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I Let her go go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《风铃》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常州市武进区遥观中心小学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《与君同在》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常州市丽华新村第二小学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《小纸船的梦》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常州市经开区小学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《地球大合唱》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《南泥湾》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武进区清英外国语学校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《踏雪寻梅》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常州市新北区吕墅小学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《本事》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《缆车》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常州市新北区西夏墅中心小学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《寒流抵达》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《少年》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常州市新北区孟河中心小学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《金色的芦笙吹起来》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《歌向远方》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常州市武进区横林实验小学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《牧马之歌》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《西风的话》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常州市新北区春江中心小学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《啊，米兰》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siyahamba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常州市新北区汤庄桥小学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《快乐的节日》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《唱脸谱》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武进区星辰实验学校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You Raise Me Up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《飞飞曲》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武进区星河实验小学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《我有一个装满星星的口袋》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《春天就是我》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常州市武进区剑湖实验学校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《夜空中最亮的星》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《春风》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常州大学附属小学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African Alleluia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《国家》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金坛区河滨小学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《在那东山顶上》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《小黄鹂鸟》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常州市觅渡教育集团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《勇气》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《布谷鸟》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溧阳市溧城中心小学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《卢沟谣》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常州市东方小学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《布谷鸟》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《自由飞翔》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溧阳市永平小学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《请赐予我们和平》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《萱草花》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溧阳市昆仑小学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《思念的歌》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《五彩缤纷的大地》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武进区湖塘桥第二实验小学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《给未来一片绿色》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《唱支山歌给党听》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武进区前黄中心小学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《库斯克邮车》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《美丽的夏牧场》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《游击队歌》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《梦的地图》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《装扮蓝色的地球》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《和平摇着风铃》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溧阳市外国语小学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《耍秋》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《天空之城》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武进区城东小学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《八只小鹅》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《鸿雁》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溧阳市文化小学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《童声里的中国》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《远方》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武进区鸣凰中心小学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《仰望五星红旗》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《黄莺儿飞进我们的校园》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常州市武进区南塘桥小学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《下雨了》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《春风》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武进区洛阳中心小学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《赋得古原草送别》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《彩色的中国》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武进区礼嘉中心小学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《唱支山歌给党听》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《欢乐的那达慕》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武进区实验小学分校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《家乡》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《开心里个来》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溧阳市文化小学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《茉莉花》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《装扮蓝色的地球》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《可爱的家》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《我们走进十月的阳光》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常州市新北区九里小学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《月亮月光光》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《登鹳雀楼》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常州市戚墅堰东方小学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6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《唱支山歌给党听》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《亲爱的旅人》</w:t>
            </w:r>
          </w:p>
        </w:tc>
        <w:tc>
          <w:tcPr>
            <w:tcW w:w="151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368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常州市戚墅堰东方小学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9F4E31">
      <w:pPr>
        <w:widowControl/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cs="Times New Roman"/>
        </w:rPr>
        <w:br w:type="page"/>
      </w:r>
      <w:r w:rsidRPr="001574B3">
        <w:rPr>
          <w:rFonts w:ascii="仿宋_GB2312" w:eastAsia="仿宋_GB2312" w:hAnsi="黑体" w:cs="仿宋_GB2312" w:hint="eastAsia"/>
        </w:rPr>
        <w:t>中学组特等奖（</w:t>
      </w:r>
      <w:r w:rsidRPr="001574B3">
        <w:rPr>
          <w:rFonts w:ascii="仿宋_GB2312" w:eastAsia="仿宋_GB2312" w:hAnsi="黑体" w:cs="仿宋_GB2312"/>
        </w:rPr>
        <w:t>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7"/>
        <w:gridCol w:w="1362"/>
        <w:gridCol w:w="2925"/>
        <w:gridCol w:w="1950"/>
      </w:tblGrid>
      <w:tr w:rsidR="006930CE" w:rsidRPr="001574B3">
        <w:trPr>
          <w:trHeight w:val="567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136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节目形式</w:t>
            </w:r>
          </w:p>
        </w:tc>
        <w:tc>
          <w:tcPr>
            <w:tcW w:w="2925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50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812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《金色年华》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babayetu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36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2925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常州市第五中学</w:t>
            </w:r>
          </w:p>
        </w:tc>
        <w:tc>
          <w:tcPr>
            <w:tcW w:w="1950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马</w:t>
            </w:r>
            <w:r w:rsidRPr="001574B3">
              <w:rPr>
                <w:rFonts w:ascii="仿宋_GB2312" w:cs="宋体" w:hint="eastAsia"/>
                <w:color w:val="000000"/>
              </w:rPr>
              <w:t>珺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、史江南</w:t>
            </w:r>
          </w:p>
        </w:tc>
      </w:tr>
      <w:tr w:rsidR="006930CE" w:rsidRPr="001574B3">
        <w:trPr>
          <w:trHeight w:val="694"/>
          <w:jc w:val="center"/>
        </w:trPr>
        <w:tc>
          <w:tcPr>
            <w:tcW w:w="254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《生活的节奏》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《那段时光》</w:t>
            </w:r>
          </w:p>
        </w:tc>
        <w:tc>
          <w:tcPr>
            <w:tcW w:w="136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925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常州市新桥高级中学</w:t>
            </w:r>
          </w:p>
        </w:tc>
        <w:tc>
          <w:tcPr>
            <w:tcW w:w="1950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仓军、向仕才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中学组一等奖（</w:t>
      </w:r>
      <w:r w:rsidRPr="001574B3">
        <w:rPr>
          <w:rFonts w:ascii="仿宋_GB2312" w:eastAsia="仿宋_GB2312" w:hAnsi="黑体" w:cs="仿宋_GB2312"/>
        </w:rPr>
        <w:t>24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9"/>
        <w:gridCol w:w="1382"/>
        <w:gridCol w:w="2873"/>
        <w:gridCol w:w="2112"/>
      </w:tblGrid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节目形式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《跳起我的霍拉舞》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常州市新桥高级中学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仓军、向仕才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《绽放》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《在灿烂阳光下》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常州市第一中学</w:t>
            </w:r>
          </w:p>
        </w:tc>
        <w:tc>
          <w:tcPr>
            <w:tcW w:w="2112" w:type="dxa"/>
            <w:vAlign w:val="center"/>
          </w:tcPr>
          <w:p w:rsidR="006930CE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张云飞、韦倩云、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孙成勋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《那段时光》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《彩虹糖的微笑》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董蕾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One in Humanity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吴琛燕、陈敏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《瑶山夜歌》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武进区洛阳高级中学</w:t>
            </w:r>
          </w:p>
        </w:tc>
        <w:tc>
          <w:tcPr>
            <w:tcW w:w="2112" w:type="dxa"/>
            <w:vAlign w:val="center"/>
          </w:tcPr>
          <w:p w:rsidR="006930CE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庞金南、杨姗姗、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曹</w:t>
            </w:r>
            <w:r w:rsidRPr="001574B3">
              <w:rPr>
                <w:rFonts w:ascii="仿宋_GB2312" w:hAnsi="宋体" w:cs="宋体" w:hint="eastAsia"/>
                <w:color w:val="000000"/>
              </w:rPr>
              <w:t>祎</w:t>
            </w: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《雪花的快乐》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《祖国不会忘记你》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纪荣平、金美岑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BB7C80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BB7C80">
              <w:rPr>
                <w:rFonts w:ascii="仿宋_GB2312" w:eastAsia="仿宋_GB2312" w:cs="仿宋_GB2312" w:hint="eastAsia"/>
                <w:color w:val="000000"/>
              </w:rPr>
              <w:t>《我有一个装满星星的口袋》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Something just like this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邱艾蕙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《卡琳卡》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《老师，我想对你说》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9F4E31">
              <w:rPr>
                <w:rFonts w:ascii="仿宋_GB2312" w:eastAsia="仿宋_GB2312" w:cs="仿宋_GB2312" w:hint="eastAsia"/>
                <w:color w:val="000000"/>
              </w:rPr>
              <w:t>常州市戚墅堰实验中学</w:t>
            </w:r>
          </w:p>
          <w:p w:rsidR="006930CE" w:rsidRPr="009F4E31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9F4E31">
              <w:rPr>
                <w:rFonts w:ascii="仿宋_GB2312" w:eastAsia="仿宋_GB2312" w:cs="仿宋_GB2312" w:hint="eastAsia"/>
                <w:color w:val="000000"/>
              </w:rPr>
              <w:t>（高中部）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黄</w:t>
            </w:r>
            <w:r w:rsidRPr="001574B3">
              <w:rPr>
                <w:rFonts w:ascii="仿宋_GB2312" w:cs="宋体" w:hint="eastAsia"/>
                <w:color w:val="000000"/>
              </w:rPr>
              <w:t>祎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、陈敏、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陈溢菲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《那段时光》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《阳光路上》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赵天宇、郭文玉、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白颖婵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《爱是我的眼睛》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陈洁、周琦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《东方之珠》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常州市新北区罗溪中学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包爱平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高素芬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《在太行山上新编》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《萱草花》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江苏省常州高级中学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杨英、刘微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《天耀中华》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《青春舞曲》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武进区星辰实验学校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庄青、秦子绚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《蝴蝶飞呀》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郑乃凤、李晨笛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《天耀中华》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《我身骑白马》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金坛区第四中学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袁媛、徐雪芳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《少年》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溧阳市燕山中学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朱雅琦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《阿里山的姑娘》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溧阳市实验初级中学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周雅君、史颖珠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《那段时光》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常州市钟楼区昕弘实验学校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（初中部）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钱月星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《凤阳花鼓》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My song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杨佩奕、匡彦群</w:t>
            </w:r>
            <w:r>
              <w:rPr>
                <w:rFonts w:ascii="仿宋_GB2312" w:eastAsia="仿宋_GB2312" w:cs="仿宋_GB2312" w:hint="eastAsia"/>
                <w:color w:val="000000"/>
              </w:rPr>
              <w:t>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王科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《疾风》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《彩虹》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武进区礼嘉中学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戈玉燕、朱小琳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《蜗牛》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常州市西林实验学校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（中学部）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于艳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《卖汤圆》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《梦的地图》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常州市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金坛区第五</w:t>
            </w:r>
            <w:r>
              <w:rPr>
                <w:rFonts w:ascii="仿宋_GB2312" w:eastAsia="仿宋_GB2312" w:cs="仿宋_GB2312" w:hint="eastAsia"/>
                <w:color w:val="000000"/>
              </w:rPr>
              <w:t>初级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袁惠琴、葛海燕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《当那一天来临》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常州市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金坛区第</w:t>
            </w:r>
            <w:r>
              <w:rPr>
                <w:rFonts w:ascii="仿宋_GB2312" w:eastAsia="仿宋_GB2312" w:cs="仿宋_GB2312" w:hint="eastAsia"/>
                <w:color w:val="000000"/>
              </w:rPr>
              <w:t>三初级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朱秀萍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55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《走进美丽走进神奇》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《不忘初心》</w:t>
            </w:r>
          </w:p>
        </w:tc>
        <w:tc>
          <w:tcPr>
            <w:tcW w:w="138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7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常州市北郊高级中学</w:t>
            </w:r>
          </w:p>
        </w:tc>
        <w:tc>
          <w:tcPr>
            <w:tcW w:w="211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阳银皎、吴蝶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中学组二等奖（</w:t>
      </w:r>
      <w:r w:rsidRPr="001574B3">
        <w:rPr>
          <w:rFonts w:ascii="仿宋_GB2312" w:eastAsia="仿宋_GB2312" w:hAnsi="黑体" w:cs="仿宋_GB2312"/>
        </w:rPr>
        <w:t>21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7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6"/>
        <w:gridCol w:w="1449"/>
        <w:gridCol w:w="2881"/>
      </w:tblGrid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节目形式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《迎着太阳唱太阳》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《启程》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常州市勤业中学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《共青团员之歌》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常州市焦溪初级中学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《星星点灯》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江苏省常州高级中学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《让我们荡起双桨》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《南泥湾》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武进区湖塘实验中学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《踏雪寻梅》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常州市中天实验学校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《祖国在我心中》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</w:t>
            </w:r>
            <w:r w:rsidRPr="001574B3">
              <w:rPr>
                <w:rFonts w:ascii="仿宋_GB2312" w:eastAsia="仿宋_GB2312" w:cs="仿宋_GB2312"/>
                <w:color w:val="000000"/>
              </w:rPr>
              <w:t>sisisote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常州市正衡中学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《绒花》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《我有一个装满星星的口袋》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常州市田家炳初级中学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《没有共产党就没有新中国》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《国家》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班级合唱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常州市戚墅堰高级中学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《雕花的马鞍》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《我们走在大路上》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江苏省前黄高级中学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《唱支山歌给党听》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《我爱你中国》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常州市经开区初级中学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《卢沟谣》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《唱脸谱》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武进区湖塘桥初级中学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《难忘的目光》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武进区卢家巷实验学校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《彩虹》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《采茶歌》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常州市花园中学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《天之大》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溧阳市溧城初级中学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《西风的话》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《红蜻蜓组曲》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常州市新北区新桥初级中学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《春天来到田野上》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《唱支山歌给党听》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武进区前黄实验学校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《清晨我们踏上小道》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《南泥湾》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武进区淹城初级中学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《我们是共产主义接班人》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《你笑起来真好看》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常州市北环中学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《亲爱的旅人》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《萱草花》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武进区人民路初级中学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《蝴蝶泉边》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小合唱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常州市兰陵中学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51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《长征的故事真好听》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《红旗颂》</w:t>
            </w:r>
          </w:p>
        </w:tc>
        <w:tc>
          <w:tcPr>
            <w:tcW w:w="144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合唱</w:t>
            </w:r>
          </w:p>
        </w:tc>
        <w:tc>
          <w:tcPr>
            <w:tcW w:w="2881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常州市丽华中学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BB7C80" w:rsidRDefault="006930CE" w:rsidP="00BB7C80">
      <w:pPr>
        <w:widowControl/>
        <w:rPr>
          <w:rFonts w:ascii="黑体" w:eastAsia="黑体" w:hAnsi="黑体" w:cs="Times New Roman"/>
          <w:sz w:val="32"/>
          <w:szCs w:val="32"/>
        </w:rPr>
      </w:pPr>
      <w:r w:rsidRPr="001574B3">
        <w:rPr>
          <w:rFonts w:ascii="仿宋_GB2312" w:eastAsia="仿宋_GB2312" w:cs="Times New Roman"/>
        </w:rPr>
        <w:br w:type="page"/>
      </w:r>
      <w:r w:rsidRPr="00BB7C80">
        <w:rPr>
          <w:rFonts w:ascii="黑体" w:eastAsia="黑体" w:hAnsi="黑体" w:cs="黑体" w:hint="eastAsia"/>
          <w:sz w:val="32"/>
          <w:szCs w:val="32"/>
        </w:rPr>
        <w:t>附件</w:t>
      </w:r>
      <w:r w:rsidRPr="00BB7C80">
        <w:rPr>
          <w:rFonts w:ascii="黑体" w:eastAsia="黑体" w:hAnsi="黑体" w:cs="黑体"/>
          <w:sz w:val="32"/>
          <w:szCs w:val="32"/>
        </w:rPr>
        <w:t>2</w:t>
      </w:r>
    </w:p>
    <w:p w:rsidR="006930CE" w:rsidRPr="00BB7C80" w:rsidRDefault="006930CE" w:rsidP="00BB7C80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BB7C80">
        <w:rPr>
          <w:rFonts w:ascii="方正小标宋简体" w:eastAsia="方正小标宋简体" w:hAnsi="华文仿宋" w:cs="方正小标宋简体"/>
          <w:sz w:val="44"/>
          <w:szCs w:val="44"/>
        </w:rPr>
        <w:t>2021</w:t>
      </w:r>
      <w:r w:rsidRPr="00BB7C80">
        <w:rPr>
          <w:rFonts w:ascii="方正小标宋简体" w:eastAsia="方正小标宋简体" w:hAnsi="华文仿宋" w:cs="方正小标宋简体" w:hint="eastAsia"/>
          <w:sz w:val="44"/>
          <w:szCs w:val="44"/>
        </w:rPr>
        <w:t>常州市第七届中小学艺术展演活动</w:t>
      </w:r>
    </w:p>
    <w:p w:rsidR="006930CE" w:rsidRPr="00BB7C80" w:rsidRDefault="006930CE" w:rsidP="00BB7C80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BB7C80">
        <w:rPr>
          <w:rFonts w:ascii="方正小标宋简体" w:eastAsia="方正小标宋简体" w:hAnsi="华文仿宋" w:cs="方正小标宋简体" w:hint="eastAsia"/>
          <w:sz w:val="44"/>
          <w:szCs w:val="44"/>
        </w:rPr>
        <w:t>朗诵展演获奖名单</w:t>
      </w: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小学组特等奖（</w:t>
      </w:r>
      <w:r w:rsidRPr="001574B3">
        <w:rPr>
          <w:rFonts w:ascii="仿宋_GB2312" w:eastAsia="仿宋_GB2312" w:hAnsi="黑体" w:cs="仿宋_GB2312"/>
        </w:rPr>
        <w:t>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3119"/>
        <w:gridCol w:w="1984"/>
      </w:tblGrid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《我，中国》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常州市新北区百草园小学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《你笑起来真好看》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常州市新北区奔牛实验小学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姜彩美、许小宇、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李雨桐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小学组一等奖（</w:t>
      </w:r>
      <w:r w:rsidRPr="001574B3">
        <w:rPr>
          <w:rFonts w:ascii="仿宋_GB2312" w:eastAsia="仿宋_GB2312" w:hAnsi="黑体" w:cs="仿宋_GB2312"/>
        </w:rPr>
        <w:t>12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3402"/>
        <w:gridCol w:w="1984"/>
      </w:tblGrid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《永恒的队礼》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常州市新北区香槟湖小学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杨瑶、谢明霞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《一诺许千年》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常州市局前街小学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盛昕熳、张洁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《中国的诗意》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常州市新北区薛家实验小学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郑飞、刁艳丽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《铭记》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常州市第二实验小学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屠心文</w:t>
            </w:r>
            <w:r>
              <w:rPr>
                <w:rFonts w:ascii="仿宋_GB2312" w:eastAsia="仿宋_GB2312" w:hAnsi="宋体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周卉</w:t>
            </w:r>
            <w:r>
              <w:rPr>
                <w:rFonts w:ascii="仿宋_GB2312" w:eastAsia="仿宋_GB2312" w:hAnsi="宋体" w:cs="仿宋_GB2312" w:hint="eastAsia"/>
                <w:color w:val="000000"/>
              </w:rPr>
              <w:t>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蒋冬霞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《童声颂党百年梦》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武进区清英外国语学校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张文娟、李静洁、胥江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《阳光少年》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常州市盛毓度小学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瞿娜蓉</w:t>
            </w:r>
            <w:r>
              <w:rPr>
                <w:rFonts w:ascii="仿宋_GB2312" w:eastAsia="仿宋_GB2312" w:hAnsi="宋体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陆英军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《永远的</w:t>
            </w:r>
            <w:r w:rsidRPr="001574B3">
              <w:rPr>
                <w:rFonts w:ascii="仿宋_GB2312" w:eastAsia="仿宋_GB2312" w:cs="仿宋_GB2312"/>
                <w:color w:val="000000"/>
              </w:rPr>
              <w:t>9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岁》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殷樱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叶俊俊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《我喜欢红色》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常州市新北区新桥第二实验小学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晁欢、杨逸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《祖国到底是什么》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常州市新北区泰山小学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马丽芬、史一丹、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姚晓琳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《追梦少年》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常州大学附属小学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符维亚、高楠、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张雨涵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《森林里的劳动课》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常州市新北区春江中心小学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《宁静的海洋》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武进区湖塘桥实验小学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陈洁、沈莉、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王华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小学组二等奖（</w:t>
      </w:r>
      <w:r w:rsidRPr="001574B3">
        <w:rPr>
          <w:rFonts w:ascii="仿宋_GB2312" w:eastAsia="仿宋_GB2312" w:hAnsi="黑体" w:cs="仿宋_GB2312"/>
        </w:rPr>
        <w:t>15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4394"/>
      </w:tblGrid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《长征》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常州市博爱小学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《中国话》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溧阳市燕湖小学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《祖国南海梦》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常州市武进区横山桥中心小学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《十月的阳光》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常州市实验小学</w:t>
            </w:r>
            <w:r>
              <w:rPr>
                <w:rFonts w:ascii="仿宋_GB2312" w:eastAsia="仿宋_GB2312" w:cs="仿宋_GB2312" w:hint="eastAsia"/>
                <w:color w:val="000000"/>
              </w:rPr>
              <w:t>教育集团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（平冈校区）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《老师，妈妈》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常州市钟楼区昕弘实验学校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（小学部）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《绞刑架下的播火者》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常州市戚墅堰实验小学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《中华少年》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溧阳市后周小学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《汉字文化永流传》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金坛区段玉裁实验小学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《党的赞歌》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溧阳市外国语小学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《在阳光下成长》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溧阳市第二实验小学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《漫漫少年军校路》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武进区东安实验学校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《中华少年心向党》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金坛区华罗庚实验学校小学部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《江苏娃湖北伢》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武进区洛阳中心小学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《我骄傲，我是中国人》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常州市武进区遥观中心小学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《那一棵，红花继木》</w:t>
            </w:r>
          </w:p>
        </w:tc>
        <w:tc>
          <w:tcPr>
            <w:tcW w:w="439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武进区鸣凰中心小学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widowControl/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中学组特等奖（</w:t>
      </w:r>
      <w:r w:rsidRPr="001574B3">
        <w:rPr>
          <w:rFonts w:ascii="仿宋_GB2312" w:eastAsia="仿宋_GB2312" w:hAnsi="黑体" w:cs="仿宋_GB2312"/>
        </w:rPr>
        <w:t>1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3119"/>
        <w:gridCol w:w="1984"/>
      </w:tblGrid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《不朽》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王科、李海峰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中学组一等奖（</w:t>
      </w:r>
      <w:r w:rsidRPr="001574B3">
        <w:rPr>
          <w:rFonts w:ascii="仿宋_GB2312" w:eastAsia="仿宋_GB2312" w:hAnsi="黑体" w:cs="仿宋_GB2312"/>
        </w:rPr>
        <w:t>14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3402"/>
        <w:gridCol w:w="1984"/>
      </w:tblGrid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《穿越时空的对话》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唐宁丽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《燃》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常州市北郊高级中学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姚琼、吴蝶、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靖宇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《一星萤火，中国力量》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袁圆、秦霞、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曾轲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《谁是最可爱的人》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金坛区金沙高级中学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陈欣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《英雄》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常州市新北区圩塘中学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刘小芳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《中国人，不跪的人》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常州市河海实验学校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textAlignment w:val="bottom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丁钰、朱小义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《枸杞花开》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常州市勤业中学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汤紫</w:t>
            </w:r>
            <w:r w:rsidRPr="001574B3">
              <w:rPr>
                <w:rFonts w:ascii="仿宋_GB2312" w:hAnsi="宋体" w:cs="宋体" w:hint="eastAsia"/>
                <w:color w:val="000000"/>
              </w:rPr>
              <w:t>珵</w:t>
            </w: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、张江伟、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苏飞雪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《诗意中国》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赵琪、王涛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《光的礼赞》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张奇飞</w:t>
            </w:r>
          </w:p>
        </w:tc>
      </w:tr>
      <w:tr w:rsidR="006930CE" w:rsidRPr="001574B3">
        <w:trPr>
          <w:trHeight w:val="600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《凤凰涅</w:t>
            </w:r>
            <w:r w:rsidRPr="001574B3">
              <w:rPr>
                <w:rFonts w:ascii="仿宋_GB2312" w:cs="宋体" w:hint="eastAsia"/>
                <w:color w:val="000000"/>
              </w:rPr>
              <w:t>槃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常州市第一中学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韦倩云、张云飞、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毛燕靓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《红色中国》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常州市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金坛区第一中学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程杰</w:t>
            </w:r>
            <w:r>
              <w:rPr>
                <w:rFonts w:ascii="仿宋_GB2312" w:eastAsia="仿宋_GB2312" w:hAnsi="宋体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袁美华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《水》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娄巍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《这是我们的色彩》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金坛区第四中学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陆丹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11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《大写的中国》</w:t>
            </w:r>
          </w:p>
        </w:tc>
        <w:tc>
          <w:tcPr>
            <w:tcW w:w="3402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武进区湖塘实验中学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花梦露、刘燕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中学组二等奖（</w:t>
      </w:r>
      <w:r w:rsidRPr="001574B3">
        <w:rPr>
          <w:rFonts w:ascii="仿宋_GB2312" w:eastAsia="仿宋_GB2312" w:hAnsi="黑体" w:cs="仿宋_GB2312"/>
        </w:rPr>
        <w:t>26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4253"/>
      </w:tblGrid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《祖国是什么》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常州市钟楼区昕弘实验学校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（中学部）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《时间的入口》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常州市钟楼外国语学校</w:t>
            </w:r>
            <w:r>
              <w:rPr>
                <w:rFonts w:ascii="仿宋_GB2312" w:eastAsia="仿宋_GB2312" w:cs="仿宋_GB2312" w:hint="eastAsia"/>
                <w:color w:val="000000"/>
              </w:rPr>
              <w:t>（中学部）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《最美逆行者》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武进区淹城初级中学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《我用残损的手掌》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江苏省横林高级中学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《阳光之下，你我同行》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常州市明德实验中学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《追寻》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武进区人民路初级中学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《青果传承绽放芳华》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常州市田家炳初级中学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《芦花颂》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常州市市北实验初级中学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《以青春的姿态》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常州市戚墅堰高级中学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《二中，你是我心底的一首歌》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常州市第二中学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《长征组歌》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江苏省前黄高级中学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《月光下的中国》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常州市中天实验学校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《永不消逝的声音》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武进区运村实验学校（初中）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《红船，从南湖起航》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常州市新北区吕墅中学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《因为有你中国力量》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溧阳市上沛初级中学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《大工匠》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江苏省前黄高级中学国际分校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《我骄傲我的家乡叫溧阳》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溧阳市实验初级中学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《我骄傲我是中国人》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溧阳市燕山中学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《红船的方向》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常州市东青实验学校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《可爱的中国》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常州市同济中学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《我爱，我们爱》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常州市戚墅堰实验中学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《最美的脸庞》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常州市新北区孟河中学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《就是那一只蟋蟀》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溧阳市中等专业学校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《不朽》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常州市花园中学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《青春中国》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武进区湖塘桥初级中学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96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《中国声音》</w:t>
            </w:r>
          </w:p>
        </w:tc>
        <w:tc>
          <w:tcPr>
            <w:tcW w:w="4253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武进区嘉泽初级中学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BB7C80" w:rsidRDefault="006930CE" w:rsidP="00BB7C80">
      <w:pPr>
        <w:widowControl/>
        <w:rPr>
          <w:rFonts w:ascii="黑体" w:eastAsia="黑体" w:hAnsi="黑体" w:cs="Times New Roman"/>
          <w:sz w:val="32"/>
          <w:szCs w:val="32"/>
        </w:rPr>
      </w:pPr>
      <w:r w:rsidRPr="001574B3">
        <w:rPr>
          <w:rFonts w:ascii="仿宋_GB2312" w:eastAsia="仿宋_GB2312" w:cs="Times New Roman"/>
        </w:rPr>
        <w:br w:type="page"/>
      </w:r>
      <w:r w:rsidRPr="00BB7C80">
        <w:rPr>
          <w:rFonts w:ascii="黑体" w:eastAsia="黑体" w:hAnsi="黑体" w:cs="黑体" w:hint="eastAsia"/>
          <w:sz w:val="32"/>
          <w:szCs w:val="32"/>
        </w:rPr>
        <w:t>附件</w:t>
      </w:r>
      <w:r w:rsidRPr="00BB7C80">
        <w:rPr>
          <w:rFonts w:ascii="黑体" w:eastAsia="黑体" w:hAnsi="黑体" w:cs="黑体"/>
          <w:sz w:val="32"/>
          <w:szCs w:val="32"/>
        </w:rPr>
        <w:t>3</w:t>
      </w:r>
    </w:p>
    <w:p w:rsidR="006930CE" w:rsidRPr="00BB7C80" w:rsidRDefault="006930CE" w:rsidP="00BB7C80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BB7C80">
        <w:rPr>
          <w:rFonts w:ascii="方正小标宋简体" w:eastAsia="方正小标宋简体" w:hAnsi="华文仿宋" w:cs="方正小标宋简体"/>
          <w:sz w:val="44"/>
          <w:szCs w:val="44"/>
        </w:rPr>
        <w:t>2021</w:t>
      </w:r>
      <w:r w:rsidRPr="00BB7C80">
        <w:rPr>
          <w:rFonts w:ascii="方正小标宋简体" w:eastAsia="方正小标宋简体" w:hAnsi="华文仿宋" w:cs="方正小标宋简体" w:hint="eastAsia"/>
          <w:sz w:val="44"/>
          <w:szCs w:val="44"/>
        </w:rPr>
        <w:t>常州市第七届中小学艺术展演活动</w:t>
      </w:r>
    </w:p>
    <w:p w:rsidR="006930CE" w:rsidRPr="00BB7C80" w:rsidRDefault="006930CE" w:rsidP="00BB7C80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BB7C80">
        <w:rPr>
          <w:rFonts w:ascii="方正小标宋简体" w:eastAsia="方正小标宋简体" w:hAnsi="华文仿宋" w:cs="方正小标宋简体" w:hint="eastAsia"/>
          <w:sz w:val="44"/>
          <w:szCs w:val="44"/>
        </w:rPr>
        <w:t>戏剧展演获奖名单</w:t>
      </w: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小学组特等奖（</w:t>
      </w:r>
      <w:r w:rsidRPr="001574B3">
        <w:rPr>
          <w:rFonts w:ascii="仿宋_GB2312" w:eastAsia="仿宋_GB2312" w:hAnsi="黑体" w:cs="仿宋_GB2312"/>
        </w:rPr>
        <w:t>3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3119"/>
        <w:gridCol w:w="1973"/>
      </w:tblGrid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7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京剧传统折子戏《赤桑镇》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武进区湖塘桥第二实验小学</w:t>
            </w:r>
          </w:p>
        </w:tc>
        <w:tc>
          <w:tcPr>
            <w:tcW w:w="197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吴晓霖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校园短剧《寻找王春来》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常州市新北区香槟湖小学</w:t>
            </w:r>
          </w:p>
        </w:tc>
        <w:tc>
          <w:tcPr>
            <w:tcW w:w="1973" w:type="dxa"/>
            <w:vAlign w:val="bottom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杨静、宣楚、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吕佳音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校园短剧《我的歌声里》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常州市新北区新桥实验小学</w:t>
            </w:r>
          </w:p>
        </w:tc>
        <w:tc>
          <w:tcPr>
            <w:tcW w:w="1973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穆颖欣、张之君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小学组一等奖（</w:t>
      </w:r>
      <w:r w:rsidRPr="001574B3">
        <w:rPr>
          <w:rFonts w:ascii="仿宋_GB2312" w:eastAsia="仿宋_GB2312" w:hAnsi="黑体" w:cs="仿宋_GB2312"/>
        </w:rPr>
        <w:t>15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3119"/>
        <w:gridCol w:w="1984"/>
      </w:tblGrid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校园短剧《匆匆》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常州市武进区遥观中心小学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孙天天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音乐剧《童心向党，筑梦成长》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常州市北郊小学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张宗慧、周瑾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戏剧《送你一朵小红花》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武进区实验小学分校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恽超、孙震宇、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蒋颖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校园短剧《“诚信”那些事儿》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常州市新北区百草园小学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刘霞珍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校园短剧《祝你生日快乐》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常州市新北区奔牛实验小学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姜彩美、潘志平、吴思扬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京剧《智取威虎山》选段（定计）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常州市白云小学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邱婷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戏剧《沙家浜》选段《军民鱼水情》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武进区坂上小学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钱玉华、杨逸、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陈燕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校园短剧《等待一张善真卡》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常州市新北区薛家实验小学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商超、黄寅、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刘宇旭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戏剧《蝶恋花》选段《古道别》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周振华</w:t>
            </w:r>
            <w:r>
              <w:rPr>
                <w:rFonts w:ascii="仿宋_GB2312" w:eastAsia="仿宋_GB2312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何丽婷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戏剧《英雄体验》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武进区星韵学校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何灵芝</w:t>
            </w:r>
            <w:r>
              <w:rPr>
                <w:rFonts w:ascii="仿宋_GB2312" w:eastAsia="仿宋_GB2312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徐雪姣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短剧《手机综合症》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常州市紫云小学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高君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锡剧《军民鱼水情》</w:t>
            </w:r>
          </w:p>
        </w:tc>
        <w:tc>
          <w:tcPr>
            <w:tcW w:w="3119" w:type="dxa"/>
            <w:vAlign w:val="center"/>
          </w:tcPr>
          <w:p w:rsidR="006930CE" w:rsidRPr="00BB7C80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spacing w:val="-5"/>
              </w:rPr>
            </w:pPr>
            <w:r w:rsidRPr="00BB7C80">
              <w:rPr>
                <w:rFonts w:ascii="仿宋_GB2312" w:eastAsia="仿宋_GB2312" w:cs="仿宋_GB2312" w:hint="eastAsia"/>
                <w:color w:val="000000"/>
                <w:spacing w:val="-5"/>
              </w:rPr>
              <w:t>金坛区华罗庚实验学校新城分校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王芳</w:t>
            </w:r>
            <w:r>
              <w:rPr>
                <w:rFonts w:ascii="仿宋_GB2312" w:eastAsia="仿宋_GB2312" w:cs="仿宋_GB2312" w:hint="eastAsia"/>
                <w:color w:val="000000"/>
              </w:rPr>
              <w:t>、赵园园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课本剧《等你回来》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溧阳市外国语小学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吕慧丽、张亚萍、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史琴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戏剧《牡丹亭游园》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武进区卢家巷实验学校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张燕飞</w:t>
            </w:r>
            <w:r>
              <w:rPr>
                <w:rFonts w:ascii="仿宋_GB2312" w:eastAsia="仿宋_GB2312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王佳君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戏剧《妈妈还爱我吗》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武进区星河实验小学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王君、陈青、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冷玲琳</w:t>
            </w:r>
          </w:p>
        </w:tc>
      </w:tr>
    </w:tbl>
    <w:p w:rsidR="006930CE" w:rsidRPr="001574B3" w:rsidRDefault="006930CE" w:rsidP="00BB7C80">
      <w:pPr>
        <w:spacing w:line="320" w:lineRule="exact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小学组二等奖（</w:t>
      </w:r>
      <w:r w:rsidRPr="001574B3">
        <w:rPr>
          <w:rFonts w:ascii="仿宋_GB2312" w:eastAsia="仿宋_GB2312" w:hAnsi="黑体" w:cs="仿宋_GB2312"/>
        </w:rPr>
        <w:t>12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969"/>
      </w:tblGrid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戏剧《球杆上的秘密》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武进区马杭中心小学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校园短剧《坏孩子》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常州市武进区南塘桥小学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戏剧《紧急救援》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武进区星辰实验学校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校园短剧《非常班会》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常州市新北区孟河中心小学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戏剧《送你一朵小红花》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武进区采菱小学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戏剧《绣红旗》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常州市新北区圩塘中心小学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小品《好朋友之歌》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常州市武进区崔桥小学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戏剧《陪你一起长大》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武进区刘海粟小学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戏曲《后园会》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溧阳市西平小学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戏剧《贵妃醉酒》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武进区礼河实验学校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短剧我的家《我的国》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溧阳市文化小学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短剧《红领巾》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溧阳市燕湖小学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中学组特等奖（</w:t>
      </w:r>
      <w:r w:rsidRPr="001574B3">
        <w:rPr>
          <w:rFonts w:ascii="仿宋_GB2312" w:eastAsia="仿宋_GB2312" w:hAnsi="黑体" w:cs="仿宋_GB2312"/>
        </w:rPr>
        <w:t>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3119"/>
        <w:gridCol w:w="1984"/>
      </w:tblGrid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短剧《乃粒》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常州市教科院附属中学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戈德蓓、吴海霞、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窦雪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《友爱》</w:t>
            </w:r>
          </w:p>
        </w:tc>
        <w:tc>
          <w:tcPr>
            <w:tcW w:w="3119" w:type="dxa"/>
            <w:vAlign w:val="center"/>
          </w:tcPr>
          <w:p w:rsidR="006930CE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>
              <w:rPr>
                <w:rFonts w:ascii="仿宋_GB2312" w:eastAsia="仿宋_GB2312" w:cs="仿宋_GB2312" w:hint="eastAsia"/>
                <w:color w:val="000000"/>
              </w:rPr>
              <w:t>常州市钟楼区昕弘实验学校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（中学部）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蒋子奕</w:t>
            </w:r>
            <w:r>
              <w:rPr>
                <w:rFonts w:ascii="仿宋_GB2312" w:eastAsia="仿宋_GB2312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燕妮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中学组一等奖（</w:t>
      </w:r>
      <w:r w:rsidRPr="001574B3">
        <w:rPr>
          <w:rFonts w:ascii="仿宋_GB2312" w:eastAsia="仿宋_GB2312" w:hAnsi="黑体" w:cs="仿宋_GB2312"/>
        </w:rPr>
        <w:t>10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3119"/>
        <w:gridCol w:w="1984"/>
      </w:tblGrid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校园短剧《每棵草都会开花》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常州市新北区实验中学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李小蕾、陶红、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张殿清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《为了明天》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常州市新北区飞龙中学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孟卫华、赵宇卓、王娟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校园短剧《阳光行动》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常州市新北区奔牛初级中学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徐玲</w:t>
            </w:r>
            <w:r>
              <w:rPr>
                <w:rFonts w:ascii="仿宋_GB2312" w:eastAsia="仿宋_GB2312" w:hAnsi="宋体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巢建芬、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伍仙英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舞台剧《李尔王》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成琪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戏剧《信仰</w:t>
            </w:r>
            <w:r w:rsidRPr="001574B3">
              <w:rPr>
                <w:rFonts w:ascii="仿宋_GB2312" w:eastAsia="仿宋_GB2312" w:cs="仿宋_GB2312"/>
                <w:color w:val="000000"/>
              </w:rPr>
              <w:t>-</w:t>
            </w:r>
            <w:r w:rsidRPr="001574B3">
              <w:rPr>
                <w:rFonts w:ascii="仿宋_GB2312" w:eastAsia="仿宋_GB2312" w:cs="仿宋_GB2312" w:hint="eastAsia"/>
                <w:color w:val="000000"/>
              </w:rPr>
              <w:t>青春》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金坛区金沙高级中学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陈欣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小品《匹夫》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白颖婵、郭文玉、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赵天宇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《最熟悉的陌生人》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常州市横山桥高级中学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李芳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戏剧《辛丑政变》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武进区星辰实验学校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汪维林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小品《送礼》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常州市新北区新桥初级中学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管梦菲</w:t>
            </w:r>
            <w:r>
              <w:rPr>
                <w:rFonts w:ascii="仿宋_GB2312" w:eastAsia="仿宋_GB2312" w:hAnsi="宋体" w:cs="仿宋_GB2312" w:hint="eastAsia"/>
                <w:color w:val="000000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刘眉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397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《秋之白华》</w:t>
            </w:r>
          </w:p>
        </w:tc>
        <w:tc>
          <w:tcPr>
            <w:tcW w:w="311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江苏省常州高级中学</w:t>
            </w:r>
          </w:p>
        </w:tc>
        <w:tc>
          <w:tcPr>
            <w:tcW w:w="1984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</w:rPr>
              <w:t>刘微、杨英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中学组二等奖（</w:t>
      </w:r>
      <w:r w:rsidRPr="001574B3">
        <w:rPr>
          <w:rFonts w:ascii="仿宋_GB2312" w:eastAsia="仿宋_GB2312" w:hAnsi="黑体" w:cs="仿宋_GB2312"/>
        </w:rPr>
        <w:t>10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6"/>
        <w:gridCol w:w="3969"/>
      </w:tblGrid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戏剧《插秧歌》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江苏省前黄高级中学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情景剧《一个苹果》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常州市北环中学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《新中少年志》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常州市新闸中学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戏剧《段玉裁》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金坛区段玉裁中学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话剧《破晓》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常州市花园中学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课本剧《金陵梦》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常州市第二中学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小品《孩子到了叛逆期》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常州市丽华中学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课本剧《为大家开辟一条光明的路》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常州市田家炳初级中学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戏剧《曲苑吟》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武进区雪堰初级中学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4106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戏剧《孟姜女》</w:t>
            </w:r>
          </w:p>
        </w:tc>
        <w:tc>
          <w:tcPr>
            <w:tcW w:w="3969" w:type="dxa"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</w:rPr>
            </w:pPr>
            <w:r w:rsidRPr="001574B3">
              <w:rPr>
                <w:rFonts w:ascii="仿宋_GB2312" w:eastAsia="仿宋_GB2312" w:cs="仿宋_GB2312" w:hint="eastAsia"/>
                <w:color w:val="000000"/>
              </w:rPr>
              <w:t>武进区礼河实验学校（中学部）</w:t>
            </w:r>
          </w:p>
        </w:tc>
      </w:tr>
    </w:tbl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Default="006930CE" w:rsidP="001574B3">
      <w:pPr>
        <w:spacing w:line="320" w:lineRule="exact"/>
        <w:jc w:val="center"/>
        <w:rPr>
          <w:rFonts w:ascii="仿宋_GB2312" w:eastAsia="仿宋_GB2312" w:hAnsi="楷体" w:cs="Times New Roman"/>
        </w:rPr>
      </w:pPr>
    </w:p>
    <w:p w:rsidR="006930CE" w:rsidRPr="00BB7C80" w:rsidRDefault="006930CE" w:rsidP="00BB7C80">
      <w:pPr>
        <w:rPr>
          <w:rFonts w:ascii="黑体" w:eastAsia="黑体" w:hAnsi="黑体" w:cs="Times New Roman"/>
          <w:sz w:val="32"/>
          <w:szCs w:val="32"/>
        </w:rPr>
      </w:pPr>
      <w:r w:rsidRPr="00BB7C80">
        <w:rPr>
          <w:rFonts w:ascii="黑体" w:eastAsia="黑体" w:hAnsi="黑体" w:cs="黑体" w:hint="eastAsia"/>
          <w:sz w:val="32"/>
          <w:szCs w:val="32"/>
        </w:rPr>
        <w:t>附件</w:t>
      </w:r>
      <w:r w:rsidRPr="00BB7C80">
        <w:rPr>
          <w:rFonts w:ascii="黑体" w:eastAsia="黑体" w:hAnsi="黑体" w:cs="黑体"/>
          <w:sz w:val="32"/>
          <w:szCs w:val="32"/>
        </w:rPr>
        <w:t>4</w:t>
      </w:r>
    </w:p>
    <w:p w:rsidR="006930CE" w:rsidRPr="00BB7C80" w:rsidRDefault="006930CE" w:rsidP="00BB7C80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BB7C80">
        <w:rPr>
          <w:rFonts w:ascii="方正小标宋简体" w:eastAsia="方正小标宋简体" w:hAnsi="华文仿宋" w:cs="方正小标宋简体"/>
          <w:sz w:val="44"/>
          <w:szCs w:val="44"/>
        </w:rPr>
        <w:t>2021</w:t>
      </w:r>
      <w:r w:rsidRPr="00BB7C80">
        <w:rPr>
          <w:rFonts w:ascii="方正小标宋简体" w:eastAsia="方正小标宋简体" w:hAnsi="华文仿宋" w:cs="方正小标宋简体" w:hint="eastAsia"/>
          <w:sz w:val="44"/>
          <w:szCs w:val="44"/>
        </w:rPr>
        <w:t>常州市第七届中小学艺术展演活动</w:t>
      </w:r>
    </w:p>
    <w:p w:rsidR="006930CE" w:rsidRPr="00BB7C80" w:rsidRDefault="006930CE" w:rsidP="00BB7C80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BB7C80">
        <w:rPr>
          <w:rFonts w:ascii="方正小标宋简体" w:eastAsia="方正小标宋简体" w:hAnsi="华文仿宋" w:cs="方正小标宋简体" w:hint="eastAsia"/>
          <w:sz w:val="44"/>
          <w:szCs w:val="44"/>
        </w:rPr>
        <w:t>学生艺术实践工作坊获奖名单</w:t>
      </w: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一等奖（</w:t>
      </w:r>
      <w:r w:rsidRPr="001574B3">
        <w:rPr>
          <w:rFonts w:ascii="仿宋_GB2312" w:eastAsia="仿宋_GB2312" w:hAnsi="黑体" w:cs="仿宋_GB2312"/>
        </w:rPr>
        <w:t>8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9"/>
        <w:gridCol w:w="1275"/>
        <w:gridCol w:w="3152"/>
        <w:gridCol w:w="1807"/>
      </w:tblGrid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工作坊名称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艺术形式</w:t>
            </w:r>
          </w:p>
        </w:tc>
        <w:tc>
          <w:tcPr>
            <w:tcW w:w="315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报送学校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《常州市金坛区东城实验小学泥塑艺术工坊》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泥塑</w:t>
            </w:r>
          </w:p>
        </w:tc>
        <w:tc>
          <w:tcPr>
            <w:tcW w:w="315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常州市金坛区东城实验小学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殷宇婷、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戴丽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《面塑》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面塑</w:t>
            </w:r>
          </w:p>
        </w:tc>
        <w:tc>
          <w:tcPr>
            <w:tcW w:w="3152" w:type="dxa"/>
            <w:noWrap/>
            <w:vAlign w:val="center"/>
          </w:tcPr>
          <w:p w:rsidR="006930CE" w:rsidRDefault="006930CE" w:rsidP="001574B3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常州市武进区星辰实验学校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（小学部）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黄颖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</w:rPr>
              <w:t>陈茹洁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《藏书票工作坊》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藏书票</w:t>
            </w:r>
          </w:p>
        </w:tc>
        <w:tc>
          <w:tcPr>
            <w:tcW w:w="315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常州市武进区湖塘桥第二实验小学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顾飞燕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《少儿版画文化工作坊》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少儿版画</w:t>
            </w:r>
          </w:p>
        </w:tc>
        <w:tc>
          <w:tcPr>
            <w:tcW w:w="315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常州市花园第二小学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方雯婷、蒋洲鸥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毛宁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《钟楼芦墅工作坊》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丝网版画</w:t>
            </w:r>
          </w:p>
        </w:tc>
        <w:tc>
          <w:tcPr>
            <w:tcW w:w="315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常州市芦墅小学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颜善恪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《堆绒工作坊》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堆绒</w:t>
            </w:r>
          </w:p>
        </w:tc>
        <w:tc>
          <w:tcPr>
            <w:tcW w:w="315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张展、周苏明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董琪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《星辰陶艺工作坊》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陶艺</w:t>
            </w:r>
          </w:p>
        </w:tc>
        <w:tc>
          <w:tcPr>
            <w:tcW w:w="3152" w:type="dxa"/>
            <w:noWrap/>
            <w:vAlign w:val="center"/>
          </w:tcPr>
          <w:p w:rsidR="006930CE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（初中部）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王雪霜、黄一枫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《创意主题</w:t>
            </w:r>
            <w:r w:rsidRPr="001574B3">
              <w:rPr>
                <w:rFonts w:ascii="仿宋_GB2312" w:eastAsia="仿宋_GB2312" w:cs="仿宋_GB2312"/>
                <w:color w:val="000000"/>
                <w:kern w:val="0"/>
              </w:rPr>
              <w:t>-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非议面塑》</w:t>
            </w:r>
          </w:p>
        </w:tc>
        <w:tc>
          <w:tcPr>
            <w:tcW w:w="127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非遗面塑</w:t>
            </w:r>
          </w:p>
        </w:tc>
        <w:tc>
          <w:tcPr>
            <w:tcW w:w="3152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常州市武进区南夏墅初级中学</w:t>
            </w:r>
          </w:p>
        </w:tc>
        <w:tc>
          <w:tcPr>
            <w:tcW w:w="1807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潘俊芳、徐小萍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杨勇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二等奖（</w:t>
      </w:r>
      <w:r w:rsidRPr="001574B3">
        <w:rPr>
          <w:rFonts w:ascii="仿宋_GB2312" w:eastAsia="仿宋_GB2312" w:hAnsi="黑体" w:cs="仿宋_GB2312"/>
        </w:rPr>
        <w:t>12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0"/>
        <w:gridCol w:w="1559"/>
        <w:gridCol w:w="2694"/>
        <w:gridCol w:w="1842"/>
      </w:tblGrid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工作坊名称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艺术形式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报送学校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《湖畔公益实践工作坊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大自然的美学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溧阳实验小学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史华娟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《布上丹青扎染社团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扎染</w:t>
            </w:r>
          </w:p>
        </w:tc>
        <w:tc>
          <w:tcPr>
            <w:tcW w:w="2694" w:type="dxa"/>
            <w:noWrap/>
            <w:vAlign w:val="center"/>
          </w:tcPr>
          <w:p w:rsidR="006930CE" w:rsidRPr="00E21CD2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  <w:spacing w:val="-6"/>
              </w:rPr>
            </w:pPr>
            <w:r w:rsidRPr="00E21CD2">
              <w:rPr>
                <w:rFonts w:ascii="仿宋_GB2312" w:eastAsia="仿宋_GB2312" w:hAnsi="宋体" w:cs="仿宋_GB2312" w:hint="eastAsia"/>
                <w:spacing w:val="-6"/>
              </w:rPr>
              <w:t>常州市金坛区华城实验小学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于慧、冷亚敏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《纸艺工坊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纸艺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常州市金坛西城实验小学常胜分校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颜晓芸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</w:rPr>
              <w:t>魏婷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《堆花糕团工作坊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堆花糕团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常州市武进区城东小学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贺珊珊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</w:rPr>
              <w:t>景丽梦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《“我心我塑”陶艺工作坊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陶艺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常州市武进区实验小学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王新甜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</w:rPr>
              <w:t>孙琪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丁志锋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《“皂玉”工作坊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皂玉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E21CD2">
              <w:rPr>
                <w:rFonts w:ascii="仿宋_GB2312" w:eastAsia="仿宋_GB2312" w:hAnsi="宋体" w:cs="仿宋_GB2312" w:hint="eastAsia"/>
                <w:spacing w:val="-6"/>
              </w:rPr>
              <w:t>常州市武进区鸣凰中心小学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李华萍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</w:rPr>
              <w:t>陈子洁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袁可嫣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《藏书票工作坊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藏书票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E21CD2">
              <w:rPr>
                <w:rFonts w:ascii="仿宋_GB2312" w:eastAsia="仿宋_GB2312" w:hAnsi="宋体" w:cs="仿宋_GB2312" w:hint="eastAsia"/>
                <w:spacing w:val="-6"/>
              </w:rPr>
              <w:t>常州市武进区牛塘中心小学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贺一乐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</w:rPr>
              <w:t>陈瑜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</w:t>
            </w:r>
            <w:r>
              <w:rPr>
                <w:rFonts w:ascii="仿宋_GB2312" w:eastAsia="仿宋_GB2312" w:hAnsi="宋体" w:cs="仿宋_GB2312" w:hint="eastAsia"/>
              </w:rPr>
              <w:t>风筝</w:t>
            </w:r>
            <w:r w:rsidRPr="001574B3">
              <w:rPr>
                <w:rFonts w:ascii="仿宋_GB2312" w:eastAsia="仿宋_GB2312" w:hAnsi="宋体" w:cs="仿宋_GB2312" w:hint="eastAsia"/>
              </w:rPr>
              <w:t>工作坊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刺绣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常州市武进区南塘桥小学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陈丹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《泥塑工作坊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泥塑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E21CD2">
              <w:rPr>
                <w:rFonts w:ascii="仿宋_GB2312" w:eastAsia="仿宋_GB2312" w:hAnsi="宋体" w:cs="仿宋_GB2312" w:hint="eastAsia"/>
                <w:spacing w:val="-6"/>
              </w:rPr>
              <w:t>常州市新北区新桥第二实验</w:t>
            </w:r>
            <w:r w:rsidRPr="001574B3">
              <w:rPr>
                <w:rFonts w:ascii="仿宋_GB2312" w:eastAsia="仿宋_GB2312" w:hAnsi="宋体" w:cs="仿宋_GB2312" w:hint="eastAsia"/>
              </w:rPr>
              <w:t>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曹杨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</w:rPr>
              <w:t>刘明月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《蓝泥巴村陶艺工作坊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陶艺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常州市五星实验小学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方卫华、熊彩萍</w:t>
            </w:r>
            <w:r>
              <w:rPr>
                <w:rFonts w:ascii="仿宋_GB2312" w:eastAsia="仿宋_GB2312" w:hAnsi="宋体" w:cs="仿宋_GB2312" w:hint="eastAsia"/>
              </w:rPr>
              <w:t>、</w:t>
            </w:r>
          </w:p>
          <w:p w:rsidR="006930CE" w:rsidRPr="001574B3" w:rsidRDefault="006930CE" w:rsidP="001574B3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朱静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版画工作坊》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版画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顾唯安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李佳琳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0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“趣织坊”手工毛衣编织工作坊》</w:t>
            </w:r>
          </w:p>
        </w:tc>
        <w:tc>
          <w:tcPr>
            <w:tcW w:w="1559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编织</w:t>
            </w:r>
          </w:p>
        </w:tc>
        <w:tc>
          <w:tcPr>
            <w:tcW w:w="2694" w:type="dxa"/>
            <w:noWrap/>
            <w:vAlign w:val="center"/>
          </w:tcPr>
          <w:p w:rsidR="006930CE" w:rsidRPr="001574B3" w:rsidRDefault="006930CE" w:rsidP="00E21CD2">
            <w:pPr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E21CD2">
              <w:rPr>
                <w:rFonts w:ascii="仿宋_GB2312" w:eastAsia="仿宋_GB2312" w:hAnsi="宋体" w:cs="仿宋_GB2312" w:hint="eastAsia"/>
                <w:spacing w:val="-6"/>
              </w:rPr>
              <w:t>常州市武进区雪堰初级中学</w:t>
            </w:r>
          </w:p>
        </w:tc>
        <w:tc>
          <w:tcPr>
            <w:tcW w:w="1842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董亚红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钟文娟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C97A36" w:rsidRDefault="006930CE" w:rsidP="00C97A36">
      <w:pPr>
        <w:widowControl/>
        <w:rPr>
          <w:rFonts w:ascii="黑体" w:eastAsia="黑体" w:hAnsi="黑体" w:cs="Times New Roman"/>
          <w:sz w:val="32"/>
          <w:szCs w:val="32"/>
        </w:rPr>
      </w:pPr>
      <w:r w:rsidRPr="001574B3">
        <w:rPr>
          <w:rFonts w:ascii="仿宋_GB2312" w:eastAsia="仿宋_GB2312" w:cs="Times New Roman"/>
        </w:rPr>
        <w:br w:type="page"/>
      </w:r>
      <w:r w:rsidRPr="00C97A36">
        <w:rPr>
          <w:rFonts w:ascii="黑体" w:eastAsia="黑体" w:hAnsi="黑体" w:cs="黑体" w:hint="eastAsia"/>
          <w:sz w:val="32"/>
          <w:szCs w:val="32"/>
        </w:rPr>
        <w:t>附件</w:t>
      </w:r>
      <w:r w:rsidRPr="00C97A36">
        <w:rPr>
          <w:rFonts w:ascii="黑体" w:eastAsia="黑体" w:hAnsi="黑体" w:cs="黑体"/>
          <w:sz w:val="32"/>
          <w:szCs w:val="32"/>
        </w:rPr>
        <w:t>5</w:t>
      </w:r>
    </w:p>
    <w:p w:rsidR="006930CE" w:rsidRPr="00C97A36" w:rsidRDefault="006930CE" w:rsidP="00C97A36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C97A36">
        <w:rPr>
          <w:rFonts w:ascii="方正小标宋简体" w:eastAsia="方正小标宋简体" w:hAnsi="华文仿宋" w:cs="方正小标宋简体"/>
          <w:sz w:val="44"/>
          <w:szCs w:val="44"/>
        </w:rPr>
        <w:t>2021</w:t>
      </w:r>
      <w:r w:rsidRPr="00C97A36">
        <w:rPr>
          <w:rFonts w:ascii="方正小标宋简体" w:eastAsia="方正小标宋简体" w:hAnsi="华文仿宋" w:cs="方正小标宋简体" w:hint="eastAsia"/>
          <w:sz w:val="44"/>
          <w:szCs w:val="44"/>
        </w:rPr>
        <w:t>常州市第七届中小学艺术展演活动</w:t>
      </w:r>
    </w:p>
    <w:p w:rsidR="006930CE" w:rsidRPr="00C97A36" w:rsidRDefault="006930CE" w:rsidP="00C97A36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C97A36">
        <w:rPr>
          <w:rFonts w:ascii="方正小标宋简体" w:eastAsia="方正小标宋简体" w:hAnsi="华文仿宋" w:cs="方正小标宋简体" w:hint="eastAsia"/>
          <w:sz w:val="44"/>
          <w:szCs w:val="44"/>
        </w:rPr>
        <w:t>艺术作品展获奖名单</w:t>
      </w: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小学甲组特等奖（</w:t>
      </w:r>
      <w:r w:rsidRPr="001574B3">
        <w:rPr>
          <w:rFonts w:ascii="仿宋_GB2312" w:eastAsia="仿宋_GB2312" w:hAnsi="黑体" w:cs="仿宋_GB2312"/>
        </w:rPr>
        <w:t>20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9"/>
        <w:gridCol w:w="1281"/>
        <w:gridCol w:w="2738"/>
        <w:gridCol w:w="1418"/>
        <w:gridCol w:w="1229"/>
      </w:tblGrid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作品名称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艺术形式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报送学校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作者姓名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《童心向党》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溧阳市溧阳镇昆仑小学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姜秋实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戴灵逸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《学唱戏》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溧阳市外国语学校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潘以诺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史菲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《快乐时光》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常州市金坛区河滨小学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夷秋源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薛冬平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《夏日旋律》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史梦涵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《马拉松》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常州市东方小学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冯紫雨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上官</w:t>
            </w:r>
            <w:r w:rsidRPr="001574B3">
              <w:rPr>
                <w:rFonts w:ascii="仿宋_GB2312" w:hAnsi="宋体" w:cs="宋体" w:hint="eastAsia"/>
              </w:rPr>
              <w:t>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《生活在灿烂的阳光下》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戚旖涵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周苏明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《大黑猫》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张逸文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杨一波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《家和万事兴》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常州市芦墅小学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温家鸣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颜善恪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《看画展》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常州市西林实验学校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（小学部）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戴鹤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彭晓希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《颗粒归仓》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常州市勤业小学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樊佳怡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陈霞杰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《夏天的趣事》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常州市花园第二小学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蒋佳宸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蒋洲鸥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《古诗词数首》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溧阳市戴埠中心小学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尤梓璇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《与朱元思书》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溧阳上兴中心小学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姚冉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罗昌铭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《节录少年成长礼赋》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常州市局前街小学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赵如果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卢</w:t>
            </w:r>
            <w:r w:rsidRPr="001574B3">
              <w:rPr>
                <w:rFonts w:ascii="仿宋_GB2312" w:hAnsi="宋体" w:cs="宋体" w:hint="eastAsia"/>
              </w:rPr>
              <w:t>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《与党同行》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常州市戚墅堰东方小学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汪演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袁娇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《习近平语》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738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常州市荆川小学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（市教科院附属小学）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梁毓辰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《毛主席诗词》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738" w:type="dxa"/>
            <w:noWrap/>
            <w:vAlign w:val="center"/>
          </w:tcPr>
          <w:p w:rsidR="006930CE" w:rsidRDefault="006930CE" w:rsidP="00F97F3E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常州市荆川小学</w:t>
            </w:r>
          </w:p>
          <w:p w:rsidR="006930CE" w:rsidRPr="001574B3" w:rsidRDefault="006930CE" w:rsidP="00F97F3E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（市教科院附属小学）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俞果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邹雯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《毛主席诗词》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常州市钟楼实验小学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胡子恩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施秋莹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《雨中彩虹》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常州市武进区星辰实验学校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吴煜晨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《丰收的喜悦》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73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常州市武进区南宅实验学校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曾佳怡</w:t>
            </w:r>
          </w:p>
        </w:tc>
        <w:tc>
          <w:tcPr>
            <w:tcW w:w="122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许正宏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小学甲组一等奖（</w:t>
      </w:r>
      <w:r w:rsidRPr="001574B3">
        <w:rPr>
          <w:rFonts w:ascii="仿宋_GB2312" w:eastAsia="仿宋_GB2312" w:hAnsi="黑体" w:cs="仿宋_GB2312"/>
        </w:rPr>
        <w:t>75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1242"/>
        <w:gridCol w:w="2982"/>
        <w:gridCol w:w="1270"/>
        <w:gridCol w:w="1240"/>
      </w:tblGrid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作品名称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艺术形式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报送学校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作者姓名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《党旗下成长》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溧阳市外国语学校（小学部）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陈敏安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罗寅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《最美乡村》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溧阳市外国语学校（小学部）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狄雨欢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史菲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溧阳市南渡中心小学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符扬欣子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施萤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</w:t>
            </w:r>
            <w:r w:rsidRPr="001574B3">
              <w:rPr>
                <w:rFonts w:ascii="仿宋_GB2312" w:eastAsia="仿宋_GB2312" w:hAnsi="宋体" w:cs="仿宋_GB2312"/>
              </w:rPr>
              <w:t>1</w:t>
            </w:r>
            <w:r w:rsidRPr="001574B3">
              <w:rPr>
                <w:rFonts w:ascii="仿宋_GB2312" w:eastAsia="仿宋_GB2312" w:hAnsi="宋体" w:cs="仿宋_GB2312" w:hint="eastAsia"/>
              </w:rPr>
              <w:t>号公路上的风景》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溧阳市燕湖小学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吴以初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金香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《小桥流水人家》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常州市金坛区华城实验小学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朝阳分校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王浩铭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王彩霞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《江南》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常州市金坛区段玉裁实验小学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韩雅卿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杜</w:t>
            </w:r>
            <w:r>
              <w:rPr>
                <w:rFonts w:ascii="仿宋_GB2312" w:eastAsia="仿宋_GB2312" w:hAnsi="宋体" w:cs="仿宋_GB2312" w:hint="eastAsia"/>
              </w:rPr>
              <w:t>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《一舞惊鸿》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常州市金坛尧塘实验小学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曹甘璐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万蕊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《舞龙》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常州市金坛区薛埠中心小学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冯雅琪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吉晨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《英雄归来》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常州市金坛西城实验小学常胜分校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周夏末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耿慧红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《美味的火锅》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常州市金坛区华罗庚实验学校新城分校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袁乐瑶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秦露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《华夏复兴时》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王乐萱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王云燕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《烈火英雄》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常州市武进区洛阳中心小学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秦晗漪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陈英芬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《飞入菜花》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  <w:spacing w:val="-8"/>
              </w:rPr>
            </w:pPr>
            <w:r w:rsidRPr="00C97A36">
              <w:rPr>
                <w:rFonts w:ascii="仿宋_GB2312" w:eastAsia="仿宋_GB2312" w:hAnsi="宋体" w:cs="仿宋_GB2312" w:hint="eastAsia"/>
                <w:spacing w:val="-8"/>
              </w:rPr>
              <w:t>常州市武进区星河实验小学分校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李心语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庄秋燕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《家乡的树》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常州市武进区湖塘桥第三实验小学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张雅岚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《童年》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常州市武进区星辰实验学校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刘梓璇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陈茹洁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《成长</w:t>
            </w:r>
            <w:r w:rsidRPr="001574B3">
              <w:rPr>
                <w:rFonts w:ascii="仿宋_GB2312" w:eastAsia="仿宋_GB2312" w:cs="仿宋_GB2312"/>
              </w:rPr>
              <w:t>.</w:t>
            </w:r>
            <w:r w:rsidRPr="001574B3">
              <w:rPr>
                <w:rFonts w:ascii="仿宋_GB2312" w:eastAsia="仿宋_GB2312" w:hAnsi="宋体" w:cs="仿宋_GB2312" w:hint="eastAsia"/>
              </w:rPr>
              <w:t>希望》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李嘉琪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《背影》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常州市新北区三井实验小学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陈梓铖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李文卓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《共抗疫情》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常州市新北区三井实验小学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张芷涵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张志芳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《水韵龙城》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常州市新北区奔牛实验小学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蒋易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《清澈地爱，只为中国》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常高凌云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郑政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《文物修复机》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常州市博爱小学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钱玟铎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张雨寒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《快乐小农夫》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陈楚</w:t>
            </w:r>
            <w:r w:rsidRPr="001574B3">
              <w:rPr>
                <w:rFonts w:ascii="仿宋_GB2312" w:hAnsi="宋体" w:cs="宋体" w:hint="eastAsia"/>
              </w:rPr>
              <w:t>煖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雍晓燕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《欢喜过大年》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  <w:r>
              <w:rPr>
                <w:rFonts w:ascii="仿宋_GB2312" w:eastAsia="仿宋_GB2312" w:hAnsi="宋体" w:cs="仿宋_GB2312" w:hint="eastAsia"/>
              </w:rPr>
              <w:t>教育集团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 w:rsidRPr="001574B3">
              <w:rPr>
                <w:rFonts w:ascii="仿宋_GB2312" w:eastAsia="仿宋_GB2312" w:hAnsi="宋体" w:cs="仿宋_GB2312" w:hint="eastAsia"/>
              </w:rPr>
              <w:t>双桂坊校区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胡天一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吉莉君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《厚实的臂弯》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李茗予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周苏明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《精彩有我》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常州市西新桥小学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蒋伊诺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顾坚茹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常州市西新桥小学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吴禹樊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顾坚茹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《大王来了》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常州市芦墅小学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鲍佳佳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颜善恪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《平安校园守护成长》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常州市钟楼实验小学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张金洋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潘欣榆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《集市》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常州市钟楼实验小学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王子钦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许延晴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《温馨的一家人》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常州市西林实验学校（小学部）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吴文婷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彭晓希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《未来仿生科技》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常州市白云小学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陈珂瑶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葛俊薇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《戏韵》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常州市花园第二小学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杨天漪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方雯婷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《梦境》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沈天瑜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《雨中曲》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常州市花园第二小学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吴雪慧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方雯婷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《西游》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常州市武进区剑湖实验学校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沈易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于梦璇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《溢香图》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常州市武进区横山桥中心小学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刘奕辰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是轶群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《赵子昂书札》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溧阳市溧城中心小学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徐亦徽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彭衷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《陆游诗一首》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溧阳市外国语学校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贾予涵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姚波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《节录道德经》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常州市金坛区华罗庚实验学校（小学部）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崔熙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吕建荣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《“百年一党”楹联》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常州市金坛段玉裁实验小学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朱泊铭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孙冬良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《行书立轴》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常州市金坛区河滨小学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毛郑果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谢卫平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《范仲淹家训》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  <w:spacing w:val="-8"/>
              </w:rPr>
            </w:pPr>
            <w:r w:rsidRPr="00C97A36">
              <w:rPr>
                <w:rFonts w:ascii="仿宋_GB2312" w:eastAsia="仿宋_GB2312" w:hAnsi="宋体" w:cs="仿宋_GB2312" w:hint="eastAsia"/>
                <w:spacing w:val="-8"/>
              </w:rPr>
              <w:t>常州市武进区星河实验小学分校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王子榆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周仙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《驱逐倭儿共一樽》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常州市东坡小学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沈逸婷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马燕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《建党现代诗一首》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顾晋如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《毛泽东诗一首》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潘智余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高丰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常州市西横街小学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杨一鸣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许叶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《绵世泽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振家声对联》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常州市西横街小学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潘俊贤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高琦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《沁园春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雪》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常州市怀德苑小学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夏佳琳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查艳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《古诗词》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常州市西新桥小学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山佳琦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夏玲红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</w:t>
            </w:r>
            <w:r w:rsidRPr="001574B3">
              <w:rPr>
                <w:rFonts w:ascii="仿宋_GB2312" w:eastAsia="仿宋_GB2312" w:hAnsi="宋体" w:cs="仿宋_GB2312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</w:rPr>
              <w:t>陈毅诗二首》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金亿洋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张逸文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《九州新篇》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朱嘉禾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奚敏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《建党百年录习近平金句》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查知妤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奚敏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《鲁迅名言一则》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常州市觅渡桥小学（广化校区）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王宇歌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王英杰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《厉行节俭，爱我中华》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常州市邹区实验小学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顾桐语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吴文艳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《毛泽东诗二首》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常州市钟楼区昕弘实验学校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（小学部）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</w:t>
            </w:r>
            <w:r w:rsidRPr="001574B3">
              <w:rPr>
                <w:rFonts w:ascii="仿宋_GB2312" w:hAnsi="宋体" w:cs="宋体" w:hint="eastAsia"/>
              </w:rPr>
              <w:t>玥</w:t>
            </w:r>
            <w:r w:rsidRPr="001574B3">
              <w:rPr>
                <w:rFonts w:ascii="仿宋_GB2312" w:eastAsia="仿宋_GB2312" w:hAnsi="宋体" w:cs="仿宋_GB2312" w:hint="eastAsia"/>
              </w:rPr>
              <w:t>晗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蒋力柯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《毛泽东语录节选》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常州市武进区剑湖实验学校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唐明辉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孙月夏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《张芸睿朱迹》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篆刻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常州市武进区刘海粟小学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张芸睿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张玲珑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《童心向党印心迹》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篆刻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常州市丽华新村第二小学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郑钧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周仰谷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《篆刻》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篆刻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常州市花园第二小学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刘善佳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冯宇顺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恽代英《游黄山》诗词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篆刻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常州市广化小学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赵思睿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《商榷》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溧阳市溧城镇平陵小学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王艺潼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郑君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《乐》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溧阳市溧城镇平陵小学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黄思颖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郑君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《摄影》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溧阳市天目湖中心小学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陈逸雪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吴俊杰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《足球小子》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常州市金坛区河滨小学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于梦涵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侯怡娟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《兄妹情深》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常州市金坛区段玉裁实验小学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周子涵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杜娟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《舞动乾坤》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常州市金坛西城实验小学城西分校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马颢毓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《展翅奋飞》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常州市金坛区华城实验小学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王思淇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王雷明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《校园冬季健身活动之纸飞机》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常州市武进区南宅实验学校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张钱同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许正宏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《动听的歌儿献祖国》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常州市武进区鸣凰中心小学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薛晓萱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《聚焦》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常州市武进区湟里中心小学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王宇升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薛仁良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《童心向党》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钮馨冉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薛健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《交锋》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常州市武进区夏溪小学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王子辰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</w:t>
            </w:r>
            <w:r w:rsidRPr="001574B3">
              <w:rPr>
                <w:rFonts w:ascii="仿宋_GB2312" w:hAnsi="宋体" w:cs="宋体" w:hint="eastAsia"/>
              </w:rPr>
              <w:t>珺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《核试验的军功章》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常州大学附属小学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徐汐菡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谢华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9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《最美定格》</w:t>
            </w:r>
          </w:p>
        </w:tc>
        <w:tc>
          <w:tcPr>
            <w:tcW w:w="124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98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常州市第二实验小学</w:t>
            </w:r>
          </w:p>
        </w:tc>
        <w:tc>
          <w:tcPr>
            <w:tcW w:w="127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江天博</w:t>
            </w:r>
          </w:p>
        </w:tc>
        <w:tc>
          <w:tcPr>
            <w:tcW w:w="124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李霞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小学甲组二等奖（</w:t>
      </w:r>
      <w:r w:rsidRPr="001574B3">
        <w:rPr>
          <w:rFonts w:ascii="仿宋_GB2312" w:eastAsia="仿宋_GB2312" w:hAnsi="黑体" w:cs="仿宋_GB2312"/>
        </w:rPr>
        <w:t>132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9"/>
        <w:gridCol w:w="1281"/>
        <w:gridCol w:w="3543"/>
        <w:gridCol w:w="1418"/>
      </w:tblGrid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作品名称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艺术形式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报送学校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作者姓名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《儿童画》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溧阳市第二实验小学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虞童雨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《绘画》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溧阳市外国语学校（小学部）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王梓竹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《绿野仙踪》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溧阳市溧城镇平陵小学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席一菡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《红心瞰见新时代》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溧阳市南渡中心小学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任钦然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《厉害了我的国》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溧阳市南渡中心小学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蒋佳涵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《最爱南山美食》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溧阳溧城中心小学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马逸萱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《寿比南山》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溧阳市溧城镇昆仑小学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史静怡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《童心向党》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溧阳市溧城镇昆仑小学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管婧萱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《欢乐童年》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溧阳市文化小学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黄蕴</w:t>
            </w:r>
            <w:r w:rsidRPr="001574B3">
              <w:rPr>
                <w:rFonts w:ascii="仿宋_GB2312" w:hAnsi="宋体" w:cs="宋体" w:hint="eastAsia"/>
              </w:rPr>
              <w:t>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《爱足球》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常州市金坛区河滨小学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万雨哲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《实践》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常州市金坛区五叶小学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王怡然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《歌声嘹亮》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常州市金坛区华罗庚实验学校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周禹宸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《打败新冠病毒》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常州市武进区礼嘉中心小学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时鑫晨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《运之河》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常州市武进区湖塘第三实验小学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刘芊烨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《青山绿水就是金山银山》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常州市武进区星韵学校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《我为祖国庆生》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常州市武进区星韵学校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施梓涵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《夏天》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常州市武进区星辰实验学校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程麒菲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《不简单的玉米》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常州市武进区湖塘桥实验小学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翟天瑜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《神奇的旅行》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常州市武进区湖塘桥实验小学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肖雨馨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《浓情端午》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常州市武进区崔桥小学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顾紫萱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《千里江山》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常州市武进区星河实验小学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谢佳澄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《党在心中》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常州市新北区三井实验小学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朱奕宁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</w:t>
            </w:r>
            <w:r w:rsidRPr="001574B3">
              <w:rPr>
                <w:rFonts w:ascii="仿宋_GB2312" w:eastAsia="仿宋_GB2312" w:hAnsi="宋体" w:cs="仿宋_GB2312"/>
              </w:rPr>
              <w:t>2021</w:t>
            </w:r>
            <w:r w:rsidRPr="001574B3">
              <w:rPr>
                <w:rFonts w:ascii="仿宋_GB2312" w:eastAsia="仿宋_GB2312" w:hAnsi="宋体" w:cs="仿宋_GB2312" w:hint="eastAsia"/>
              </w:rPr>
              <w:t>，蒸蒸日上》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常州市新北区薛家实验小学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吴易轩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《最美新北》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常州市新北区龙虎塘实验小学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王予妤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《南湖红船》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常州市新北区汤庄桥小学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李婷毓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《儿童画》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常州市新北区魏村中心小学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王馨莹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《共贺百年辉煌》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常州市新北区万绥小学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谢欣怡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《阳光伴我们成长》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常州市新北区奔牛实验小学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鲍欣蕾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《绘党旗，颂党恩》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常州市新北区圩塘中心小学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陈梦涵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《一心向党》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常州市新北区安家中心小学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《党旗飘扬》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常州市新北区小河中心小学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潘瑜鑫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《党心照现代》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常州市新北区香槟湖小学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程香凝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《华夏之旅茁壮成长》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常州市局前街小学教育集团华润小学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董蕊蜜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《我与家乡共成长》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常州市局前街小学教育集团华润小学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王姝缘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《阳光下快乐成长》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常州市博爱小学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钱夕桐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《飞行梦想》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常州市郑陆实验学校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刘小倩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《红色初心》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常州市朝阳新村第二小学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魏雪敏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《百年巨变，不忘初心》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常州市朝阳新村第二小学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李晓悦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《我们的祖国》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徐铭语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《相拥百年》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赵植和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《繁花似锦》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常州市北环路小学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</w:t>
            </w:r>
            <w:r w:rsidRPr="001574B3">
              <w:rPr>
                <w:rFonts w:ascii="仿宋_GB2312" w:hAnsi="宋体" w:cs="宋体" w:hint="eastAsia"/>
              </w:rPr>
              <w:t>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《梦幻城堡》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常州市北环路小学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李戴琦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《路平的花园》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常州市北环路小学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郭路平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《多功能窨井盖》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常州市红梅实验小学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宗渝函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《新竹农场</w:t>
            </w:r>
            <w:r w:rsidRPr="001574B3">
              <w:rPr>
                <w:rFonts w:ascii="仿宋_GB2312" w:eastAsia="仿宋_GB2312" w:cs="仿宋_GB2312"/>
              </w:rPr>
              <w:t>.</w:t>
            </w:r>
            <w:r w:rsidRPr="001574B3">
              <w:rPr>
                <w:rFonts w:ascii="仿宋_GB2312" w:eastAsia="仿宋_GB2312" w:hAnsi="宋体" w:cs="仿宋_GB2312" w:hint="eastAsia"/>
              </w:rPr>
              <w:t>爱心义卖》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孙欣岗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《我为祖国自豪》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黄钰洋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《向阳而生》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陆柯宇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《春生》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常州市花园第二小学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包新悦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《龙城春韵》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常州市钟楼区昕弘实验学校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（小学部）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胡</w:t>
            </w:r>
            <w:r w:rsidRPr="001574B3">
              <w:rPr>
                <w:rFonts w:ascii="仿宋_GB2312" w:hAnsi="宋体" w:cs="宋体" w:hint="eastAsia"/>
              </w:rPr>
              <w:t>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《龙城运河图》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  <w:r>
              <w:rPr>
                <w:rFonts w:ascii="仿宋_GB2312" w:eastAsia="仿宋_GB2312" w:hAnsi="宋体" w:cs="仿宋_GB2312" w:hint="eastAsia"/>
              </w:rPr>
              <w:t>教育集团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（平冈校区）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霍振天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《奔跑吧少年》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常州市经开区实验小学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殷舞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《党辉下成长》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常州市经开区实验小学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王展兴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《未来城市》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常州市武进区横林实验小学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李伊禾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《最美龙城是我家》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常州市丁堰小学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盛悦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常州市戚墅堰东方小学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叶安琪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《一束花一份情》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常州市新北区三井实验小学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陈鸣谦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《花卉》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蒋昕</w:t>
            </w:r>
            <w:r w:rsidRPr="001574B3">
              <w:rPr>
                <w:rFonts w:ascii="仿宋_GB2312" w:hAnsi="宋体" w:cs="宋体" w:hint="eastAsia"/>
              </w:rPr>
              <w:t>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《油菜开花了》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常州市觅渡桥小学（广化）校区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</w:t>
            </w:r>
            <w:r w:rsidRPr="001574B3">
              <w:rPr>
                <w:rFonts w:ascii="仿宋_GB2312" w:hAnsi="宋体" w:cs="宋体" w:hint="eastAsia"/>
              </w:rPr>
              <w:t>浥</w:t>
            </w:r>
            <w:r w:rsidRPr="001574B3">
              <w:rPr>
                <w:rFonts w:ascii="仿宋_GB2312" w:eastAsia="仿宋_GB2312" w:hAnsi="宋体" w:cs="仿宋_GB2312" w:hint="eastAsia"/>
              </w:rPr>
              <w:t>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《朱熹春日》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溧阳市燕湖小学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王奕之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《崔曙诗》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溧阳市外国语学校（小学部）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陈哲涵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《言恭达诗》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溧阳市外国语学校（小学部）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谢宇辰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《古诗两首》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溧阳市溧城中心小学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黄梓轩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《李商隐诗》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溧阳市溧城中心小学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朱峻逸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溧阳市第二实验小学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邵亦钒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《赞党诗一首》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溧阳市第二实验小学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孙翌文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《唐诗两首》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溧阳市戴埠中心小学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钱欣怡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《古诗六首》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常州市金坛区华罗庚实验学校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（小学部）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周禹宸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《古诗两首》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常州市金坛区东城实验小学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卞晶怡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常州市金坛区华罗庚实验学校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王瑜</w:t>
            </w:r>
            <w:r w:rsidRPr="001574B3">
              <w:rPr>
                <w:rFonts w:ascii="仿宋_GB2312" w:hAnsi="宋体" w:cs="宋体" w:hint="eastAsia"/>
              </w:rPr>
              <w:t>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《节录兰亭序》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常州市金坛西城实验小学常胜分校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李梓越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《古诗立轴》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常州市金坛区河滨小学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《赞党诗一首》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常州市武进区南塘桥小学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李丹晨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《放飞中国梦》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常州市武进区牛塘中心小学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施天煜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《送梁六自洞庭山作》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常州市武进区牛塘中心小学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朱芯怡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陈毅诗《梅岭三章之一》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《七律长征》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王成珏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《王昌龄诗》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常州市武进区潘家小学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</w:t>
            </w:r>
            <w:r w:rsidRPr="001574B3">
              <w:rPr>
                <w:rFonts w:ascii="仿宋_GB2312" w:hAnsi="宋体" w:cs="宋体" w:hint="eastAsia"/>
              </w:rPr>
              <w:t>喆玥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《白居易诗一首》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常州市武进区刘海粟小学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陈张源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《长征》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常州市武进区星河实验小学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潘宇博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《唐诗二首》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常州市武进区鸣凰中心小学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王瑞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《毛主席诗一首》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常州市武进区马杭中心小学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庞龙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《对联》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常州市武进区星辰实验学校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张得曦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常州市武进区湖塘桥实验小学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陈奕清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《瞿秋白诗》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常州市新北区罗溪中心小学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曹子衿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《毛主席词》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常州市新北区新桥第二实验小学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陈敏轩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《对联一首》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常州市新北区圩塘中心小学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胡益</w:t>
            </w:r>
            <w:r w:rsidRPr="001574B3">
              <w:rPr>
                <w:rFonts w:ascii="仿宋_GB2312" w:hAnsi="宋体" w:cs="宋体" w:hint="eastAsia"/>
              </w:rPr>
              <w:t>璠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《对联一则》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常州市新北区奔牛实验小学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鲍欣蕾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《滨江抒怀》（节录）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常州市新北区孟河中心小学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杨雨馨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《毛主席词》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尤硕涵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汤鸣语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《七律长征》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刘思岩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《红船精神永流传》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周星宇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《赞党诗一首》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姜</w:t>
            </w:r>
            <w:r w:rsidRPr="001574B3">
              <w:rPr>
                <w:rFonts w:ascii="仿宋_GB2312" w:hAnsi="宋体" w:cs="宋体" w:hint="eastAsia"/>
              </w:rPr>
              <w:t>旻</w:t>
            </w:r>
            <w:r w:rsidRPr="001574B3">
              <w:rPr>
                <w:rFonts w:ascii="仿宋_GB2312" w:eastAsia="仿宋_GB2312" w:hAnsi="宋体" w:cs="仿宋_GB2312" w:hint="eastAsia"/>
              </w:rPr>
              <w:t>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《陈毅诗一首》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莫凌姗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《美丽祖国》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葛亦翔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《陈毅诗一首》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常州市解放路小学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刘心言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《爱国诗一首》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常州市浦前中心小学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吴彤萱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《神州圆梦荐轩辕》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常州市东坡小学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李晨曦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《建党百年诗一首》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常州市东坡小学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孟心怡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《山河锦绣》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蒋知言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《节临兰亭序》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朱文汇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《赞党诗一首》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刘奕睿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《中国梦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爱国心》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常州市西新桥小学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缪烨琳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《习近平语录》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常州市西新桥小学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陈佳铭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《李商隐诗一首》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  <w:r>
              <w:rPr>
                <w:rFonts w:ascii="仿宋_GB2312" w:eastAsia="仿宋_GB2312" w:hAnsi="宋体" w:cs="仿宋_GB2312" w:hint="eastAsia"/>
              </w:rPr>
              <w:t>教育集团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 w:rsidRPr="001574B3">
              <w:rPr>
                <w:rFonts w:ascii="仿宋_GB2312" w:eastAsia="仿宋_GB2312" w:hAnsi="宋体" w:cs="仿宋_GB2312" w:hint="eastAsia"/>
              </w:rPr>
              <w:t>平冈校区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杨晨钧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《山居秋暝》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Default="006930CE" w:rsidP="00F97F3E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常州市实验小学</w:t>
            </w:r>
            <w:r>
              <w:rPr>
                <w:rFonts w:ascii="仿宋_GB2312" w:eastAsia="仿宋_GB2312" w:hAnsi="宋体" w:cs="仿宋_GB2312" w:hint="eastAsia"/>
              </w:rPr>
              <w:t>教育集团</w:t>
            </w:r>
          </w:p>
          <w:p w:rsidR="006930CE" w:rsidRPr="001574B3" w:rsidRDefault="006930CE" w:rsidP="00F97F3E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（</w:t>
            </w:r>
            <w:r w:rsidRPr="001574B3">
              <w:rPr>
                <w:rFonts w:ascii="仿宋_GB2312" w:eastAsia="仿宋_GB2312" w:hAnsi="宋体" w:cs="仿宋_GB2312" w:hint="eastAsia"/>
              </w:rPr>
              <w:t>平冈校区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陈奕菲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《答谢中书书》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常州市卜弋小学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王俪影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《古诗一首》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常州市钟楼实验小学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傅莘茗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《对联一则》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常州市怀德苑小学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沈灏云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《昔仲尼楷书立轴》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常州市邹区实验小学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张雨童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《众志成贤》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常州市经开区冯仲云小学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石凌睿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《高铁银鹰对联》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常州市武进区宋剑湖小学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林鼎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《世说新语一则》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常州市经开区实验小学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《颂彭总》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常州市丁堰小学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陈慧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《毛泽东七律长征》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常州市武进区横山桥中心小学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朱宸溪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《和平》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篆刻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常州市武进区宋剑湖小学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许晨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《徐伟成篆刻》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篆刻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常州市花园第二小学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徐伟成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《拾穗者》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溧阳市西平小学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狄可心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《疫情时的课堂》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常州市金坛区华城实验小学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欧阳睿</w:t>
            </w:r>
            <w:r w:rsidRPr="001574B3">
              <w:rPr>
                <w:rFonts w:ascii="仿宋_GB2312" w:hAnsi="宋体" w:cs="宋体" w:hint="eastAsia"/>
              </w:rPr>
              <w:t>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《一丝不苟》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常州市金坛区华城实验小学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刘沁语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《哥哥·你慢点走》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常州市武进区星辰实验学校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周煜婷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《龙城韵》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常州市武进区南塘桥小学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沈炎彬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《向阳生长》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庄戴恩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《我们一起来投掷》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常州市武进区崔桥小学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顾紫萱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《艺术的碰撞》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常州市浦前中心小学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陆鸿睿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《小记者采访刺绣馆》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常州市郑陆实验学校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耿一凡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《阳光小妹》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常州市北环路小学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时影瞳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《寻找春天》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常州市第二实验小学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江天博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《冲》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常州市泰村实验学校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司皖云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《晨曦荷锄》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常州市武进区遥观中心小学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周雨辰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《生命之水》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常州市武进区横山桥中心小学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刘钦柠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《古运新貌》</w:t>
            </w:r>
          </w:p>
        </w:tc>
        <w:tc>
          <w:tcPr>
            <w:tcW w:w="1281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常州市丁堰小学</w:t>
            </w:r>
          </w:p>
        </w:tc>
        <w:tc>
          <w:tcPr>
            <w:tcW w:w="141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王子诺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中学甲组特等奖（</w:t>
      </w:r>
      <w:r w:rsidRPr="001574B3">
        <w:rPr>
          <w:rFonts w:ascii="仿宋_GB2312" w:eastAsia="仿宋_GB2312" w:hAnsi="黑体" w:cs="仿宋_GB2312"/>
        </w:rPr>
        <w:t>16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6"/>
        <w:gridCol w:w="1276"/>
        <w:gridCol w:w="2693"/>
        <w:gridCol w:w="1190"/>
        <w:gridCol w:w="1276"/>
      </w:tblGrid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作品名称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艺术形式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报送学校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作者姓名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《江南游》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常州市武进区星辰实验学校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张恺霖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黄颖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《抗击疫情</w:t>
            </w:r>
            <w:r w:rsidRPr="001574B3">
              <w:rPr>
                <w:rFonts w:ascii="仿宋_GB2312" w:eastAsia="仿宋_GB2312" w:hAnsi="宋体" w:cs="Times New Roman"/>
              </w:rPr>
              <w:t>•</w:t>
            </w:r>
            <w:r w:rsidRPr="001574B3">
              <w:rPr>
                <w:rFonts w:ascii="仿宋_GB2312" w:eastAsia="仿宋_GB2312" w:hAnsi="宋体" w:cs="仿宋_GB2312" w:hint="eastAsia"/>
              </w:rPr>
              <w:t>阳光下成长》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陈雨轩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何佳玲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《凤冠》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常州市北郊高级中学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言鼎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杨铭妍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《我、最后一条鱼与世界的尽头》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江可欣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江汉友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《祭出心脏》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邵蓁宜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江汉友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《风景速写》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许焱祺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屠嵘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《守护》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常州市第五中学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丁书睿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王红军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《抗疫》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常州市第五中学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李欣悦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施维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《古诗词数首》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常州市金坛段玉裁初级中学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王雨涵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居云霞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《长歌行（汉乐府）》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常州市金坛第四中学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陈宁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申云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《青阳道中》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常州市武进区人民路初级中学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戴楠朔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张维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《急就章》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罗澄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叶齐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《唐李枕诗一首》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丁庭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闵红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《沁园春</w:t>
            </w:r>
            <w:r w:rsidRPr="001574B3">
              <w:rPr>
                <w:rFonts w:ascii="仿宋_GB2312" w:eastAsia="仿宋_GB2312" w:hAnsi="宋体" w:cs="Times New Roman"/>
              </w:rPr>
              <w:t>•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长沙》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常州市北郊高级中学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姚亚娟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杨铭妍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《阳光下成长诗句》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软笔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常州外国语学校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陈姝涵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虞惠丽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83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《显微镜下蔬果的奇妙探秘》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常州市武进区星辰实验学校</w:t>
            </w:r>
          </w:p>
        </w:tc>
        <w:tc>
          <w:tcPr>
            <w:tcW w:w="1190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张恺霖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吴静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中学甲组一等奖（</w:t>
      </w:r>
      <w:r w:rsidRPr="001574B3">
        <w:rPr>
          <w:rFonts w:ascii="仿宋_GB2312" w:eastAsia="仿宋_GB2312" w:hAnsi="黑体" w:cs="仿宋_GB2312"/>
        </w:rPr>
        <w:t>79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2689"/>
        <w:gridCol w:w="1423"/>
        <w:gridCol w:w="2693"/>
        <w:gridCol w:w="1276"/>
        <w:gridCol w:w="1276"/>
      </w:tblGrid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作品名称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艺术形式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报送学校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作者姓名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指导老师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《童年》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常乐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《老屋》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溧阳市光华高级中学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卢一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卢忠免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《黎明前》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常州市金坛区金沙高级中学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施文婕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柳红林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《芦花野鸭图》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林欣怡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徐新华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《岁月》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朱晓倩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刘香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《枝头春意闹》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徐川石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杨鸿斌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《时代先锋》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蔡欣怡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刘新茹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《幸福生活》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杨文君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《宁静的午后》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常州市武进区鸣凰中学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陈星羽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王灿灿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《在阳光下成长》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常州市武进区礼嘉初级中学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陈秋宇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蒋敏芬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《绿水青山就是金山银山》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常州市西夏墅中学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周小伟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《幻境》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常州市正衡中学天宁分校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俞平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《新海底世界之海绵宝宝》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常州市正衡中学天宁分校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朱天姿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《远方》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张语</w:t>
            </w:r>
            <w:r w:rsidRPr="001574B3">
              <w:rPr>
                <w:rFonts w:ascii="仿宋_GB2312" w:hAnsi="宋体" w:cs="宋体" w:hint="eastAsia"/>
              </w:rPr>
              <w:t>瑄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岳敏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《心中有国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家中有爱》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常州市实验初级中学天宁分校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朱莉娜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《灾难搜救飞船》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常州市焦溪初级中学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</w:t>
            </w:r>
            <w:r w:rsidRPr="001574B3">
              <w:rPr>
                <w:rFonts w:ascii="仿宋_GB2312" w:hAnsi="宋体" w:cs="宋体" w:hint="eastAsia"/>
              </w:rPr>
              <w:t>璟</w:t>
            </w:r>
            <w:r w:rsidRPr="001574B3">
              <w:rPr>
                <w:rFonts w:ascii="仿宋_GB2312" w:eastAsia="仿宋_GB2312" w:hAnsi="宋体" w:cs="仿宋_GB2312" w:hint="eastAsia"/>
              </w:rPr>
              <w:t>添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滕金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2689" w:type="dxa"/>
            <w:gridSpan w:val="2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《理想生活》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常州市实验初级中学天宁分校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伍清链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李夏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《以梦为马不负韶华》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常州市钟楼外国语学校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唐瑛梓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严晔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《梦想的乐章》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常州市钟楼外国语学校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张静贤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严晔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《运之境》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常州市新闸中学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周锦怡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朱丹萍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《抗疫》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常州经开区初级中学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陈思懿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朱琳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《机器人医生》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常州市武进区横林初级中学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高曼妮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戚燕萍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《家乡》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芮珏妍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靳智玲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《踏青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春光无限好》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胡欣涵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闵红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《篦梁灯火耀》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梁煜昕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李昭君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《聆听深海的声音》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常州市田家炳高级中学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何苏文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莫鸣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《绽放理想》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殷诗然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邹沁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《夏日随想》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王汐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裴瑞雨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《同一片蓝天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同一群少年》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唐菲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屠嵘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《绘画》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杨馨奕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屠嵘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《华夏印象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山海经》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徐馨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江汉友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《狮舞东方》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李彦希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王嘉群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《海滨的不夜城》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李宜洲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陈莉吉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《重燃国粹</w:t>
            </w:r>
            <w:r w:rsidRPr="001574B3">
              <w:rPr>
                <w:rFonts w:ascii="仿宋_GB2312" w:eastAsia="仿宋_GB2312" w:hAnsi="宋体" w:cs="仿宋_GB2312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</w:rPr>
              <w:t>京剧》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常州市教科院附属中学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金</w:t>
            </w:r>
            <w:r w:rsidRPr="001574B3">
              <w:rPr>
                <w:rFonts w:ascii="仿宋_GB2312" w:hAnsi="宋体" w:cs="宋体" w:hint="eastAsia"/>
              </w:rPr>
              <w:t>偲</w:t>
            </w:r>
            <w:r w:rsidRPr="001574B3">
              <w:rPr>
                <w:rFonts w:ascii="仿宋_GB2312" w:eastAsia="仿宋_GB2312" w:hAnsi="宋体" w:cs="仿宋_GB2312" w:hint="eastAsia"/>
              </w:rPr>
              <w:t>璇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陈圣方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《复兴之路》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常州市勤业中学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赵芯蕾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张勤贞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《夜卫》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王荪晨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李星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《逆光下的少年》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常州市丽华中学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管洋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常新华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《双鸽庆百年》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常州市金坛区华罗庚实验学校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张宗轩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张素芳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《行书条屏》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溧阳市戴埠高级中学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史凯成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潘洪光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《般若波罗蜜心经》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溧阳市燕湖初级中学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陆愉馨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韩丽萍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《王安石游杭州圣果寺》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戴羽佳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杨玲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常州市金坛第五初级中学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王婷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欧阳辉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常州市金坛区金沙高级中学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王冬烨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《念奴娇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井冈山》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常州市金坛区华罗庚实验学校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杨淳奕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张素芳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《登庐山诗一首》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张雨馨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杨鸿斌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《司马迁报任安书》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常州市武进区湟里高级中学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蒋梓慧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王爱琴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《江南诗四首》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常州市武进区湟里初级中学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金翰林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蒋秋霞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《王维桃源行》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常州市武进区嘉泽初级中学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李雅婷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张华娟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常州市武进区礼河实验学校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蒋知渔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卜建英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  <w:spacing w:val="-7"/>
              </w:rPr>
            </w:pPr>
            <w:r w:rsidRPr="00C97A36">
              <w:rPr>
                <w:rFonts w:ascii="仿宋_GB2312" w:eastAsia="仿宋_GB2312" w:hAnsi="宋体" w:cs="仿宋_GB2312" w:hint="eastAsia"/>
                <w:spacing w:val="-7"/>
              </w:rPr>
              <w:t>常州市新北区新桥初级中学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刘鼎宸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曹译丹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《隶书诗一首》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刘子捷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岳敏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《王维诗一首》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袁睿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岳敏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《节录体育之研究》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</w:rPr>
              <w:t>常州市西林实验学校</w:t>
            </w:r>
          </w:p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</w:rPr>
              <w:t>（初中部）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韩改改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吕建青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《爱莲说》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</w:rPr>
              <w:t>常州市西林实验学校</w:t>
            </w:r>
          </w:p>
          <w:p w:rsidR="006930CE" w:rsidRPr="00C97A36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C97A36">
              <w:rPr>
                <w:rFonts w:ascii="仿宋_GB2312" w:eastAsia="仿宋_GB2312" w:hAnsi="宋体" w:cs="仿宋_GB2312" w:hint="eastAsia"/>
              </w:rPr>
              <w:t>（初中部）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黄炜宸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吕建青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《对联一幅》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常州市钟楼外国语学校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张子恬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严晔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  <w:spacing w:val="-7"/>
              </w:rPr>
              <w:t>常州市钟楼区昕弘实验学校（中学部）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李雨彤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蒋力柯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《人民是历史的创造者》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王钰淇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景文静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《人民解放军占领南京》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常州市第三中学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孙汉文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高波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郑宇希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王晓炜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王潇宇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王晓炜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张吉甫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王柠佳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《王维诗一首》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罗湘缘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欧阳旭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《建党诗一首》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纪懿桐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常芸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《阳光下的少年诗一首》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孙可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常芸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《卜算子海岸神韵》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常州市教科院附属中学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楼朝缘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陈圣方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叶剑英《蝶恋花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海南岛》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常州市教科院附属中学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冯子</w:t>
            </w:r>
            <w:r w:rsidRPr="001574B3">
              <w:rPr>
                <w:rFonts w:ascii="仿宋_GB2312" w:hAnsi="宋体" w:cs="宋体" w:hint="eastAsia"/>
              </w:rPr>
              <w:t>湉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王相怡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《唐寅诗一首》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沈钰馨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徐旭虹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《念奴娇颂党》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杨与同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徐旭虹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《楷书中堂》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王姝涵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王晓炜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《太平乐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岁丰仍节俭》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颜欣钰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丁雯华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《大爱》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江苏省华罗庚中学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王俞淇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严晓东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《少年》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王涵轶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叶齐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《齐心协力》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常州市泰村实验学校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刘畅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夏惠娟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《校园童话》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沈采飞阳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靳智玲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《鸣》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苗奕桐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于洋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《盛世华章》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常州市田家炳高级中学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薛非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莫鸣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《飞龙水城》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吴心悦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王静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《常州教科院附中萤火虫志愿者在行动》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常州市教科院附属中学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吕梁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陈圣方</w:t>
            </w:r>
          </w:p>
        </w:tc>
      </w:tr>
      <w:tr w:rsidR="006930CE" w:rsidRPr="001574B3">
        <w:trPr>
          <w:gridBefore w:val="1"/>
          <w:trHeight w:val="567"/>
          <w:jc w:val="center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《行走在凡尘净土间》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269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常州市同济中学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荆一扬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孔德颖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中学甲组二等奖（</w:t>
      </w:r>
      <w:r w:rsidRPr="001574B3">
        <w:rPr>
          <w:rFonts w:ascii="仿宋_GB2312" w:eastAsia="仿宋_GB2312" w:hAnsi="黑体" w:cs="仿宋_GB2312"/>
        </w:rPr>
        <w:t>94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93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89"/>
        <w:gridCol w:w="1423"/>
        <w:gridCol w:w="3254"/>
        <w:gridCol w:w="1565"/>
      </w:tblGrid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作品名称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艺术形式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报送学校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hAnsi="黑体" w:cs="Times New Roman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作者姓名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《南山竹海》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江苏省溧阳中等专业学校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易鸣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《琴棋书画庆七一》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江苏省溧阳中学附属初级中学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孙静远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《阳光下的休憩》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溧阳市光华初级中学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刘华越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《清平世界》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常州市武进区前黄高级中学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郑亦宁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《党耀大地》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常州市武进区洛阳高级中学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王佳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《水彩》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姚倩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《三月春风》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常州市武进区南夏墅初级中学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胡馨月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《街边色彩》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常州市武进区礼嘉初级中学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毛妍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《水乡》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常州市武进区礼嘉初级中学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吴安琪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《青果巷》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常州市武进区淹城初级中学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胡宸杰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《抗疫英雄》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常州市新北区新桥初级中学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吴依含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《可爱的小动物》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常州市第二十四中学天宁分校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奖欣瑶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高芸曦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</w:t>
            </w:r>
            <w:r w:rsidRPr="001574B3">
              <w:rPr>
                <w:rFonts w:ascii="仿宋_GB2312" w:hAnsi="宋体" w:cs="宋体" w:hint="eastAsia"/>
              </w:rPr>
              <w:t>璟</w:t>
            </w:r>
            <w:r w:rsidRPr="001574B3">
              <w:rPr>
                <w:rFonts w:ascii="仿宋_GB2312" w:eastAsia="仿宋_GB2312" w:hAnsi="宋体" w:cs="仿宋_GB2312" w:hint="eastAsia"/>
              </w:rPr>
              <w:t>云清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《洛神赋》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何恬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《松鹤延年图》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张庆宇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《高山万道》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许馨文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《童心向党，梦想启航》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常州市正衡中学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姜铃琳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《快乐生活》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常州市实验初级中学天宁分校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包苡吟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《阳光下的少年》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常州市第二十四中学天宁分校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孙雁初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《我运动我健康我快乐》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常州市钟楼实验中学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何秉贤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《记忆》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常州卜弋中学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杨伊晗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《京剧脸谱》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常州市泰村实验学校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周宇恒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《水彩画》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常州市新闸中学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王珂歆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《百花齐放》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常州市武进区遥观初级中学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吴敬苏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《大利大吉，春光无限》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常州市武进区芙蓉初级中学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</w:t>
            </w:r>
            <w:r w:rsidRPr="001574B3">
              <w:rPr>
                <w:rFonts w:ascii="仿宋_GB2312" w:hAnsi="宋体" w:cs="宋体" w:hint="eastAsia"/>
              </w:rPr>
              <w:t>祎</w:t>
            </w:r>
            <w:r w:rsidRPr="001574B3">
              <w:rPr>
                <w:rFonts w:ascii="仿宋_GB2312" w:eastAsia="仿宋_GB2312" w:hAnsi="宋体" w:cs="仿宋_GB2312" w:hint="eastAsia"/>
              </w:rPr>
              <w:t>韵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《致敬》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565" w:type="dxa"/>
            <w:noWrap/>
            <w:vAlign w:val="center"/>
          </w:tcPr>
          <w:p w:rsidR="006930CE" w:rsidRDefault="006930CE" w:rsidP="00C97A36">
            <w:pPr>
              <w:spacing w:line="320" w:lineRule="exact"/>
              <w:jc w:val="center"/>
              <w:rPr>
                <w:rFonts w:ascii="仿宋_GB2312" w:eastAsia="仿宋_GB2312" w:hAnsi="宋体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王致远、</w:t>
            </w:r>
          </w:p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hAnsi="宋体" w:cs="仿宋_GB2312" w:hint="eastAsia"/>
              </w:rPr>
              <w:t>商</w:t>
            </w:r>
            <w:r w:rsidRPr="001574B3">
              <w:rPr>
                <w:rFonts w:ascii="仿宋_GB2312" w:eastAsia="仿宋_GB2312" w:hAnsi="宋体" w:cs="仿宋_GB2312" w:hint="eastAsia"/>
              </w:rPr>
              <w:t>梦嘉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《向·幸福》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朱悦尔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《水彩画》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王杨霁楚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《旗正飘飘》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冯翊程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《南山晨曦》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耿沐</w:t>
            </w:r>
            <w:r w:rsidRPr="001574B3">
              <w:rPr>
                <w:rFonts w:ascii="仿宋_GB2312" w:hAnsi="宋体" w:cs="宋体" w:hint="eastAsia"/>
              </w:rPr>
              <w:t>鋆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《阳光的小镇》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刘苗苗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《白衣战士》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仇梦佳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《海·无》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李扬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《蓝色冥想》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李晓萌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《晴空》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常州市第三中学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方菲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《幸福像花儿一样》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常州市第四中学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刘念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《用爱去教》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常州实验初级中学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黄玉衡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常州实验初级中学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金林燕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赵禹程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《百年征程》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龚灵婕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《外婆家的小路》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常州市教科院附属中学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陈梓珏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《树亦有情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不负春光》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常州市同济中学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孔一轩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《竹林渔</w:t>
            </w:r>
            <w:r w:rsidRPr="001574B3">
              <w:rPr>
                <w:rFonts w:ascii="仿宋_GB2312" w:hAnsi="宋体" w:cs="宋体" w:hint="eastAsia"/>
              </w:rPr>
              <w:t>邨</w:t>
            </w:r>
            <w:r w:rsidRPr="001574B3">
              <w:rPr>
                <w:rFonts w:ascii="仿宋_GB2312" w:eastAsia="仿宋_GB2312" w:hAnsi="宋体" w:cs="仿宋_GB2312" w:hint="eastAsia"/>
              </w:rPr>
              <w:t>图》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何长逸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《山色有无中》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</w:t>
            </w:r>
            <w:r w:rsidRPr="001574B3">
              <w:rPr>
                <w:rFonts w:ascii="仿宋_GB2312" w:hAnsi="宋体" w:cs="宋体" w:hint="eastAsia"/>
              </w:rPr>
              <w:t>喆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《沉着的狮王》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王梓鑫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《蔚色沧海》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顾嘉怡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《抗疫》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常州市翠竹中学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金玺媛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《水墨牡丹》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常州市兰陵中学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秦雪儿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《民族复兴》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常州外国语学校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鞠锦秋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《登高图》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常州外国语学校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万程颐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《故乡情》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仲明阳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《役线》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常州市丽华中学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张笑妍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《向前奔跑》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常州市丽华中学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汤晨旭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《老常州新常州》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常州市丽华中学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顾晨骐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《美好的新生活》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常州市市北实验初级中学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陈嘉敏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《连年有鱼》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常州市第二十四中学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蒋钰恬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《辉煌百年》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常州市明德实验中学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樊婉婷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《在阳光下成长》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常州市朝阳中学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高馨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《阳光下成长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绘画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江苏省常州高级中学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陶姝文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《抗疫诗一首》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溧阳市戴埠高级中学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兰心怡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溧阳市燕湖初级中学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杭雨霖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《瞿秋白诗》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江苏省前黄高级中学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严鑫怡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《楷书条幅》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常州市武进区洛阳高级中学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戴珈蓉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《李清照诗》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常州市武进区洛阳高级中学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王千慧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《诫子书》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常州市武进区湟里初级中学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王清</w:t>
            </w:r>
            <w:r w:rsidRPr="001574B3">
              <w:rPr>
                <w:rFonts w:ascii="仿宋_GB2312" w:hAnsi="宋体" w:cs="宋体" w:hint="eastAsia"/>
              </w:rPr>
              <w:t>詡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《登飞来峰》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常州市武进区人民路初级中学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仇天宇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常州市武进区湖塘实验中学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唐子尧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《杜甫诗一首》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江苏省奔牛高级中学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高瑜璇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《浪淘沙</w:t>
            </w:r>
            <w:r w:rsidRPr="001574B3">
              <w:rPr>
                <w:rFonts w:ascii="仿宋_GB2312" w:eastAsia="仿宋_GB2312" w:hAnsi="宋体" w:cs="仿宋_GB2312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</w:rPr>
              <w:t>北戴河》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常州市新北区魏村中学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陈云丹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《阴符经上篇》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常州市西夏墅中学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言俊豪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《毛泽东词一首》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常州市西夏墅中学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朱文灏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《横江词》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江苏省横林高级中学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吴梦恬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《毛泽东诗词》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常州市武进区横林初级中学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翟涵希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《续辈诗》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常州市武进区横山桥初级中学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方晨曦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《习总书记重要讲话》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常州市田家炳高级中学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刘翔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《陆游诗一首》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常州市实验初级中学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张博文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《畅想时代》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常州市市北实验初级中学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杨漪</w:t>
            </w:r>
            <w:r w:rsidRPr="001574B3">
              <w:rPr>
                <w:rFonts w:ascii="仿宋_GB2312" w:hAnsi="宋体" w:cs="宋体" w:hint="eastAsia"/>
              </w:rPr>
              <w:t>沨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《古诗两首》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常州市丽华中学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曹沈立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《劝学》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常州市第二十四中学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潘若漪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《毛泽东诗一首》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常州市同济中学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周倾译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《中华五千年》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常州市明德实验中学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李御轩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《红船颂歌》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常州市清潭中学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阮柯晴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《白衣天使赞》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常州市勤业中学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吴睿凡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《篆书对联一则》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常州市勤业中学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许钰鹏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《毛泽东诗二首》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常州市北环中学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陈丽华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《红色传承》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常州市翠竹中学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杜津翔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《纪念建党一百周年》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书法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常州市兰陵中学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王善宇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《挖笋归来》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溧阳市戴埠初级中学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石佳艳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《抗疫不放松》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常州市金坛第五初级中学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张艳君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《城·程》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常州市金坛区华罗庚实验学校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潘亦心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《鸟语</w:t>
            </w:r>
            <w:r w:rsidRPr="001574B3">
              <w:rPr>
                <w:rFonts w:ascii="仿宋_GB2312" w:eastAsia="仿宋_GB2312" w:hAnsi="宋体" w:cs="仿宋_GB2312"/>
              </w:rPr>
              <w:t>—</w:t>
            </w:r>
            <w:r w:rsidRPr="001574B3">
              <w:rPr>
                <w:rFonts w:ascii="仿宋_GB2312" w:eastAsia="仿宋_GB2312" w:hAnsi="宋体" w:cs="仿宋_GB2312" w:hint="eastAsia"/>
              </w:rPr>
              <w:t>丁塘河公园美景》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常州市北郊初级中学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江晗月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《城西·初雪》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常州市花园中学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邱亦</w:t>
            </w:r>
          </w:p>
        </w:tc>
      </w:tr>
      <w:tr w:rsidR="006930CE" w:rsidRPr="001574B3">
        <w:trPr>
          <w:trHeight w:val="567"/>
        </w:trPr>
        <w:tc>
          <w:tcPr>
            <w:tcW w:w="2689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《动感校园》</w:t>
            </w:r>
          </w:p>
        </w:tc>
        <w:tc>
          <w:tcPr>
            <w:tcW w:w="1423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摄影</w:t>
            </w:r>
          </w:p>
        </w:tc>
        <w:tc>
          <w:tcPr>
            <w:tcW w:w="3254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常州市翠竹中学</w:t>
            </w:r>
          </w:p>
        </w:tc>
        <w:tc>
          <w:tcPr>
            <w:tcW w:w="1565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hAnsi="宋体" w:cs="仿宋_GB2312" w:hint="eastAsia"/>
              </w:rPr>
              <w:t>刘庭玉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C97A36" w:rsidRDefault="006930CE" w:rsidP="00C97A36">
      <w:pPr>
        <w:widowControl/>
        <w:rPr>
          <w:rFonts w:ascii="黑体" w:eastAsia="黑体" w:hAnsi="黑体" w:cs="Times New Roman"/>
          <w:sz w:val="32"/>
          <w:szCs w:val="32"/>
        </w:rPr>
      </w:pPr>
      <w:r w:rsidRPr="001574B3">
        <w:rPr>
          <w:rFonts w:ascii="仿宋_GB2312" w:eastAsia="仿宋_GB2312" w:cs="Times New Roman"/>
        </w:rPr>
        <w:br w:type="page"/>
      </w:r>
      <w:r w:rsidRPr="00C97A36">
        <w:rPr>
          <w:rFonts w:ascii="黑体" w:eastAsia="黑体" w:hAnsi="黑体" w:cs="黑体" w:hint="eastAsia"/>
          <w:sz w:val="32"/>
          <w:szCs w:val="32"/>
        </w:rPr>
        <w:t>附件</w:t>
      </w:r>
      <w:r w:rsidRPr="00C97A36">
        <w:rPr>
          <w:rFonts w:ascii="黑体" w:eastAsia="黑体" w:hAnsi="黑体" w:cs="黑体"/>
          <w:sz w:val="32"/>
          <w:szCs w:val="32"/>
        </w:rPr>
        <w:t>6</w:t>
      </w:r>
    </w:p>
    <w:p w:rsidR="006930CE" w:rsidRPr="00C97A36" w:rsidRDefault="006930CE" w:rsidP="00C97A36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C97A36">
        <w:rPr>
          <w:rFonts w:ascii="方正小标宋简体" w:eastAsia="方正小标宋简体" w:hAnsi="华文仿宋" w:cs="方正小标宋简体"/>
          <w:sz w:val="44"/>
          <w:szCs w:val="44"/>
        </w:rPr>
        <w:t>2021</w:t>
      </w:r>
      <w:r w:rsidRPr="00C97A36">
        <w:rPr>
          <w:rFonts w:ascii="方正小标宋简体" w:eastAsia="方正小标宋简体" w:hAnsi="华文仿宋" w:cs="方正小标宋简体" w:hint="eastAsia"/>
          <w:sz w:val="44"/>
          <w:szCs w:val="44"/>
        </w:rPr>
        <w:t>常州市第七届中小学艺术展演活动</w:t>
      </w:r>
    </w:p>
    <w:p w:rsidR="006930CE" w:rsidRPr="00C97A36" w:rsidRDefault="006930CE" w:rsidP="00C97A36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C97A36">
        <w:rPr>
          <w:rFonts w:ascii="方正小标宋简体" w:eastAsia="方正小标宋简体" w:hAnsi="华文仿宋" w:cs="方正小标宋简体" w:hint="eastAsia"/>
          <w:sz w:val="44"/>
          <w:szCs w:val="44"/>
        </w:rPr>
        <w:t>美育改革创新优秀案例获奖名单</w:t>
      </w: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一等奖（</w:t>
      </w:r>
      <w:r w:rsidRPr="001574B3">
        <w:rPr>
          <w:rFonts w:ascii="仿宋_GB2312" w:eastAsia="仿宋_GB2312" w:hAnsi="黑体" w:cs="仿宋_GB2312"/>
        </w:rPr>
        <w:t>20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2"/>
        <w:gridCol w:w="3260"/>
      </w:tblGrid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案例题目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kern w:val="0"/>
              </w:rPr>
              <w:t>申报单位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《深度融合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多元开放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以展览和工坊教学构建学校审美场域的艺术实践》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常州市武进区人民初级中学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《指尖上的非遗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堆花糕团》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常州市武进区城东小学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《儿童美学散步的创想花园》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《挖掘本土</w:t>
            </w:r>
            <w:r w:rsidRPr="001574B3">
              <w:rPr>
                <w:rFonts w:ascii="仿宋_GB2312" w:eastAsia="仿宋_GB2312" w:cs="仿宋_GB2312" w:hint="eastAsia"/>
                <w:color w:val="000000"/>
                <w:kern w:val="0"/>
              </w:rPr>
              <w:t>“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风筝文化</w:t>
            </w:r>
            <w:r w:rsidRPr="001574B3">
              <w:rPr>
                <w:rFonts w:ascii="仿宋_GB2312" w:eastAsia="仿宋_GB2312" w:cs="仿宋_GB2312" w:hint="eastAsia"/>
                <w:color w:val="000000"/>
                <w:kern w:val="0"/>
              </w:rPr>
              <w:t>”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，发扬中华优秀传统艺术的实践与研究》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常州市武进区南塘桥小学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《中华优秀传统文化与美育教学融合路径研究》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《未来已来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为深度学习而教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新技术支持下提升学生美术创意实践能力的策略研究》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《在经典中传承，在传承中开拓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谈推进美育落实实践活动与改革的探索》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《民俗归来，艺术之花悄然绽放》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《万物生长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自由绽放》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常州市金坛区尧塘实验小学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《传承文化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童心筑梦》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常州市金坛区段玉裁实验小学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《花开在乡间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涵育向美心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乡村小学美育资源的开发与整合运用》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溧阳市别桥中心小学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《继承焦尾琴非遗文化，助推学校高品质发展》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溧阳市大溪小学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《“共进共享，向美而行”中小学校际美育帮扶机制构建研究》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溧阳市戴埠高级中学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《童心迎美育，歌声亦飞扬：“范导式教学”视域下小学歌唱教学的策略创新研究》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常州市郑陆实验学校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《情境赋“美”，深度融“创”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以小学音乐《赶花会》为例的教学创新探索》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常州市第二实验小学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《御“华”新见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逸趣横生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小学美术《适合纹样》教学案例》</w:t>
            </w:r>
          </w:p>
        </w:tc>
        <w:tc>
          <w:tcPr>
            <w:tcW w:w="3260" w:type="dxa"/>
            <w:vAlign w:val="center"/>
          </w:tcPr>
          <w:p w:rsidR="006930CE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常州市荆川小学</w:t>
            </w:r>
          </w:p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（市教科院附属小学）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《玩转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APP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的小学美术课堂教学的研究》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《琴诗和鸣，花茶相约：真实文人生活情境中常州吟诵校园传承的探索创新》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《非遗小工坊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美育大作为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传承省非遗项目斧劈石盆景文化，开创美育新局面》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《高中美术鉴赏大单元教学创新实践研究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以“走进常博馆参观‘日本浮世绘’为例”》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  <w:r w:rsidRPr="001574B3">
        <w:rPr>
          <w:rFonts w:ascii="仿宋_GB2312" w:eastAsia="仿宋_GB2312" w:hAnsi="黑体" w:cs="仿宋_GB2312" w:hint="eastAsia"/>
        </w:rPr>
        <w:t>二等奖（</w:t>
      </w:r>
      <w:r w:rsidRPr="001574B3">
        <w:rPr>
          <w:rFonts w:ascii="仿宋_GB2312" w:eastAsia="仿宋_GB2312" w:hAnsi="黑体" w:cs="仿宋_GB2312"/>
        </w:rPr>
        <w:t>16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2"/>
        <w:gridCol w:w="3260"/>
      </w:tblGrid>
      <w:tr w:rsidR="006930CE" w:rsidRPr="001574B3">
        <w:trPr>
          <w:cantSplit/>
          <w:trHeight w:val="567"/>
          <w:tblHeader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案例题目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  <w:b/>
                <w:bCs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</w:rPr>
              <w:t>申报单位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《“传承·创新”美育课程的开发与实施》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《“诚敬”知行，悦“美”臻善》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《让儿童与美相遇》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常州市金坛区茅麓小学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《精勤谱写书法韵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分享绽放翰墨香》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《刻在版上的“美好”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“少儿版画校本课程”的开发与实践》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常州市花园第二小学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《传承龙文化，弘扬龙精神》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常州市金坛区明珍实验学校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《美术的新天地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“少年邮局”》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常州市金坛区华城实验小学朝阳分校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《新市民儿童学校“美行课程”的建构与实施》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溧阳市清安小学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《传承太平锣鼓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惠泽少年未来》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溧阳市戴埠中心小学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《传承非遗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放飞梦想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遥中风筝文化艺术传承》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常州市武进区遥观初级中学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《创半壁江“衫”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促灵动思维》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《立体构建育人体系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打造学生雅美人生》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《初中生音乐学业多元化评价策略研究》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《在“文化创意墙绘”活动中，提升初中生综合能力》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《拓展美术课堂，弘扬家乡“非遗”文化》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常州市武进区南夏墅初级中学</w:t>
            </w:r>
          </w:p>
        </w:tc>
      </w:tr>
      <w:tr w:rsidR="006930CE" w:rsidRPr="001574B3">
        <w:trPr>
          <w:cantSplit/>
          <w:trHeight w:val="567"/>
          <w:jc w:val="center"/>
        </w:trPr>
        <w:tc>
          <w:tcPr>
            <w:tcW w:w="5382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《书为心画，镌刻学生美好心灵》</w:t>
            </w:r>
          </w:p>
        </w:tc>
        <w:tc>
          <w:tcPr>
            <w:tcW w:w="3260" w:type="dxa"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常州市武进区横林实验小学</w:t>
            </w:r>
          </w:p>
        </w:tc>
      </w:tr>
    </w:tbl>
    <w:p w:rsidR="006930CE" w:rsidRPr="00C97A36" w:rsidRDefault="006930CE" w:rsidP="00C97A36">
      <w:pPr>
        <w:widowControl/>
        <w:rPr>
          <w:rFonts w:ascii="黑体" w:eastAsia="黑体" w:hAnsi="黑体" w:cs="Times New Roman"/>
          <w:sz w:val="32"/>
          <w:szCs w:val="32"/>
        </w:rPr>
      </w:pPr>
      <w:r w:rsidRPr="001574B3">
        <w:rPr>
          <w:rFonts w:ascii="仿宋_GB2312" w:eastAsia="仿宋_GB2312" w:cs="Times New Roman"/>
        </w:rPr>
        <w:br w:type="page"/>
      </w:r>
      <w:r w:rsidRPr="00C97A36">
        <w:rPr>
          <w:rFonts w:ascii="黑体" w:eastAsia="黑体" w:hAnsi="黑体" w:cs="黑体" w:hint="eastAsia"/>
          <w:sz w:val="32"/>
          <w:szCs w:val="32"/>
        </w:rPr>
        <w:t>附件</w:t>
      </w:r>
      <w:r w:rsidRPr="00C97A36">
        <w:rPr>
          <w:rFonts w:ascii="黑体" w:eastAsia="黑体" w:hAnsi="黑体" w:cs="黑体"/>
          <w:sz w:val="32"/>
          <w:szCs w:val="32"/>
        </w:rPr>
        <w:t>7</w:t>
      </w:r>
    </w:p>
    <w:p w:rsidR="006930CE" w:rsidRDefault="006930CE" w:rsidP="00C97A36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C97A36">
        <w:rPr>
          <w:rFonts w:ascii="方正小标宋简体" w:eastAsia="方正小标宋简体" w:hAnsi="华文仿宋" w:cs="方正小标宋简体"/>
          <w:sz w:val="44"/>
          <w:szCs w:val="44"/>
        </w:rPr>
        <w:t>2021</w:t>
      </w:r>
      <w:r w:rsidRPr="00C97A36">
        <w:rPr>
          <w:rFonts w:ascii="方正小标宋简体" w:eastAsia="方正小标宋简体" w:hAnsi="华文仿宋" w:cs="方正小标宋简体" w:hint="eastAsia"/>
          <w:sz w:val="44"/>
          <w:szCs w:val="44"/>
        </w:rPr>
        <w:t>常州市中学生独奏、独舞</w:t>
      </w:r>
      <w:bookmarkStart w:id="0" w:name="_GoBack"/>
      <w:bookmarkEnd w:id="0"/>
      <w:r w:rsidRPr="00C97A36">
        <w:rPr>
          <w:rFonts w:ascii="方正小标宋简体" w:eastAsia="方正小标宋简体" w:hAnsi="华文仿宋" w:cs="方正小标宋简体" w:hint="eastAsia"/>
          <w:sz w:val="44"/>
          <w:szCs w:val="44"/>
        </w:rPr>
        <w:t>、独唱比赛</w:t>
      </w:r>
    </w:p>
    <w:p w:rsidR="006930CE" w:rsidRPr="00C97A36" w:rsidRDefault="006930CE" w:rsidP="00C97A36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C97A36">
        <w:rPr>
          <w:rFonts w:ascii="方正小标宋简体" w:eastAsia="方正小标宋简体" w:hAnsi="华文仿宋" w:cs="方正小标宋简体" w:hint="eastAsia"/>
          <w:sz w:val="44"/>
          <w:szCs w:val="44"/>
        </w:rPr>
        <w:t>获奖名单</w:t>
      </w: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  <w:r w:rsidRPr="001574B3">
        <w:rPr>
          <w:rFonts w:ascii="仿宋_GB2312" w:eastAsia="仿宋_GB2312" w:hAnsi="黑体" w:cs="仿宋_GB2312" w:hint="eastAsia"/>
        </w:rPr>
        <w:t>独奏高中组一等奖（</w:t>
      </w:r>
      <w:r w:rsidRPr="001574B3">
        <w:rPr>
          <w:rFonts w:ascii="仿宋_GB2312" w:eastAsia="仿宋_GB2312" w:hAnsi="黑体" w:cs="仿宋_GB2312"/>
        </w:rPr>
        <w:t>49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8"/>
        <w:gridCol w:w="3402"/>
        <w:gridCol w:w="1276"/>
      </w:tblGrid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钢琴独奏《李斯特高级音乐会练习曲》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谢宛霖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长笛独奏《卡门》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毛嘉阳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唢呐独奏《百鸟朝凤》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王若行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低音提琴独奏《</w:t>
            </w:r>
            <w:r w:rsidRPr="001574B3">
              <w:rPr>
                <w:rFonts w:ascii="仿宋_GB2312" w:eastAsia="仿宋_GB2312" w:cs="仿宋_GB2312"/>
              </w:rPr>
              <w:t>G</w:t>
            </w:r>
            <w:r w:rsidRPr="001574B3">
              <w:rPr>
                <w:rFonts w:ascii="仿宋_GB2312" w:eastAsia="仿宋_GB2312" w:cs="仿宋_GB2312" w:hint="eastAsia"/>
              </w:rPr>
              <w:t>大调协奏曲》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张煜佳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笛子独奏《流浪者之歌》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高星月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单簧管独奏《帕米尔之音协奏曲》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蒋鹏翰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大号独奏《主题变奏》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刘轩宇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中阮独奏《云南回忆》第三乐章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高艺榕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钢琴独奏《梅菲斯特圆舞曲》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史奕琦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二胡独奏《曾侯乙传奇》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全悦然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笙独奏《维吾尔人之歌》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李沐航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古筝独奏《苍歌引》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陈安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钢琴独奏《月光》第三乐章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刘元亨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竹笛独奏《大青山下》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张智渊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古筝独奏《苍歌引》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邓伊婷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古筝独奏《大漠行》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李增仪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钢琴独奏《德彪西半音阶练习曲》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刘佳音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钢琴独奏《梅菲斯托圆舞曲》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刘天洋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琵琶独奏《新翻羽调绿腰》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许阳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钢琴独奏《革命》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王婷逸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古筝独奏《箜篌引》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江苏省溧阳中学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嵇忆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钢琴独奏《门德尔松</w:t>
            </w:r>
            <w:r w:rsidRPr="001574B3">
              <w:rPr>
                <w:rFonts w:ascii="仿宋_GB2312" w:eastAsia="仿宋_GB2312" w:cs="仿宋_GB2312"/>
              </w:rPr>
              <w:t>e</w:t>
            </w:r>
            <w:r w:rsidRPr="001574B3">
              <w:rPr>
                <w:rFonts w:ascii="仿宋_GB2312" w:eastAsia="仿宋_GB2312" w:cs="仿宋_GB2312" w:hint="eastAsia"/>
              </w:rPr>
              <w:t>小调协奏》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常州市武进区湟里高级中学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徐子怡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笙独奏《晋调》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潘岩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钢琴独奏《李斯特超技练习曲》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邹可滢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古筝独奏《乡韵》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常州市第三中学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周宇桐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古筝独奏《晓雾》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胡烨云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古筝《定风波》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赵青卿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钢琴独奏《托卡塔》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眭盈盈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扬琴独奏《瑶山夜画》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陆晏如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京胡独奏《迎春》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王欣怡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二胡独奏《雪山魂塑》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许子健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>
              <w:rPr>
                <w:rFonts w:ascii="仿宋_GB2312" w:eastAsia="仿宋_GB2312" w:cs="仿宋_GB2312" w:hint="eastAsia"/>
              </w:rPr>
              <w:t>萨克斯</w:t>
            </w:r>
            <w:r w:rsidRPr="001574B3">
              <w:rPr>
                <w:rFonts w:ascii="仿宋_GB2312" w:eastAsia="仿宋_GB2312" w:cs="仿宋_GB2312" w:hint="eastAsia"/>
              </w:rPr>
              <w:t>独奏《拉提那地幻想曲》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常州市金坛区金沙高级中学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许志浩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二胡独奏《一枝花》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田行健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古筝独奏《临安遗恨》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江苏省奔牛高级中学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卞子</w:t>
            </w:r>
            <w:r w:rsidRPr="001574B3">
              <w:rPr>
                <w:rFonts w:ascii="仿宋_GB2312" w:cs="宋体" w:hint="eastAsia"/>
              </w:rPr>
              <w:t>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钢琴独奏《暴风雨》第一乐章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王浩然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小提琴独奏《引子与塔兰泰拉》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江苏省常州高级中学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袁博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小提琴独奏《布鲁赫》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陈昶文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琵琶独奏《草原小姐妹》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杨妤欣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钢琴独奏《音乐会快板》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胡启煊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古筝独奏《定风波》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施梦涵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笛子独奏《秦川抒怀》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江苏省华罗庚中学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徐文凯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古筝独奏《幻想曲》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陈雨欣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竹笛独奏《走进快活岭》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李雨轩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竹笛独奏《牧民新歌》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李书航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二胡独奏《一枝花》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常州市武进区湟里高级中学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王懿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钢琴独奏《黎明奏鸣曲》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张珂薰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萨克斯独奏《威尼斯狂想曲》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胡皓钦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中阮独奏《草原抒怀》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江苏省奔牛高级中学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孙若琳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8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双排键独奏《加勒比海盗组曲》</w:t>
            </w:r>
          </w:p>
        </w:tc>
        <w:tc>
          <w:tcPr>
            <w:tcW w:w="3402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C97A36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1574B3">
              <w:rPr>
                <w:rFonts w:ascii="仿宋_GB2312" w:eastAsia="仿宋_GB2312" w:cs="仿宋_GB2312" w:hint="eastAsia"/>
              </w:rPr>
              <w:t>卞艳芬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  <w:r w:rsidRPr="001574B3">
        <w:rPr>
          <w:rFonts w:ascii="仿宋_GB2312" w:eastAsia="仿宋_GB2312" w:hAnsi="黑体" w:cs="仿宋_GB2312" w:hint="eastAsia"/>
        </w:rPr>
        <w:t>独奏高中组二等奖（</w:t>
      </w:r>
      <w:r w:rsidRPr="001574B3">
        <w:rPr>
          <w:rFonts w:ascii="仿宋_GB2312" w:eastAsia="仿宋_GB2312" w:hAnsi="黑体" w:cs="仿宋_GB2312"/>
        </w:rPr>
        <w:t>42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70"/>
        <w:gridCol w:w="3488"/>
        <w:gridCol w:w="1276"/>
      </w:tblGrid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古筝独奏《莲花谣》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程若芯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二胡独奏《第二二胡狂想曲》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许佳磊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箜篌独奏《春江花月夜》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邓舒文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钢琴独奏《西风所见》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张卓攸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古筝独奏《行者》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珺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扬琴独奏《瑶山夜画》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冯亦丁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钢琴独奏《肖邦降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b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小调谐谑曲》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汤奕宸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古筝独奏《箜篌引》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李婧艳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阮独奏《丝路驼铃》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常州市武进区湟里高级中学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徐子曰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古筝独奏《秦土情》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蒋康宁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长笛独奏《威尼斯狂欢节幻想变奏曲》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张珂莹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古筝独奏《秦土情》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张可妮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古筝独奏《行者》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古筝独奏《冥山》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邵家妮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竹笛独奏《春到湘江》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王孜璇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琵琶独奏《龙船》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周梓峥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古筝独奏《望情川》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王心妍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钢琴独奏《拉赫玛尼诺夫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Op.33No.7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马津哲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钢琴独奏《钟》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偰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子卿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长笛独奏《大波舞曲》</w:t>
            </w:r>
            <w:r w:rsidRPr="001574B3">
              <w:rPr>
                <w:rFonts w:ascii="仿宋_GB2312" w:eastAsia="仿宋_GB2312" w:cs="Times New Roman"/>
                <w:color w:val="000000"/>
                <w:kern w:val="0"/>
              </w:rPr>
              <w:br/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短笛独奏《莫扎特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D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大调协奏曲》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丁晟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钢琴独奏《流水》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姜丰怡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单簧管独奏《韦伯单簧管第一协奏曲》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魏义伦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钢琴独奏《匈牙利狂想曲》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(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李斯特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)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张启悦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钢琴独奏《向阳花》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芮逸峰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钢琴独奏《幻想即兴曲》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张玉洁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古筝《云裳诉》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璠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琵琶独奏《草原小姐妹》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段姝含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琵琶独奏《十面埋伏》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王祺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巴扬独奏《俄罗斯吉普赛舞曲》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二胡独奏《战马奔腾》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王毅灿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二胡独奏《一枝花》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江苏省横林高级中学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邱添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独奏《海顿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F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大调奏鸣曲第一乐章》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柴溪悦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toccate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溧阳市埭头中学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钢琴独奏《塔兰泰拉舞曲》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吉他独奏《枫叶城》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赵君涵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钢琴独奏《钟》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韩沁桐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架子鼓独奏《卡门序曲》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陈诺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钢琴独奏《新疆随想曲》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堉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竹笛独奏《牧民新歌》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王新源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钢琴独奏《英雄》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胡晨煜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钢琴独奏《钟》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周凯文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770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钢琴独奏《博士进行曲》</w:t>
            </w:r>
          </w:p>
        </w:tc>
        <w:tc>
          <w:tcPr>
            <w:tcW w:w="3488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鲁易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  <w:r w:rsidRPr="001574B3">
        <w:rPr>
          <w:rFonts w:ascii="仿宋_GB2312" w:eastAsia="仿宋_GB2312" w:hAnsi="黑体" w:cs="仿宋_GB2312" w:hint="eastAsia"/>
        </w:rPr>
        <w:t>独奏高中组三等奖（</w:t>
      </w:r>
      <w:r w:rsidRPr="001574B3">
        <w:rPr>
          <w:rFonts w:ascii="仿宋_GB2312" w:eastAsia="仿宋_GB2312" w:hAnsi="黑体" w:cs="仿宋_GB2312"/>
        </w:rPr>
        <w:t>8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304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钢琴独奏《黎明》第一乐章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常州市武进区横山桥高级中学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蒋竹涛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竹笛独奏《春到湘江》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谭志如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钢琴独奏《红星闪闪放光彩》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吕佳怿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钢琴独奏《匈牙利狂想曲》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茹意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钢琴独奏《月光奏鸣曲》第三乐章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邱智博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二胡独奏《万马奔腾》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夏振杰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单簧管独奏《花儿为什么这样红》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徐雅珏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钢琴独奏《彩云追月》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304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吴幸承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FE0463">
      <w:pPr>
        <w:widowControl/>
        <w:spacing w:line="320" w:lineRule="exact"/>
        <w:jc w:val="center"/>
        <w:rPr>
          <w:rFonts w:ascii="仿宋_GB2312" w:eastAsia="仿宋_GB2312" w:cs="Times New Roman"/>
        </w:rPr>
      </w:pPr>
      <w:r w:rsidRPr="001574B3">
        <w:rPr>
          <w:rFonts w:ascii="仿宋_GB2312" w:eastAsia="仿宋_GB2312" w:hAnsi="黑体" w:cs="仿宋_GB2312" w:hint="eastAsia"/>
        </w:rPr>
        <w:t>独奏初中组一等奖（</w:t>
      </w:r>
      <w:r w:rsidRPr="001574B3">
        <w:rPr>
          <w:rFonts w:ascii="仿宋_GB2312" w:eastAsia="仿宋_GB2312" w:hAnsi="黑体" w:cs="仿宋_GB2312"/>
        </w:rPr>
        <w:t>35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大提琴独奏《匈牙利狂想曲》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常州市教科院附属中学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徐若桐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钢琴独奏《波罗乃兹》（肖邦）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蒋松原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琵琶独奏《山之舞》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常州市武进区星辰实验学校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王乙有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大提琴独奏《协奏曲》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侯靖萱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小提琴独奏《西班牙舞曲》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钱姝彦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钢琴独奏《莱茵赫德即兴曲》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常州市教科院附属中学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刘子淇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小提琴独奏《协奏曲》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陈源默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钢琴独奏《月光》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王</w:t>
            </w:r>
            <w:r w:rsidRPr="001574B3">
              <w:rPr>
                <w:rFonts w:ascii="仿宋_GB2312" w:hAnsi="宋体" w:cs="宋体" w:hint="eastAsia"/>
                <w:kern w:val="0"/>
              </w:rPr>
              <w:t>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小提琴独奏《维奥蒂》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李子嫣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钢琴独奏《罗马尼亚舞曲》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王子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钢琴独奏《肖邦谐谑曲》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常州市中天实验学校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王麒玮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c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小调练习曲》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江苏省溧阳中学附属初级中学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吕欣忆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笙独奏《天山的节日》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常州市田家炳初级中学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张峻玮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钢琴独奏《莱茵赫德即兴曲》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吴秉</w:t>
            </w:r>
            <w:r w:rsidRPr="001574B3">
              <w:rPr>
                <w:rFonts w:ascii="仿宋_GB2312" w:hAnsi="宋体" w:cs="宋体" w:hint="eastAsia"/>
                <w:kern w:val="0"/>
              </w:rPr>
              <w:t>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架子鼓独奏《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Chary Life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常州市武进区鸣凰中学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周明轩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古筝独奏《西部主题畅想曲》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毕晨淼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小号独奏《威尼斯狂欢节变奏曲》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朱俊丞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笛子独奏《帕米尔的春天》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常州市武进区淹城初级中学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许锦文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长笛独奏《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G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大调协奏曲》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常州市新北区吕墅中学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杨峥翼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钢琴独奏《肖邦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A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大调军队波兰舞曲》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刘星宇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古筝独奏《云裳诉》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常州市河海中学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戴心尧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钢琴独奏《即性幻想曲》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江苏省溧阳中学附属初级中学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赵嘉豪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双排键独奏《匈牙利舞曲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NO.5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常州市河海中学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潘隽永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双簧管独奏《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c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小调协奏曲》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陈伊墨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扬琴独奏《黄土情》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戴琳轩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钢琴独奏《波兰舞曲》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常州市勤业中学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杜伊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长笛独奏《威尼斯主题变奏曲》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庄梓瑞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古筝独奏《钢水奔流》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周琳叶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大管独奏《草原英雄小姐妹》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刘政轩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钢琴独奏《钟》（李斯特）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祁禹涵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大提琴独奏《阿拉曼德》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黄瀚霆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钢琴独奏《拉赫玛尼诺夫练习曲》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OP39 No1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张</w:t>
            </w:r>
            <w:r w:rsidRPr="001574B3">
              <w:rPr>
                <w:rFonts w:ascii="仿宋_GB2312" w:hAnsi="宋体" w:cs="宋体" w:hint="eastAsia"/>
                <w:kern w:val="0"/>
              </w:rPr>
              <w:t>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笙独奏《藏族舞曲》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董锐彬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钢琴独奏《在春天》（选段）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贺羽笛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长笛独奏《门德尔松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e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小调协奏曲》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宋俞彤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独奏初中组二等奖（</w:t>
      </w:r>
      <w:r w:rsidRPr="001574B3">
        <w:rPr>
          <w:rFonts w:ascii="仿宋_GB2312" w:eastAsia="仿宋_GB2312" w:hAnsi="黑体" w:cs="仿宋_GB2312"/>
        </w:rPr>
        <w:t>32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二胡独奏《一枝花》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刘潇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琵琶独奏《十面埋伏》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常州经开区初级中学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丁双华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萨克斯独奏《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C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大调双簧管协奏曲》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常州市新北区吕墅中学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崔嘉文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竹笛独奏《春到湘江》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杭星宇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笙独奏《天山的节日》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常州市金坛段玉裁初级中学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马启行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小提琴独奏《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g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小调协奏曲》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杨子航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中阮独奏《丝路驼铃》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胡越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钢琴独奏《托卡塔》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朱修仪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古筝独奏《云裳诉》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常州市同济中学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吕嘉怡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古筝独奏《草原英雄小姐妹》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王墨涵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箜篌独奏《浏阳河》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周芊妤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古筝独奏《临安遗恨》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林嘉雪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钢琴独奏《新疆舞曲》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刘思萱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钢琴独奏《绣金匾》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谢奕辉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常州市武进区湖塘桥初级中学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丁奕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长号独奏《嘎达梅林变奏曲》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黄舒彦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唢呐独奏《延边舞曲》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姚舜禹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扬琴独奏《音乐会练习曲》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周书羽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排鼓独奏《马灯舞》选段</w:t>
            </w:r>
          </w:p>
        </w:tc>
        <w:tc>
          <w:tcPr>
            <w:tcW w:w="3543" w:type="dxa"/>
            <w:noWrap/>
            <w:vAlign w:val="center"/>
          </w:tcPr>
          <w:p w:rsidR="006930CE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常州市钟楼区昕弘实验学校</w:t>
            </w:r>
          </w:p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（中学部）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张楚涵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钢琴独奏《浏阳河》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龚小兰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单簧管独奏《协奏曲》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张子瑜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竹笛独奏《秦川情》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常州市武进区礼河实验学校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袁泽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竹笛独奏《春到湘江》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李相成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小号独奏《帕米尔的春天》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陈奕铭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古筝独奏《草原英雄小姐妹》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常州市新北区龙虎塘中学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刘寒婷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钢琴独奏《波洛奈兹舞曲二首》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常州市金坛区华罗庚实验学校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丁科然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古筝独奏《幻想曲》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江苏省溧阳中学附属初级中学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吴依菲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古筝独奏《袖梦》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陈涛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钢琴独奏《卡巴列夫斯基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a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小调回旋曲》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常州市丽华中学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顾晟骐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古筝独奏《临安遗恨》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骆雅汐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古筝独奏《战台风》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常州市横林初级中学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黄佳欣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二胡独奏《洪湖随想曲》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高浩然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  <w:r w:rsidRPr="001574B3">
        <w:rPr>
          <w:rFonts w:ascii="仿宋_GB2312" w:eastAsia="仿宋_GB2312" w:hAnsi="黑体" w:cs="仿宋_GB2312" w:hint="eastAsia"/>
        </w:rPr>
        <w:t>独奏初中组三等奖（</w:t>
      </w:r>
      <w:r w:rsidRPr="001574B3">
        <w:rPr>
          <w:rFonts w:ascii="仿宋_GB2312" w:eastAsia="仿宋_GB2312" w:hAnsi="黑体" w:cs="仿宋_GB2312"/>
        </w:rPr>
        <w:t>40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古筝独奏《幻想曲》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常州经开区初级中学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任飞扬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圆号独奏《第一圆号协奏曲》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章语睿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常州市武进区湖塘桥初级中学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印嘉咏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钢琴独奏《肖邦革命练习曲》</w:t>
            </w:r>
          </w:p>
        </w:tc>
        <w:tc>
          <w:tcPr>
            <w:tcW w:w="3543" w:type="dxa"/>
            <w:noWrap/>
            <w:vAlign w:val="center"/>
          </w:tcPr>
          <w:p w:rsidR="006930CE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常州市钟楼区昕弘实验学校</w:t>
            </w:r>
          </w:p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（中学部）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汪若萱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竹笛独奏《幽兰逢春》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常州市兰陵中学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丁昊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扬琴独奏《海燕》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常州市金坛区华罗庚实验学校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张桐菲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古筝独奏《临安遗恨》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陈懿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琵琶独奏《渭水情》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吕昕妍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竹笛独奏《绿洲》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江苏省溧阳中学附属初级中学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李青轩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古筝独奏《雪山春晓》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常州市焦溪初级中学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牟镜</w:t>
            </w:r>
            <w:r>
              <w:rPr>
                <w:rFonts w:ascii="仿宋_GB2312" w:eastAsia="仿宋_GB2312" w:hAnsi="宋体" w:cs="仿宋_GB2312" w:hint="eastAsia"/>
                <w:kern w:val="0"/>
              </w:rPr>
              <w:t>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竹笛独奏《春到湘江》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王佳敏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钢琴独奏《波兰舞曲》（肖邦）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常州市武进区湖塘桥初级中学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黄姝馨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手风琴独奏《打虎上山》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常州市明德实验中学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李湫渔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琵琶独奏《阳春白雪》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常州市武进区湖塘桥初级中学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祁怡婷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圆号独奏《弗兰茨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c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小调协奏曲》第一乐章节选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吴宇周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小提琴独奏《莫扎特第三协奏曲》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赵尹希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架子鼓独奏《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You can call me mitchell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溧阳市光华初级中学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彭泽睿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古筝独奏《茉莉芬芳》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溧阳市光华初级中学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周紫煜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小提琴独奏《海滨音诗》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周子杰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古筝独奏《彝族舞曲》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常州市武进区人民路初级中学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俞越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古筝独奏《临安遗恨》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周瑾瑜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钢琴独奏《浏阳河》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常州市金坛段玉裁初级中学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徐德厚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长笛独奏《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F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大调奏鸣曲》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蒋政博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钢琴独奏《彩云追月》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滕丁禹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古筝独奏《临安遗恨》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常州市武进区洛阳初级中学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夏文君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竹笛独奏《春到湘江》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李思恒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钢琴独奏《土耳其进行曲》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葛胜豪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大提琴独奏《天鹅》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常州市北环中学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时晨钧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古筝独奏《井冈山上太阳红》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常州市钟楼实验中学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王曼婷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吉他独奏《无题》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溧阳市燕湖初级中学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傅沁彦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大提琴独奏《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Waltz No.2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沈立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</w:t>
            </w:r>
            <w:r w:rsidRPr="001574B3">
              <w:rPr>
                <w:rFonts w:ascii="仿宋_GB2312" w:eastAsia="仿宋_GB2312" w:hAnsi="宋体" w:cs="仿宋_GB2312"/>
                <w:kern w:val="0"/>
              </w:rPr>
              <w:t>memory</w:t>
            </w:r>
            <w:r w:rsidRPr="001574B3">
              <w:rPr>
                <w:rFonts w:ascii="仿宋_GB2312" w:eastAsia="仿宋_GB2312" w:hAnsi="宋体" w:cs="仿宋_GB2312" w:hint="eastAsia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常州市市北实验初级中学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高千越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钢琴独奏《幻想即兴曲》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马安琪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笛子独奏《春到湘江》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滕晨宇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萨克斯独奏《威尼斯狂欢节》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刘涛玮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竹笛独奏《春到湘江》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张家睿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钢琴独奏《肖邦练习曲》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宋斯侬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钢琴独奏《暴风雨》第三乐章（贝多芬）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常州市钟楼实验中学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姜羽轩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小提琴独奏《查尔达斯》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裴文正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吉他独奏《卡农》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溧阳市燕湖初级中学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FE046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于子函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  <w:r w:rsidRPr="001574B3">
        <w:rPr>
          <w:rFonts w:ascii="仿宋_GB2312" w:eastAsia="仿宋_GB2312" w:hAnsi="黑体" w:cs="仿宋_GB2312" w:hint="eastAsia"/>
        </w:rPr>
        <w:t>独舞高中组一等奖（</w:t>
      </w:r>
      <w:r w:rsidRPr="001574B3">
        <w:rPr>
          <w:rFonts w:ascii="仿宋_GB2312" w:eastAsia="仿宋_GB2312" w:hAnsi="黑体" w:cs="仿宋_GB2312"/>
        </w:rPr>
        <w:t>5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《傣画》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朱宗漪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《笛中花》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杜悦尔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《羽化灵蛇》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潘汝嫣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《大渔》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王安琪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《街舞》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王文韬</w:t>
            </w:r>
          </w:p>
        </w:tc>
      </w:tr>
    </w:tbl>
    <w:p w:rsidR="006930CE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独舞高中组二等奖（</w:t>
      </w:r>
      <w:r w:rsidRPr="001574B3">
        <w:rPr>
          <w:rFonts w:ascii="仿宋_GB2312" w:eastAsia="仿宋_GB2312" w:hAnsi="黑体" w:cs="仿宋_GB2312"/>
        </w:rPr>
        <w:t>5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《九儿》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江苏省奔牛高级中学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孙可轩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《孤月杳然》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江苏省华罗庚中学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周华欣怡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《滇南映少》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熊鹰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《敦煌》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溧阳市戴埠高级中学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周奕彤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《月移水影》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邢芷晗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  <w:r w:rsidRPr="001574B3">
        <w:rPr>
          <w:rFonts w:ascii="仿宋_GB2312" w:eastAsia="仿宋_GB2312" w:hAnsi="黑体" w:cs="仿宋_GB2312" w:hint="eastAsia"/>
        </w:rPr>
        <w:t>独舞高中组三等奖（</w:t>
      </w:r>
      <w:r w:rsidRPr="001574B3">
        <w:rPr>
          <w:rFonts w:ascii="仿宋_GB2312" w:eastAsia="仿宋_GB2312" w:hAnsi="黑体" w:cs="仿宋_GB2312"/>
        </w:rPr>
        <w:t>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《傣画》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江苏省横林高级中学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徐雅婷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《时候》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蔡鑫娟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独舞初中组一等奖（</w:t>
      </w:r>
      <w:r w:rsidRPr="001574B3">
        <w:rPr>
          <w:rFonts w:ascii="仿宋_GB2312" w:eastAsia="仿宋_GB2312" w:hAnsi="黑体" w:cs="仿宋_GB2312"/>
        </w:rPr>
        <w:t>10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《天路》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居鸿锴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《小女二八》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杨小牧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《洛神》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常州市泰村实验学校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唐智媛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《锦瑟》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蔡亦凡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《唐印》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杨钧茜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《乌兰巴托的夜》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杨洋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《彩云之南》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常州市第二十四中天宁分校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陈品淇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《月之花语》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承珈妃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《爱莲说》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黄心语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solo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溧阳市上兴初级中学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张烨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独舞初中组二等奖（</w:t>
      </w:r>
      <w:r w:rsidRPr="001574B3">
        <w:rPr>
          <w:rFonts w:ascii="仿宋_GB2312" w:eastAsia="仿宋_GB2312" w:hAnsi="黑体" w:cs="仿宋_GB2312"/>
        </w:rPr>
        <w:t>21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《繁花》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芮嘉怡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《海底》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赵梓萌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《罗敷行》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毛江钰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《爱莲说》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蔡欣怡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《水云间》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陆玮瑜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《清平乐》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潘星竹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《点绛唇》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贺子婕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《九儿》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严欣语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《中国舞》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文佳怡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Old Town Rood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胡田静悠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DUN DUN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常州市武进区雪堰初级中学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段春彤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《沂蒙山小调》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江苏省溧阳中学附属初级中学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马雯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瑄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《云想霓裳》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顾语萱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《醉》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穆凤霓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loser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史一诺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《象王行》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《霓裳梦》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曹涵毓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《春闺梦》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浦惠雯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《且吟春雨》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王钰萱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《小船摇》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程曼琦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《左手指月》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肖宇涵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独舞初中组三等奖（</w:t>
      </w:r>
      <w:r w:rsidRPr="001574B3">
        <w:rPr>
          <w:rFonts w:ascii="仿宋_GB2312" w:eastAsia="仿宋_GB2312" w:hAnsi="黑体" w:cs="仿宋_GB2312"/>
        </w:rPr>
        <w:t>18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543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《锦瑟》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常州市金坛段玉裁初级中学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陆奕彤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《芳华》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徐文静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《春闺梦》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常州市第二十四中天宁分校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史佩灵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《中国舞》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常州市滨江中学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顾欣渝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《丽人行》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朱雨霏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《心之寻》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王雅蓉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>When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江苏省溧阳中学附属初级中学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张棋钡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《迷人的眼睛》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李彦诺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《月光下的凤尾竹》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唐家琪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《中国人》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郭嘉喻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《浮花蝶影》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石畅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《时候》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尹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旻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《灯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火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里的中国》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钱易慧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《滇南映少》</w:t>
            </w:r>
          </w:p>
        </w:tc>
        <w:tc>
          <w:tcPr>
            <w:tcW w:w="3543" w:type="dxa"/>
            <w:noWrap/>
            <w:vAlign w:val="center"/>
          </w:tcPr>
          <w:p w:rsidR="006930CE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</w:t>
            </w:r>
          </w:p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（中学部）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曾瀚墨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《月亮》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裴雅萱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《破风》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钟雅萱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《惊鸿》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常州市明德实验中学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朱可心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《缘起稻香》</w:t>
            </w:r>
          </w:p>
        </w:tc>
        <w:tc>
          <w:tcPr>
            <w:tcW w:w="354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李欣怡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独唱高中组一等奖（</w:t>
      </w:r>
      <w:r w:rsidRPr="001574B3">
        <w:rPr>
          <w:rFonts w:ascii="仿宋_GB2312" w:eastAsia="仿宋_GB2312" w:hAnsi="黑体" w:cs="仿宋_GB2312"/>
        </w:rPr>
        <w:t>17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685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《夫人，请看这张名单》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吴宸禹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《你再不要去做情郎》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《夜莺》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雷希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《年轻的姑娘应该懂得》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徐婷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《越人歌》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潘邵鑫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《让大家痛饮，让大家狂欢》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王熠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《美妙的时刻即将来临》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章雨彤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《军营飞来一只百灵》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常州市金坛区金沙高级中学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玘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《受伤的新娘》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璠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《军营飞来一只白灵》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万芷辛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《每逢那节日到来》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曹颖菲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《沁园春·雪》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臧益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《侯爵请听》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喻婴菲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《文成公主》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常州市三河口高级中学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吉丽娜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《我的太阳》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程子钰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《节日欢歌》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江苏省前黄高级中学国际分校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吴艺凌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《瑶山青》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李苏奕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独唱高中组二等奖（</w:t>
      </w:r>
      <w:r w:rsidRPr="001574B3">
        <w:rPr>
          <w:rFonts w:ascii="仿宋_GB2312" w:eastAsia="仿宋_GB2312" w:hAnsi="黑体" w:cs="仿宋_GB2312"/>
        </w:rPr>
        <w:t>20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685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《为艺术，为爱情》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蒋卓宇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《胜利啊</w:t>
            </w:r>
            <w:r w:rsidRPr="001574B3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胜利啊》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薄熠晨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《在这幽暗的坟墓里》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徐袁羽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《假如你爱我》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秦佳怡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《军营飞来一只百灵》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陆佳丽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《海恋》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徐毅凡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《故国恋》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傅婉青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《你想要跳舞，我的小伯爵》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姜叶涵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《昭君出塞》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张羽桐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《游移的月亮》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汤奕宸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《我是一只捕鸟人》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韩旭泽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《在神圣的殿堂里》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胡熠畅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《年轻的姑娘应该懂得》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常州市平陵高级中学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张馨予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《阿玛丽莉》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王子嫣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《塞维利亚老城墙旁边》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章鑫鑫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《美妙的时刻即将来临》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《爱情的喜悦》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黄苏安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《卡秋莎》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戴博恩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《我怎样区爱你》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《帕米尔我的家乡多么美》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韩钰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独唱高中组三等奖（</w:t>
      </w:r>
      <w:r w:rsidRPr="001574B3">
        <w:rPr>
          <w:rFonts w:ascii="仿宋_GB2312" w:eastAsia="仿宋_GB2312" w:hAnsi="黑体" w:cs="仿宋_GB2312"/>
        </w:rPr>
        <w:t>11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685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《啊，我亲爱的爸爸》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徐梓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瑄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《游移的月亮》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江苏省武进高级中学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刘辛一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《绒花》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江苏省横林高级中学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张若曦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《我心花怒放》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王煜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《古老的歌》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李毅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鋆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《中国的月亮》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蒋渝萱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《她来听我的演唱会》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史子凡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《胡桃夹子》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汤悦成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《你给我听好》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江苏省溧阳中等专业学校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kern w:val="0"/>
              </w:rPr>
              <w:t>俞丞萱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《我和我的祖国》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常州市西夏墅中学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朱佳欢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《破晓将至》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溧阳市光华高级中学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马艺瑞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独唱初中组一等奖（</w:t>
      </w:r>
      <w:r w:rsidRPr="001574B3">
        <w:rPr>
          <w:rFonts w:ascii="仿宋_GB2312" w:eastAsia="仿宋_GB2312" w:hAnsi="黑体" w:cs="仿宋_GB2312"/>
        </w:rPr>
        <w:t>12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685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《假如你爱我》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王匡怡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《在那东山顶上》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周蕴涵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《在那东山顶上》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秦箐忆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《菩萨蛮》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余玺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《越人歌》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刘壮壮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《塞汗塔拉》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徐宁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《大地飞歌》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吕得恩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《我像雪花天上来》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朱禹诚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《黑龙江岸边洁白的玫瑰花》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陈圣斐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《沂蒙山小调》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邱钰童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《渔光曲》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常州市钟楼区昕弘实验学校（中学部）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刘卉曦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《贝加尔湖畔》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陆嘉晟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独唱初中组二等奖（</w:t>
      </w:r>
      <w:r w:rsidRPr="001574B3">
        <w:rPr>
          <w:rFonts w:ascii="仿宋_GB2312" w:eastAsia="仿宋_GB2312" w:hAnsi="黑体" w:cs="仿宋_GB2312"/>
        </w:rPr>
        <w:t>18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685"/>
        <w:gridCol w:w="1276"/>
      </w:tblGrid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《在那东山顶上》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溧阳市燕山中学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赵婧羽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《乡音乡情》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崔万磊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《灯塔》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常州市金坛段玉裁初级中学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周梓樾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《你们可知道》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潘言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《不用去猜》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金梓煊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《万疆》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江苏省溧阳中学附属初级中学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赵之心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《枉凝眉》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《在那东山顶上》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王佳雯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《我爱你中国》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程子轩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《借》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顾天豪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《红豆词》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许欣</w:t>
            </w:r>
            <w:r w:rsidRPr="001574B3">
              <w:rPr>
                <w:rFonts w:ascii="仿宋_GB2312" w:hAnsi="宋体" w:cs="宋体" w:hint="eastAsia"/>
                <w:color w:val="000000"/>
                <w:kern w:val="0"/>
              </w:rPr>
              <w:t>玥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《我是一只小小鸟》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溧阳市光华初级中学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黄鑫宇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《祖国不会忘记》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武弈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《绒花》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孙于佳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《共和国之恋》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杨周子萱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《胡桃夹子》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杨肖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《长城永在我心上》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徐博文</w:t>
            </w:r>
          </w:p>
        </w:tc>
      </w:tr>
      <w:tr w:rsidR="006930CE" w:rsidRPr="001574B3">
        <w:trPr>
          <w:trHeight w:val="567"/>
          <w:jc w:val="center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《你还记得吗，我的光》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刘思颖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hAnsi="黑体" w:cs="Times New Roman"/>
        </w:rPr>
      </w:pPr>
      <w:r w:rsidRPr="001574B3">
        <w:rPr>
          <w:rFonts w:ascii="仿宋_GB2312" w:eastAsia="仿宋_GB2312" w:hAnsi="黑体" w:cs="仿宋_GB2312" w:hint="eastAsia"/>
        </w:rPr>
        <w:t>独唱初中组三等奖（</w:t>
      </w:r>
      <w:r w:rsidRPr="001574B3">
        <w:rPr>
          <w:rFonts w:ascii="仿宋_GB2312" w:eastAsia="仿宋_GB2312" w:hAnsi="黑体" w:cs="仿宋_GB2312"/>
        </w:rPr>
        <w:t>12</w:t>
      </w:r>
      <w:r w:rsidRPr="001574B3">
        <w:rPr>
          <w:rFonts w:ascii="仿宋_GB2312" w:eastAsia="仿宋_GB2312" w:hAnsi="黑体" w:cs="仿宋_GB2312" w:hint="eastAsia"/>
        </w:rPr>
        <w:t>个）</w:t>
      </w:r>
    </w:p>
    <w:tbl>
      <w:tblPr>
        <w:tblW w:w="878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685"/>
        <w:gridCol w:w="1276"/>
      </w:tblGrid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节目名称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hAnsi="黑体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黑体" w:cs="仿宋_GB2312" w:hint="eastAsia"/>
                <w:color w:val="000000"/>
                <w:kern w:val="0"/>
              </w:rPr>
              <w:t>表演者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《梨花又开放》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王妍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《我和我的祖国》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徐小懿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《大鱼》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段琦瑶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《星星永远发着光》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陈湘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《龙文》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常州市武进区南夏墅初级中学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叶洪懿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《梧桐树》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钱丞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《红豆词》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常州市卜弋中学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史梦珍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《月之故乡》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蒋睿彬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《我爱你中国》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常州市武进区寨桥初级中学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王禾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《光年之外》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刘思佳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《青花瓷》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王长治</w:t>
            </w:r>
          </w:p>
        </w:tc>
      </w:tr>
      <w:tr w:rsidR="006930CE" w:rsidRPr="001574B3">
        <w:trPr>
          <w:trHeight w:val="567"/>
        </w:trPr>
        <w:tc>
          <w:tcPr>
            <w:tcW w:w="3823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《星辰大海》</w:t>
            </w:r>
          </w:p>
        </w:tc>
        <w:tc>
          <w:tcPr>
            <w:tcW w:w="3685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常州市第四中学</w:t>
            </w:r>
          </w:p>
        </w:tc>
        <w:tc>
          <w:tcPr>
            <w:tcW w:w="1276" w:type="dxa"/>
            <w:noWrap/>
            <w:vAlign w:val="center"/>
          </w:tcPr>
          <w:p w:rsidR="006930CE" w:rsidRPr="001574B3" w:rsidRDefault="006930CE" w:rsidP="001574B3">
            <w:pPr>
              <w:widowControl/>
              <w:spacing w:line="320" w:lineRule="exact"/>
              <w:jc w:val="center"/>
              <w:rPr>
                <w:rFonts w:ascii="仿宋_GB2312" w:eastAsia="仿宋_GB2312" w:cs="Times New Roman"/>
                <w:color w:val="000000"/>
                <w:kern w:val="0"/>
              </w:rPr>
            </w:pPr>
            <w:r w:rsidRPr="001574B3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鲜尔</w:t>
            </w:r>
          </w:p>
        </w:tc>
      </w:tr>
    </w:tbl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p w:rsidR="006930CE" w:rsidRPr="001574B3" w:rsidRDefault="006930CE" w:rsidP="001574B3">
      <w:pPr>
        <w:spacing w:line="320" w:lineRule="exact"/>
        <w:jc w:val="center"/>
        <w:rPr>
          <w:rFonts w:ascii="仿宋_GB2312" w:eastAsia="仿宋_GB2312" w:cs="Times New Roman"/>
        </w:rPr>
      </w:pPr>
    </w:p>
    <w:sectPr w:rsidR="006930CE" w:rsidRPr="001574B3" w:rsidSect="00AA2CD6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0CE" w:rsidRDefault="006930CE" w:rsidP="005212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930CE" w:rsidRDefault="006930CE" w:rsidP="005212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0CE" w:rsidRPr="00AA2CD6" w:rsidRDefault="006930CE" w:rsidP="0035233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A2CD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A2CD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A2CD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- 43 -</w:t>
    </w:r>
    <w:r w:rsidRPr="00AA2CD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930CE" w:rsidRDefault="006930CE" w:rsidP="00AA2CD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0CE" w:rsidRDefault="006930CE" w:rsidP="0052122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930CE" w:rsidRDefault="006930CE" w:rsidP="005212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2BD"/>
    <w:rsid w:val="000A0CEF"/>
    <w:rsid w:val="000C2AC9"/>
    <w:rsid w:val="000E026D"/>
    <w:rsid w:val="00126CBE"/>
    <w:rsid w:val="00142CE7"/>
    <w:rsid w:val="001574B3"/>
    <w:rsid w:val="001726DB"/>
    <w:rsid w:val="001744BE"/>
    <w:rsid w:val="0019708C"/>
    <w:rsid w:val="001D207B"/>
    <w:rsid w:val="002341A8"/>
    <w:rsid w:val="00265A2B"/>
    <w:rsid w:val="002A0E79"/>
    <w:rsid w:val="002B3393"/>
    <w:rsid w:val="00335065"/>
    <w:rsid w:val="00340455"/>
    <w:rsid w:val="00352332"/>
    <w:rsid w:val="00355CF1"/>
    <w:rsid w:val="00362DA5"/>
    <w:rsid w:val="00395A9D"/>
    <w:rsid w:val="003D1978"/>
    <w:rsid w:val="003E22A3"/>
    <w:rsid w:val="004130BB"/>
    <w:rsid w:val="00430508"/>
    <w:rsid w:val="004B4C5A"/>
    <w:rsid w:val="00521220"/>
    <w:rsid w:val="005A29C1"/>
    <w:rsid w:val="005B0F65"/>
    <w:rsid w:val="005E036D"/>
    <w:rsid w:val="005E2FA2"/>
    <w:rsid w:val="00607B1F"/>
    <w:rsid w:val="00616D65"/>
    <w:rsid w:val="00627510"/>
    <w:rsid w:val="00650E52"/>
    <w:rsid w:val="006930CE"/>
    <w:rsid w:val="006A59D3"/>
    <w:rsid w:val="006B38BA"/>
    <w:rsid w:val="006B64CF"/>
    <w:rsid w:val="00725771"/>
    <w:rsid w:val="0077408C"/>
    <w:rsid w:val="007A6082"/>
    <w:rsid w:val="007E211F"/>
    <w:rsid w:val="00810C24"/>
    <w:rsid w:val="00870677"/>
    <w:rsid w:val="00876D6D"/>
    <w:rsid w:val="00881A9C"/>
    <w:rsid w:val="008A110F"/>
    <w:rsid w:val="008B50B6"/>
    <w:rsid w:val="008C7270"/>
    <w:rsid w:val="008E1F6A"/>
    <w:rsid w:val="009164F7"/>
    <w:rsid w:val="00934828"/>
    <w:rsid w:val="00956B54"/>
    <w:rsid w:val="00976953"/>
    <w:rsid w:val="00981F5E"/>
    <w:rsid w:val="009B2BDA"/>
    <w:rsid w:val="009F4E31"/>
    <w:rsid w:val="00A018C4"/>
    <w:rsid w:val="00A17D08"/>
    <w:rsid w:val="00A3156B"/>
    <w:rsid w:val="00A342B4"/>
    <w:rsid w:val="00A42E1B"/>
    <w:rsid w:val="00A83B5D"/>
    <w:rsid w:val="00A841E7"/>
    <w:rsid w:val="00AA2CD6"/>
    <w:rsid w:val="00AF28B1"/>
    <w:rsid w:val="00AF42BD"/>
    <w:rsid w:val="00B61477"/>
    <w:rsid w:val="00B738D4"/>
    <w:rsid w:val="00BB5C67"/>
    <w:rsid w:val="00BB7C80"/>
    <w:rsid w:val="00BE2369"/>
    <w:rsid w:val="00C14341"/>
    <w:rsid w:val="00C36AA8"/>
    <w:rsid w:val="00C514A2"/>
    <w:rsid w:val="00C97A36"/>
    <w:rsid w:val="00CE3298"/>
    <w:rsid w:val="00CE4167"/>
    <w:rsid w:val="00D71D4A"/>
    <w:rsid w:val="00D94588"/>
    <w:rsid w:val="00DA76BE"/>
    <w:rsid w:val="00E21CD2"/>
    <w:rsid w:val="00E37E89"/>
    <w:rsid w:val="00F07E6C"/>
    <w:rsid w:val="00F113AE"/>
    <w:rsid w:val="00F27CF1"/>
    <w:rsid w:val="00F97F3E"/>
    <w:rsid w:val="00FB4C99"/>
    <w:rsid w:val="00FE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2BD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42BD"/>
    <w:rPr>
      <w:rFonts w:ascii="等线" w:eastAsia="等线" w:hAnsi="等线"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locked/>
    <w:rsid w:val="00FB4C99"/>
    <w:rPr>
      <w:rFonts w:ascii="等线" w:eastAsia="等线" w:hAnsi="等线" w:cs="等线"/>
      <w:sz w:val="18"/>
      <w:szCs w:val="18"/>
    </w:rPr>
  </w:style>
  <w:style w:type="paragraph" w:styleId="Header">
    <w:name w:val="header"/>
    <w:basedOn w:val="Normal"/>
    <w:link w:val="HeaderChar"/>
    <w:uiPriority w:val="99"/>
    <w:rsid w:val="00FB4C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等线"/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81A9C"/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B4C99"/>
    <w:rPr>
      <w:rFonts w:ascii="等线" w:eastAsia="等线" w:hAnsi="等线" w:cs="等线"/>
      <w:sz w:val="18"/>
      <w:szCs w:val="18"/>
    </w:rPr>
  </w:style>
  <w:style w:type="paragraph" w:styleId="Footer">
    <w:name w:val="footer"/>
    <w:basedOn w:val="Normal"/>
    <w:link w:val="FooterChar"/>
    <w:uiPriority w:val="99"/>
    <w:rsid w:val="00FB4C99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881A9C"/>
    <w:rPr>
      <w:rFonts w:ascii="Calibri" w:hAnsi="Calibri" w:cs="Calibr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B4C99"/>
    <w:rPr>
      <w:rFonts w:ascii="等线" w:eastAsia="等线" w:hAnsi="等线" w:cs="等线"/>
    </w:rPr>
  </w:style>
  <w:style w:type="paragraph" w:styleId="CommentText">
    <w:name w:val="annotation text"/>
    <w:basedOn w:val="Normal"/>
    <w:link w:val="CommentTextChar"/>
    <w:uiPriority w:val="99"/>
    <w:semiHidden/>
    <w:rsid w:val="00FB4C99"/>
    <w:pPr>
      <w:jc w:val="left"/>
    </w:pPr>
    <w:rPr>
      <w:rFonts w:ascii="等线" w:eastAsia="等线" w:hAnsi="等线" w:cs="等线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81A9C"/>
    <w:rPr>
      <w:rFonts w:ascii="Calibri" w:hAnsi="Calibri" w:cs="Calibri"/>
      <w:sz w:val="21"/>
      <w:szCs w:val="2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B4C99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B4C9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81A9C"/>
    <w:rPr>
      <w:rFonts w:ascii="Calibri" w:hAnsi="Calibri" w:cs="Calibri"/>
      <w:b/>
      <w:bCs/>
      <w:sz w:val="21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4C99"/>
    <w:rPr>
      <w:rFonts w:ascii="等线" w:eastAsia="等线" w:hAnsi="等线" w:cs="等线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FB4C99"/>
    <w:rPr>
      <w:rFonts w:ascii="等线" w:eastAsia="等线" w:hAnsi="等线" w:cs="等线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881A9C"/>
    <w:rPr>
      <w:rFonts w:ascii="Calibri" w:hAnsi="Calibri" w:cs="Calibri"/>
      <w:sz w:val="2"/>
      <w:szCs w:val="2"/>
    </w:rPr>
  </w:style>
  <w:style w:type="character" w:customStyle="1" w:styleId="font11">
    <w:name w:val="font11"/>
    <w:basedOn w:val="DefaultParagraphFont"/>
    <w:uiPriority w:val="99"/>
    <w:rsid w:val="00521220"/>
    <w:rPr>
      <w:rFonts w:ascii="宋体" w:eastAsia="宋体" w:hAnsi="宋体" w:cs="宋体"/>
      <w:color w:val="000000"/>
      <w:sz w:val="21"/>
      <w:szCs w:val="21"/>
      <w:u w:val="none"/>
    </w:rPr>
  </w:style>
  <w:style w:type="character" w:styleId="PageNumber">
    <w:name w:val="page number"/>
    <w:basedOn w:val="DefaultParagraphFont"/>
    <w:uiPriority w:val="99"/>
    <w:rsid w:val="00AA2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57</Pages>
  <Words>14721</Words>
  <Characters>17077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吴琳赟</cp:lastModifiedBy>
  <cp:revision>18</cp:revision>
  <dcterms:created xsi:type="dcterms:W3CDTF">2021-12-13T07:04:00Z</dcterms:created>
  <dcterms:modified xsi:type="dcterms:W3CDTF">2021-12-15T03:09:00Z</dcterms:modified>
</cp:coreProperties>
</file>