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440" w:lineRule="exact"/>
        <w:ind w:right="0"/>
        <w:jc w:val="center"/>
        <w:textAlignment w:val="auto"/>
        <w:rPr>
          <w:rFonts w:hint="eastAsia" w:ascii="宋体" w:hAnsi="宋体" w:eastAsia="宋体" w:cs="宋体"/>
          <w:b/>
          <w:bCs/>
          <w:sz w:val="24"/>
          <w:szCs w:val="24"/>
          <w:lang w:val="en-US" w:eastAsia="zh-CN"/>
        </w:rPr>
      </w:pPr>
      <w:bookmarkStart w:id="0" w:name="_GoBack"/>
      <w:bookmarkEnd w:id="0"/>
      <w:r>
        <w:rPr>
          <w:rFonts w:hint="eastAsia" w:ascii="宋体" w:hAnsi="宋体" w:cs="宋体"/>
          <w:b/>
          <w:bCs/>
          <w:sz w:val="24"/>
          <w:szCs w:val="24"/>
          <w:lang w:val="en-US" w:eastAsia="zh-CN"/>
        </w:rPr>
        <w:t>《</w:t>
      </w:r>
      <w:r>
        <w:rPr>
          <w:rFonts w:hint="eastAsia" w:ascii="宋体" w:hAnsi="宋体" w:eastAsia="宋体" w:cs="宋体"/>
          <w:b/>
          <w:bCs/>
          <w:sz w:val="24"/>
          <w:szCs w:val="24"/>
          <w:lang w:val="en-US" w:eastAsia="zh-CN"/>
        </w:rPr>
        <w:t>中华人民共和国宪法</w:t>
      </w:r>
      <w:r>
        <w:rPr>
          <w:rFonts w:hint="eastAsia" w:ascii="宋体" w:hAnsi="宋体" w:cs="宋体"/>
          <w:b/>
          <w:bCs/>
          <w:sz w:val="24"/>
          <w:szCs w:val="24"/>
          <w:lang w:val="en-US" w:eastAsia="zh-CN"/>
        </w:rPr>
        <w:t>》</w:t>
      </w:r>
      <w:r>
        <w:rPr>
          <w:rFonts w:hint="eastAsia" w:ascii="宋体" w:hAnsi="宋体" w:eastAsia="宋体" w:cs="宋体"/>
          <w:b/>
          <w:bCs/>
          <w:sz w:val="24"/>
          <w:szCs w:val="24"/>
          <w:lang w:val="en-US" w:eastAsia="zh-CN"/>
        </w:rPr>
        <w:t>无纸化考题</w:t>
      </w:r>
    </w:p>
    <w:p>
      <w:pPr>
        <w:widowControl w:val="0"/>
        <w:wordWrap/>
        <w:adjustRightInd/>
        <w:snapToGrid/>
        <w:spacing w:line="440" w:lineRule="exact"/>
        <w:ind w:left="0" w:leftChars="0" w:right="0" w:firstLine="482" w:firstLineChars="200"/>
        <w:jc w:val="center"/>
        <w:textAlignment w:val="auto"/>
        <w:rPr>
          <w:rFonts w:hint="eastAsia" w:ascii="宋体" w:hAnsi="宋体" w:eastAsia="宋体" w:cs="宋体"/>
          <w:b/>
          <w:bCs/>
          <w:sz w:val="24"/>
          <w:szCs w:val="24"/>
          <w:lang w:val="en-US" w:eastAsia="zh-CN"/>
        </w:rPr>
      </w:pPr>
    </w:p>
    <w:p>
      <w:pPr>
        <w:widowControl w:val="0"/>
        <w:wordWrap/>
        <w:adjustRightInd/>
        <w:snapToGrid/>
        <w:spacing w:line="440" w:lineRule="exact"/>
        <w:ind w:left="0" w:leftChars="0" w:right="0" w:firstLine="482" w:firstLineChars="200"/>
        <w:textAlignment w:val="auto"/>
        <w:outlineLvl w:val="9"/>
        <w:rPr>
          <w:rFonts w:hint="eastAsia" w:ascii="宋体" w:hAnsi="宋体" w:eastAsia="宋体" w:cs="宋体"/>
          <w:color w:val="000000"/>
          <w:sz w:val="24"/>
          <w:szCs w:val="24"/>
        </w:rPr>
      </w:pPr>
      <w:r>
        <w:rPr>
          <w:rFonts w:hint="eastAsia" w:ascii="宋体" w:hAnsi="宋体" w:eastAsia="宋体" w:cs="宋体"/>
          <w:b/>
          <w:bCs/>
          <w:color w:val="000000"/>
          <w:kern w:val="0"/>
          <w:sz w:val="24"/>
          <w:szCs w:val="24"/>
          <w:lang w:val="en-US" w:eastAsia="zh-CN"/>
        </w:rPr>
        <w:t>一</w:t>
      </w:r>
      <w:r>
        <w:rPr>
          <w:rFonts w:hint="eastAsia" w:ascii="宋体" w:hAnsi="宋体" w:eastAsia="宋体" w:cs="宋体"/>
          <w:b/>
          <w:bCs/>
          <w:color w:val="000000"/>
          <w:kern w:val="0"/>
          <w:sz w:val="24"/>
          <w:szCs w:val="24"/>
        </w:rPr>
        <w:t>、单项选择题。每题所设选项中只有一个正确答案，多选、错选或不选均不得分。本部分含</w:t>
      </w:r>
      <w:r>
        <w:rPr>
          <w:rFonts w:hint="eastAsia" w:ascii="宋体" w:hAnsi="宋体" w:cs="宋体"/>
          <w:b/>
          <w:bCs/>
          <w:color w:val="000000"/>
          <w:kern w:val="0"/>
          <w:sz w:val="24"/>
          <w:szCs w:val="24"/>
          <w:lang w:val="en-US" w:eastAsia="zh-CN"/>
        </w:rPr>
        <w:t>193</w:t>
      </w:r>
      <w:r>
        <w:rPr>
          <w:rFonts w:hint="eastAsia" w:ascii="宋体" w:hAnsi="宋体" w:eastAsia="宋体" w:cs="宋体"/>
          <w:b/>
          <w:bCs/>
          <w:color w:val="000000"/>
          <w:kern w:val="0"/>
          <w:sz w:val="24"/>
          <w:szCs w:val="24"/>
        </w:rPr>
        <w:t>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b w:val="0"/>
          <w:bCs w:val="0"/>
          <w:color w:val="000000"/>
          <w:sz w:val="24"/>
          <w:szCs w:val="24"/>
          <w:lang w:val="en-US" w:eastAsia="zh-CN"/>
        </w:rPr>
      </w:pPr>
      <w:r>
        <w:rPr>
          <w:rFonts w:hint="eastAsia" w:ascii="宋体" w:hAnsi="宋体" w:cs="宋体"/>
          <w:b w:val="0"/>
          <w:bCs w:val="0"/>
          <w:color w:val="000000"/>
          <w:sz w:val="24"/>
          <w:szCs w:val="24"/>
          <w:lang w:val="en-US" w:eastAsia="zh-CN"/>
        </w:rPr>
        <w:t>1.</w:t>
      </w:r>
      <w:r>
        <w:rPr>
          <w:rFonts w:hint="eastAsia" w:ascii="宋体" w:hAnsi="宋体" w:eastAsia="宋体" w:cs="宋体"/>
          <w:b w:val="0"/>
          <w:bCs w:val="0"/>
          <w:color w:val="000000"/>
          <w:sz w:val="24"/>
          <w:szCs w:val="24"/>
          <w:lang w:val="en-US" w:eastAsia="zh-CN"/>
        </w:rPr>
        <w:t>我国《宪法》明确规定，国家保护和改善生活环境和（</w:t>
      </w:r>
      <w:r>
        <w:rPr>
          <w:rFonts w:hint="eastAsia" w:ascii="宋体" w:hAnsi="宋体" w:cs="宋体"/>
          <w:b w:val="0"/>
          <w:bCs w:val="0"/>
          <w:color w:val="000000"/>
          <w:sz w:val="24"/>
          <w:szCs w:val="24"/>
          <w:lang w:val="en-US" w:eastAsia="zh-CN"/>
        </w:rPr>
        <w:t xml:space="preserve"> B </w:t>
      </w:r>
      <w:r>
        <w:rPr>
          <w:rFonts w:hint="eastAsia" w:ascii="宋体" w:hAnsi="宋体" w:eastAsia="宋体" w:cs="宋体"/>
          <w:b w:val="0"/>
          <w:bCs w:val="0"/>
          <w:color w:val="000000"/>
          <w:sz w:val="24"/>
          <w:szCs w:val="24"/>
          <w:lang w:val="en-US" w:eastAsia="zh-CN"/>
        </w:rPr>
        <w:t>），防治污染和其他公害。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sz w:val="24"/>
          <w:szCs w:val="24"/>
          <w:lang w:val="en-US" w:eastAsia="zh-CN"/>
        </w:rPr>
        <w:t>A.</w:t>
      </w:r>
      <w:r>
        <w:rPr>
          <w:rStyle w:val="4"/>
          <w:rFonts w:hint="eastAsia" w:ascii="宋体" w:hAnsi="宋体" w:eastAsia="宋体" w:cs="宋体"/>
          <w:b w:val="0"/>
          <w:bCs w:val="0"/>
          <w:color w:val="000000"/>
          <w:kern w:val="0"/>
          <w:sz w:val="24"/>
          <w:szCs w:val="24"/>
          <w:lang w:val="en-US" w:eastAsia="zh-CN"/>
        </w:rPr>
        <w:t>自然环境</w:t>
      </w:r>
      <w:r>
        <w:rPr>
          <w:rStyle w:val="4"/>
          <w:rFonts w:hint="eastAsia" w:ascii="宋体" w:hAnsi="宋体" w:cs="宋体"/>
          <w:b w:val="0"/>
          <w:bCs w:val="0"/>
          <w:color w:val="000000"/>
          <w:kern w:val="0"/>
          <w:sz w:val="24"/>
          <w:szCs w:val="24"/>
          <w:lang w:val="en-US" w:eastAsia="zh-CN"/>
        </w:rPr>
        <w:t>　　B.</w:t>
      </w:r>
      <w:r>
        <w:rPr>
          <w:rStyle w:val="4"/>
          <w:rFonts w:hint="eastAsia" w:ascii="宋体" w:hAnsi="宋体" w:eastAsia="宋体" w:cs="宋体"/>
          <w:b w:val="0"/>
          <w:bCs w:val="0"/>
          <w:color w:val="000000"/>
          <w:kern w:val="0"/>
          <w:sz w:val="24"/>
          <w:szCs w:val="24"/>
          <w:lang w:val="en-US" w:eastAsia="zh-CN"/>
        </w:rPr>
        <w:t>生态环境</w:t>
      </w:r>
      <w:r>
        <w:rPr>
          <w:rStyle w:val="4"/>
          <w:rFonts w:hint="eastAsia" w:ascii="宋体" w:hAnsi="宋体" w:cs="宋体"/>
          <w:b w:val="0"/>
          <w:bCs w:val="0"/>
          <w:color w:val="000000"/>
          <w:kern w:val="0"/>
          <w:sz w:val="24"/>
          <w:szCs w:val="24"/>
          <w:lang w:val="en-US" w:eastAsia="zh-CN"/>
        </w:rPr>
        <w:t>　　C.</w:t>
      </w:r>
      <w:r>
        <w:rPr>
          <w:rStyle w:val="4"/>
          <w:rFonts w:hint="eastAsia" w:ascii="宋体" w:hAnsi="宋体" w:eastAsia="宋体" w:cs="宋体"/>
          <w:b w:val="0"/>
          <w:bCs w:val="0"/>
          <w:color w:val="000000"/>
          <w:kern w:val="0"/>
          <w:sz w:val="24"/>
          <w:szCs w:val="24"/>
          <w:lang w:val="en-US" w:eastAsia="zh-CN"/>
        </w:rPr>
        <w:t>生态平衡</w:t>
      </w:r>
      <w:r>
        <w:rPr>
          <w:rStyle w:val="4"/>
          <w:rFonts w:hint="eastAsia" w:ascii="宋体" w:hAnsi="宋体" w:cs="宋体"/>
          <w:b w:val="0"/>
          <w:bCs w:val="0"/>
          <w:color w:val="000000"/>
          <w:kern w:val="0"/>
          <w:sz w:val="24"/>
          <w:szCs w:val="24"/>
          <w:lang w:val="en-US" w:eastAsia="zh-CN"/>
        </w:rPr>
        <w:t>　　D.</w:t>
      </w:r>
      <w:r>
        <w:rPr>
          <w:rStyle w:val="4"/>
          <w:rFonts w:hint="eastAsia" w:ascii="宋体" w:hAnsi="宋体" w:eastAsia="宋体" w:cs="宋体"/>
          <w:b w:val="0"/>
          <w:bCs w:val="0"/>
          <w:color w:val="000000"/>
          <w:kern w:val="0"/>
          <w:sz w:val="24"/>
          <w:szCs w:val="24"/>
          <w:lang w:val="en-US" w:eastAsia="zh-CN"/>
        </w:rPr>
        <w:t>生存环境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2.我国《宪法》规定，（ C ）是我国的根本制度。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sz w:val="24"/>
          <w:szCs w:val="24"/>
          <w:lang w:val="en-US" w:eastAsia="zh-CN"/>
        </w:rPr>
        <w:t>A.</w:t>
      </w:r>
      <w:r>
        <w:rPr>
          <w:rStyle w:val="4"/>
          <w:rFonts w:hint="eastAsia" w:ascii="宋体" w:hAnsi="宋体" w:eastAsia="宋体" w:cs="宋体"/>
          <w:b w:val="0"/>
          <w:bCs w:val="0"/>
          <w:color w:val="000000"/>
          <w:kern w:val="0"/>
          <w:sz w:val="24"/>
          <w:szCs w:val="24"/>
          <w:lang w:val="en-US" w:eastAsia="zh-CN"/>
        </w:rPr>
        <w:t>人民民主专政</w:t>
      </w:r>
      <w:r>
        <w:rPr>
          <w:rStyle w:val="4"/>
          <w:rFonts w:hint="eastAsia" w:ascii="宋体" w:hAnsi="宋体" w:cs="宋体"/>
          <w:b w:val="0"/>
          <w:bCs w:val="0"/>
          <w:color w:val="000000"/>
          <w:kern w:val="0"/>
          <w:sz w:val="24"/>
          <w:szCs w:val="24"/>
          <w:lang w:val="en-US" w:eastAsia="zh-CN"/>
        </w:rPr>
        <w:t>　　B.</w:t>
      </w:r>
      <w:r>
        <w:rPr>
          <w:rStyle w:val="4"/>
          <w:rFonts w:hint="eastAsia" w:ascii="宋体" w:hAnsi="宋体" w:eastAsia="宋体" w:cs="宋体"/>
          <w:b w:val="0"/>
          <w:bCs w:val="0"/>
          <w:color w:val="000000"/>
          <w:kern w:val="0"/>
          <w:sz w:val="24"/>
          <w:szCs w:val="24"/>
          <w:lang w:val="en-US" w:eastAsia="zh-CN"/>
        </w:rPr>
        <w:t>生产资料公有制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eastAsia="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w:t>
      </w:r>
      <w:r>
        <w:rPr>
          <w:rStyle w:val="4"/>
          <w:rFonts w:hint="eastAsia" w:ascii="宋体" w:hAnsi="宋体" w:eastAsia="宋体" w:cs="宋体"/>
          <w:b w:val="0"/>
          <w:bCs w:val="0"/>
          <w:color w:val="000000"/>
          <w:kern w:val="0"/>
          <w:sz w:val="24"/>
          <w:szCs w:val="24"/>
          <w:lang w:val="en-US" w:eastAsia="zh-CN"/>
        </w:rPr>
        <w:t>社会主义制度</w:t>
      </w:r>
      <w:r>
        <w:rPr>
          <w:rStyle w:val="4"/>
          <w:rFonts w:hint="eastAsia" w:ascii="宋体" w:hAnsi="宋体" w:cs="宋体"/>
          <w:b w:val="0"/>
          <w:bCs w:val="0"/>
          <w:color w:val="000000"/>
          <w:kern w:val="0"/>
          <w:sz w:val="24"/>
          <w:szCs w:val="24"/>
          <w:lang w:val="en-US" w:eastAsia="zh-CN"/>
        </w:rPr>
        <w:t>　　D.</w:t>
      </w:r>
      <w:r>
        <w:rPr>
          <w:rStyle w:val="4"/>
          <w:rFonts w:hint="eastAsia" w:ascii="宋体" w:hAnsi="宋体" w:eastAsia="宋体" w:cs="宋体"/>
          <w:b w:val="0"/>
          <w:bCs w:val="0"/>
          <w:color w:val="000000"/>
          <w:kern w:val="0"/>
          <w:sz w:val="24"/>
          <w:szCs w:val="24"/>
          <w:lang w:val="en-US" w:eastAsia="zh-CN"/>
        </w:rPr>
        <w:t>人民代表大会制度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3.根据我国《宪法》规定，（ D ）是我国的根本政治制度。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eastAsia="宋体" w:cs="宋体"/>
          <w:b w:val="0"/>
          <w:bCs w:val="0"/>
          <w:color w:val="000000"/>
          <w:kern w:val="0"/>
          <w:sz w:val="24"/>
          <w:szCs w:val="24"/>
          <w:lang w:val="en-US" w:eastAsia="zh-CN"/>
        </w:rPr>
      </w:pPr>
      <w:r>
        <w:rPr>
          <w:rFonts w:hint="eastAsia" w:ascii="宋体" w:hAnsi="宋体" w:cs="宋体"/>
          <w:b w:val="0"/>
          <w:bCs w:val="0"/>
          <w:color w:val="000000"/>
          <w:sz w:val="24"/>
          <w:szCs w:val="24"/>
          <w:lang w:val="en-US" w:eastAsia="zh-CN"/>
        </w:rPr>
        <w:t>A.</w:t>
      </w:r>
      <w:r>
        <w:rPr>
          <w:rStyle w:val="4"/>
          <w:rFonts w:hint="eastAsia" w:ascii="宋体" w:hAnsi="宋体" w:eastAsia="宋体" w:cs="宋体"/>
          <w:b w:val="0"/>
          <w:bCs w:val="0"/>
          <w:color w:val="000000"/>
          <w:kern w:val="0"/>
          <w:sz w:val="24"/>
          <w:szCs w:val="24"/>
          <w:lang w:val="en-US" w:eastAsia="zh-CN"/>
        </w:rPr>
        <w:t>人民民主专政</w:t>
      </w:r>
      <w:r>
        <w:rPr>
          <w:rStyle w:val="4"/>
          <w:rFonts w:hint="eastAsia" w:ascii="宋体" w:hAnsi="宋体" w:cs="宋体"/>
          <w:b w:val="0"/>
          <w:bCs w:val="0"/>
          <w:color w:val="000000"/>
          <w:kern w:val="0"/>
          <w:sz w:val="24"/>
          <w:szCs w:val="24"/>
          <w:lang w:val="en-US" w:eastAsia="zh-CN"/>
        </w:rPr>
        <w:t>　　B.</w:t>
      </w:r>
      <w:r>
        <w:rPr>
          <w:rStyle w:val="4"/>
          <w:rFonts w:hint="eastAsia" w:ascii="宋体" w:hAnsi="宋体" w:eastAsia="宋体" w:cs="宋体"/>
          <w:b w:val="0"/>
          <w:bCs w:val="0"/>
          <w:color w:val="000000"/>
          <w:kern w:val="0"/>
          <w:sz w:val="24"/>
          <w:szCs w:val="24"/>
          <w:lang w:val="en-US" w:eastAsia="zh-CN"/>
        </w:rPr>
        <w:t>生产资料公有制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eastAsia="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w:t>
      </w:r>
      <w:r>
        <w:rPr>
          <w:rStyle w:val="4"/>
          <w:rFonts w:hint="eastAsia" w:ascii="宋体" w:hAnsi="宋体" w:eastAsia="宋体" w:cs="宋体"/>
          <w:b w:val="0"/>
          <w:bCs w:val="0"/>
          <w:color w:val="000000"/>
          <w:kern w:val="0"/>
          <w:sz w:val="24"/>
          <w:szCs w:val="24"/>
          <w:lang w:val="en-US" w:eastAsia="zh-CN"/>
        </w:rPr>
        <w:t>社会主义制度</w:t>
      </w:r>
      <w:r>
        <w:rPr>
          <w:rStyle w:val="4"/>
          <w:rFonts w:hint="eastAsia" w:ascii="宋体" w:hAnsi="宋体" w:cs="宋体"/>
          <w:b w:val="0"/>
          <w:bCs w:val="0"/>
          <w:color w:val="000000"/>
          <w:kern w:val="0"/>
          <w:sz w:val="24"/>
          <w:szCs w:val="24"/>
          <w:lang w:val="en-US" w:eastAsia="zh-CN"/>
        </w:rPr>
        <w:t>　　D.</w:t>
      </w:r>
      <w:r>
        <w:rPr>
          <w:rStyle w:val="4"/>
          <w:rFonts w:hint="eastAsia" w:ascii="宋体" w:hAnsi="宋体" w:eastAsia="宋体" w:cs="宋体"/>
          <w:b w:val="0"/>
          <w:bCs w:val="0"/>
          <w:color w:val="000000"/>
          <w:kern w:val="0"/>
          <w:sz w:val="24"/>
          <w:szCs w:val="24"/>
          <w:lang w:val="en-US" w:eastAsia="zh-CN"/>
        </w:rPr>
        <w:t>人民代表大会制度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4.在我国，国家的领导阶级是（ A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A.工人阶级　　B.知识分子　　C.全体公民　　D.农民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5.我国的政权基础是（ B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A.工人阶级　　B.工农联盟　　C.农民　　D.知识分子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6.我国是（ D ）的社会主义国家。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A.人民契约自治　　B.民主共和　　C.群众自治　　D.人民民主专政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7.我国国民经济中的主导力量是（ A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A.国有经济　　B.私有经济　　C.共有经济　　D.民营经济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8.根据我国宪法的规定，（ A ）是中国共产党领导的多党合作和政治协商的重要机构，也是中国人民爱国统一战线组织。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A.中国人民政治协商会议　　　　　B.全国人民代表大会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C.全国人民代表大会常务委员会　　D.国务院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9.在国家统一领导下，各少数民族聚居的地方实行区域自治，设立自治机关，行使自治权的制度叫做（ 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A.民族区域制度　　B.民族分管制度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C.民族管理制度　　D.民族区域自治制度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10.宪法规定，国家建立健全同经济发展水平（ B ）的社会保障制度。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A.更高　　B.相适应　　C.更低　　D.同发展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11.宪法规定，国有企业在法律规定的范围内有权（ A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A.自主经营　　B.自我分配　　C.按需分配　　D.自我收益</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12.国家保障自然资源的（ C ），保护珍贵的动物和植物。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A.最大利用　　B.绝对保护　　C.合理利用　　D.有限使用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13.农村集体经济组织实行（ D ）为基础、统分结合的双层经营体制。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A.集体分配　　B.村民自治　　C.村委组织经营　　D.家庭承包经营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14.国家在社会主义初级阶段的基本经济制度是（ A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A.坚持以公有制为主体，多种所有制经济共同发展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B.坚持以按劳分配为主体，多种分配方式并的分配制度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C.坚持以全民所有制为主体，集体和其他经济成分共同发展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D.坚持公有制的主体地位</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15.我国社会主义经济制度的基础是（ 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A.全民公有制　　　B.集体所有制经济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C.非公有制经济　　D.生产资料的社会主义公有制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16.在我国矿藏、水流的所有权属于（ 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A.社会　　B.集体　　C.国家和集体　　D.国家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17.根据宪法和法律的规定，以下（ C ）自然资源能够属于国家和集体所有。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A.野生动植物、矿藏、水流　　B.水流、草原、滩涂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C.森林、草原、荒地　　　　　D.野生动植物、草原、水流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18.国家在社会主义初级阶段，坚持（ C ）的分配制度。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A.按劳分配　　　　　　　　　　　　　　　B.按需分配</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C.按劳分配为主体，多种分配方式并存　　　D.按资分配</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19.宪法以（ B ）的形式确认了中国各族人民奋斗的成果，规定了国家的根本制度和根本任务，是国家的根本法，具有最高的法律效力。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A.序言　　B.法律　　C.文件　　D.决议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20.下列不是我国宪法的基本原则的选项是（ C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A.一切权力属于人民原则　　B.尊重和保障人权原则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C.三权分立原则　　　　　　D.民主集中制原则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21.国家的立法权属于（ 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A.人民　　B.国务院　　C.党　　D.国家权力机关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22.我国《宪法》明确规定，中华人民共和国的国家机构实行（ B ）原则。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A.为人民服务　　B.民主集中制　　C.社会主义法制　　D.精简</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23.国家行政机关、审判机关、检察机关都由（ B ）产生，对它负责，受它监督。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A.民主选举　　B.人民代表大会　　C.人大常委会　　D.党内选举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24.下列选项中不是宪法规定的内容是（ 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A.国家根本制度　　B.国家根本任务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C.公民基本权利　　D.公民具体义务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25.下列关于宪法特征的描述错误的是（ 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A.普通法律不得与宪法相抵触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B.宪法是一切组织、机构和个人的根本活动准则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C.宪法具有最高的法律效力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D.在我国，宪法的修改必须是由全国人民代表大会常务委员会或者三分之二以上的全国人民代表大会代表提议，始得启动修宪程序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26.根据我国宪法的规定，城镇中的手工业、工业、建筑业、运输业、商业、服务业等行业的各种形式的合作经济，都是社会主义劳动群众（ B ）经济。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A.全民公有制　　B.集体所有制　　C.非公有制　　D.生产资料所有制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27.关于宪法在立法中的作用，下列哪一说法是不正确的？（ C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A.宪法确立了我国法律体系的基本目标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B.宪法确立了立法的统一基础</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C.宪法规定了具体立法体制和立法规划</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D.宪法规定了解决法律体系内部冲突的基本机制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28.宪法效力是指宪法作为法律规范所具有的约束力与强制性。关于我国宪法效力，下列哪一选项是不正确的？（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A.侨居国外的华侨受中国宪法保护</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B.宪法的效力及于中华人民共和国的所有领域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C.宪法的最高法律效力首先源于宪法的正当性</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D.宪法对法院的审判活动没有约束力</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29.国家保护城乡集体经济组织的合法的权利和利益，（ D ）集体经济的发展。</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A.保障　　B.监督、管理和指导</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C.保护　　D.鼓励、指导和帮助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30.各少数民族聚居的地方实行（ A ），设立自治机关，行使自治权。</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A.区域自治　　B.民族自治　　C.基层群众自治　　D.特殊的经济制度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31.有权决定特别行政区设立的国家机关是（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　　B.全国人民代表大会常务委员会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C.国务院　　　　　　　D.国家主席</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32.国家（ D ）非公有制经济的发展，并对非公有制经济依法实行监督和管理。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A.保障、鼓励和支持　　B.鼓励、引导和帮助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C.引导、支持和保障　　D.鼓励、支持和引导</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33.除因国家安全或者追查刑事犯罪的需要，由公安机关或者（ C ）依照法律规定的程序对通信进行检查外，任何组织或者个人不得以任何理由侵犯公民的通信自由和通信秘密。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A.监察机关　　B.司法行政机关　　C.检察机关　　D.其他执法机关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34.行使国家立法权的机关是（ C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A.国务院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B.国务院办公厅</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C.全国人民代表大会和全国人民代表大会常务委员会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D.全国人民代表大会、全国人民代表大会常务委员会和国务院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35.我国宪法的解释权属于（ C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　　　　　　　B.国务院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C.全国人民代表大会常务委员会　　D.全国人民代表大会法律委员会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36.宪法规定，（ B ）行使撤销省、自治区、直辖市国家权力机关制定的同宪法、法律和行政法规相抵触的地方性法规和决议的职权。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　　B.全国人民代表大会常务委员会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C.国务院　　　　　　　D.最高人民检察院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37.审计机关在（ A ）领导下，依照法律规定独立行使审计监督权，不受其他行政机关、社会团体和个人的干涉。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A.国务院总理　　B.全国人民代表大会常务委员会委员长</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C.国家主席　　　D.全国政协主席</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38.根据我国宪法的明确规定，人民法院、人民检察院和公安机关办理（ A ），应当分工负责，互相配合，互相制约，以保证准确有效地执行法律。</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A.刑事案件　　B.民事案件　　C.经济案件　　D.行政案件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39.决定战争和和平的问题的国家机关是（ A ）。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　　B.全国人民代表大会常务委员会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C.国家主席　　　　　　D.国务院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40.中华人民共和国副主席缺位的时候，由（ A ）补选。</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　　　　　　　B.全国人民代表大会常务委员会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C.全国人民代表大会会议主席团　　D.全国人民代表大会专门委员会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41.中华人民共和国副主席受主席的（ D ），可以代行主席的部分职权。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A.授权　　B.代理　　C.授意　　D.委托</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42.全国人民代表大会和全国人民代表大会常务委员会的组织和工作程序由（ B ）规定。</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A.宪法　　B.法律　　C.行政法规　　D.决定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43.全国人民代表大会代表受（ C ）监督。</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　　B.全国人民代表大会常务委员会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C.原选举单位　　　　　D.国务院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44.我国《宪法》明确规定，在全国人民代表大会闭会期间，各专门委员会受（ A ）的领导。</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A.全国人民代表大会常务委员会　　B.全国人民代表大会会议主席团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C.中华人民共和国主席　　　　　　D.国务院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45.民族自治地方的自治机关依照国家的军事制度和当地的实际需要，经（ A ）批准，可以组织本地方维护社会治安的公安部队。</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A.国务院　　　　　　　　　　B.民族自治地方的人民代表大会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C.民族自治地方的人民政府　　D.全国人民代表大会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46.自治县县长应具备什么法定条件？（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A.是实行区域自治的民族的公民　　　　　B.年满四十五周岁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C.在实行区域自治的地方居住满十五年　　D.居住在本行政区域内</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47.自治区的自治条例和单行条例生效的要件是（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A.报全国人民代表大会常务委员会备案</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B.报全国人民代表大会常务委员会批准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C.报省人民代表大会批准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D.报国务院备案</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48.根据宪法的明确规定，全国地方各级人民政府都服从（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A.国务院　　B.国务院总理　　C.主席团　　D.专门委员会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49.根据我国宪法的相关规定，乡的区域划分由（ A ）决定。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A.省、直辖市的人民政府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B.省、直辖市的人民代表大会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C.省、直辖市的人民代表大会常务委员会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D.国务院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50.中央军事委员会主席对（ A ）负责。</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A.全国人民代表大会和全国人民代表大会常务委员会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B.中央军事委员会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C.国务院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D.仅对全国人民代表大会负责</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51.在我国，农村的宅基地和自留地属于谁所有？（ B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A.个人　　B.集体　　C.乡政府　　D.国家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52.中华人民共和国的武装力量属于（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A.全体公民　　B.人民　　C.中央军事委员会　　D.国务院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53.我国《宪法》明确规定，中国坚持独立自主的对外政策，坚持互相尊重（ D ）、互不侵犯、互不干涉内政、平等互利、和平共处五项原则。</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A.国内事务　　B.领空　　C.主权和领空　　D.主权和领土完整</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54.城市郊区的土地可以属于：（ 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A.仅属于国家　　B.仅属于集体　　C.国家、集体　　D.人民政府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55.全国人民代表大会常务委员会委员长连续任职（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A.不得超过两届　　B.连选可以连任　　C.为两届　　D.不得超过三届</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56.全国人民代表大会由省、自治区、直辖市、特别行政区和（ A ）选出的代表组成。</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A.军队　　B.少数民族地区　　C.各社会团体　　D.各行业协会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57.审计机关在国务院总理领导下，依照法律规定独立行使（ A ），不受其他行政机关、社会团体和个人的干涉。</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A.审计监督权　　B.财政权　　C.核算权　　D.批准权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58.我国《宪法》规定，国家推行计划生育，使人口的增长同经济和（ D ）相适应。</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A.经济发展　　B.社会资源的增长　　C.生态环境　　D.社会发展计划</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59.宪法规定，土地的（ B ）可以依照法律的规定转让。</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A.所有权　　B.使用权　　C.占有权　　D.收益权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60.全国人民代表大会任期届满的（ A ），全国人民代表大会常务委员会必须完成下届全国人民代表大会代表的选举。</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A.两个月以前　　B.两个月以内　　C.一个月以前　　D.一个月以内</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61.根据《宪法》的规定，村民委员会的委员由（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A.街道办事处任命　　B.居民选举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C.上级选举　　　　　D.群众推荐上级任命</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62.国务院总理人选由（ D ）提名，全国人民代表大会决定。</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A.全国人民代表大会常务委员会　　B.全国人民代表大会主席团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C.中共中央总书记　　　　　　　　D.国家主席</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63.全国人民代表大会常务委员会的重要日常工作由（ B ）处理。</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A.委员长　　B.委员长会议　　C.秘书长　　D.各专门委员会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64.设立特别行政区的法律依据是（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A.国际公约　　B.宪法　　C.联合声明　　D.特别行政区基本法</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65.在特别行政区内实行的制度按照具体情况由（ A ）以法律规定。</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　　B.全国人民代表大会常务委员会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C.国务院　　　　　　　D.国家主席</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66.宪法规定，（ A ）领导全国武装力量。</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A.中华人民共和国中央军事委员会　　B.国务院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C.国防部　　　　　　　　　　　　　D.国家主席</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67.一切国家机关实行（ B ）的原则，实行工作责任制，实行工作人员的培训和考核制度，不断提高工作质量和工作效率，反对官僚主义。</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A.创新　　B.精简　　C.考试　　D.轮岗</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68.中华人民共和国对于因为（ B ）原因要求避难的外国人，可以给予受庇护的权利。</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A.经济　　B.政治　　C.军事　　D.宗教</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69.我国《宪法》规定，全国人民代表大会常务委员会的组成人员中，应当有适当名额的（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A.行政人员代表　　B.司法机关人员代表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C.社会团体代表　　D.少数民族代表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70.由全国人民代表大会决定人选，不需要全国人民代表大会选举的是（ C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A.中华人民共和国副主席　　B.最高人民法院院长</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C.国务院副总理　　　　　　D.最高人民检察院检察长</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71.在我国，有权制定和修改刑事、民事、国家机构的和其他的基本法律的是（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A.全国人民代表大会和全国人民代表大会常务委员会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B.全国人民代表大会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D.全国人民代表大会、全国人民代表大会常务委员会和国务院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72.按照我国宪法的规定，国务院对各部、各委员会发布的不适当的命令、指示和规章有权（ 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A.改变　　B.变更或撤销　　C.改变或者撤销　　D.重新发布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73.最高人民法院（ A ）地方各级人民法院的审判工作，最高人民检察院（ ）地方各级人民检察院的工作。</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A.监督，领导　　B.领导，领导</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C.领导，监督　　D.监督，监督</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74.中华人民共和国主席代表中华人民共和国，进行国事活动，接受外国使节，根据（ B ），派遣和召回驻外全权代表，批准和废除同外国缔结的条约和重要协定。</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A.全国人民代表大会的决定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B.全国人民代表大会常务委员会的决定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C.国务院的决定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D.全国人民代表大会和全国人民代表大会常务委员会的决定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75.乡、民族乡、镇的人民代表大会每届任期（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A.五年　　B.四年　　C.三年　　D.两年</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76.宪法规定，我国的人民法院是（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A.国家的司法行政机关　　B.国家的法律监督机关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C.国家的仲裁机构　　　　D.国家的审判机关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77.自治区主席由（ A ）担任。</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A.实行区域自治的民族的公民　　B.年满三十五周岁的公民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C.少数民族的公民　　　　　　　D.自治地方的各民族公民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78.宪法规定，（ C ）在全国人民代表大会开会期间，有权依照法律规定的程序提出对国务院或者国务院各部、各委员会的质询案。</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A.省人大代表　　　　　　　B.市人大代表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C.全国人民代表大会代表　　D.最高人民检察院院长</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79.中华人民共和国的国家机构实行（ A ）的原则。</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A.民主集中制　　B.三权分立制　　C.联邦议会制　　D.君主立宪制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80.全国人民代表大会每届任期（ C ）年。</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A.一　　B.三　　C.五　　D.十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81.中华人民共和国全国人民代表大会是（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A.唯一法律监督机关　　B.最高审判机关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C.最高执法机关　　　　D.最高国家权力机关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82.如果全国人民代表大会常务委员会认为必要，或者有（ D ）以上的全国人民代表大会代表提议，可以临时召集全国人民代表大会会议。</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A.二分之一　　B.三分之一　　C.四分之一　　D.五分之一</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83.全国人民代表大会根据（ B ），决定国务院总理的人选。</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A.中华人民共和国国务院的提名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B.中华人民共和国主席的提名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C.中华人民共和国主席的举荐</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D.全国人民代表大会常务委员会委员长的举荐</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84.全国人民代表大会根据（ D ）的提名，决定国务院副总理的人选。</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A.国务院办公厅　　B.国家主席　　C.中央军委主席　　D.国务院总理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85.全国人民代表大会根据（ C ）的提名，决定中央军委其他组成人选。</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A.最高人民检察院　　　　B.国家主席</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C.中央军事委员会主席　　D.国务院总理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86.全国人民代表大会和（ C ）行使国家立法权。</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A.最高人民检察院　　　　　　　　B.最高人民法院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C.全国人民代表大会常务委员会　　D.全国人民代表大会专门委员会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87.全国人民代表大会由省、自治区、直辖市、特别行政区和（ D ）选出的代表组成。</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A.华人华侨　　B.农民工　　C.教育从业者　　D.军队</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88.全国人民代表大会举行会议的时候，选举（ A ）主持会议。</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A.主席团　　　　　　　　　　　　B.秘书长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C.全国人民代表大会常务委员会　　D.国家主席</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89.全国人民代表大会代表名额和代表产生办法由（ B ）规定。</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A.宪法　　B.法律　　C.行政法规　　D.国际惯例</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90.全国人民代表大会任期届满的（ B ）以前，全国人民代表大会常务委员会必须完成下届全国人民代表大会代表的选举。</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A.一个月　　B.两个月　　C.三个月　　D.六个月</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91.宪法的修改，由全国人民代表大会以全体代表的（ C ）的多数通过。</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A.三分之一以上　　B.二分之一以上</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C.三分之二以上　　D.四分之三以上</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92.根据我国宪法的规定，法律和其他议案由全国人民代表大会以全体代表的（ B ）通过。</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A.三分之一以上　　B.过半数　　C.三分之二以上　　D.四分之三以上</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93.根据宪法规定，负责召集和主持国务院常务会议和国务院全体会议的是（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A.国务院总理　　B.国务院秘书长　　C.国务委员　　D.国务院副总理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94.全国人民代表大会常务委员会委员长、副委员长连续任职不得超过（ B ）届。</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A.一　　B.两　　C.三　　D.五</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95.根据我国宪法的明确规定，中华人民共和国主席、副主席由（ A ）选举产生。</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　　B.全国人民代表大会常务委员会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C.国务院　　　　　　　D.全国政治协商会议</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96.有权罢免中华人民共和国主席、副主席的是（ 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A.全国政治协商会议　　B.全国人民代表大会常务委员会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　　D.国务院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97.根据宪法规定，国家的勋章和荣誉称号由（ D ）授予。</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A.国务院　　　　　　　　　　　　B.全国人民代表大会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C.全国人民代表大会常务委员会　　D.国家主席</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98.我国的最高国家权力机关的执行机关是（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A.国务院　　　　　　　　　　　　B.全国人民代表大会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C.全国人民代表大会常务委员会　　D.中央军委</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99.根据我国现行宪法的规定，向全国人民代表大会或者全国人民代表大会常务委员会提出议案是国务院的（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A.义务　　B.惯例　　C.权利　　D.职权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100.最高人民法院（ A ）专门人民法院的审判工作。</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A.监督　　B.领导　　C.布置　　D.指挥</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101.我国最高检察机关是（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A.最高人民法院　　B.最高人民检察院　　C.公安部　　D.中央纪委</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102.最高人民检察院检察长连续任职不得超过（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A.两届　　B.三年　　C.五届　　D.五年</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103.最高人民检察院（ B ）地方各级人民检察院和专门人民检察院的工作。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A.监督　　B.领导　　C.指导　　D.审查</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104.根据我国现行宪法的规定，最高人民检察院的工作受（ A ）监督。</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A.全国人民代表大会常务委员会　　B.全国人民代表大会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C.国务院　　　　　　　　　　　　D.最高人民法院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105.我国《宪法》规定，人民检察院对于不通晓当地通用的语言文字的诉讼参与人，应当为他们（ 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A.使用当地语言　　B.宣读诉讼相关文件　　C.翻译　　D.代理起诉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106.根据我国现行宪法的规定，国务院实行（ A ）负责制。</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A.总理　　B.国务院全体会议　　C.国务院常务会议　　D.集体</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107.根据我国现行宪法的规定，下列有关特赦的表述，正确的是（ C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A.特赦在审判机关判决前、后都可施行</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B.特赦可以免除对所有罪犯的刑事追究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C.特赦由全国人民代表大会常务委员会决定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D.特赦由国家主席决定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108.在我国，人民检察院是国家的（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A.普法宣传机关　　B.法律监督机关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C.法律实施机关　　D.纪律检察机关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109.最高人民法院（ A ）地方各级人民法院的审判工作。</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A.监督　　B.领导　　C.指导　　D.审查</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110.根据经济和社会发展的需要，某市拟将所管辖的一个县变为市辖区。根据宪法规定，上述改变应由（ C ）批准。</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　　B.全国人民代表大会常务委员会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C.国务院　　　　　　　D.国家主席</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111.下列有关全国人民代表大会专门委员会的说法正确的是（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A.在全国人民代表大会闭会期间，各专门委员会受国务院的领导</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B.负责研究、审议和拟订有关议案</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C.是最高国家权力机关的非常设机关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D.只能审议全国人民代表大会主席团交付的议案</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112.全国人民代表大会常设机关是（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A.全国人民代表大会常务委员会　　B.国务院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C.国家主席　　　　　　　　　　　D.最高人民法院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113.在我国，有权解释宪法的机关是（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C.全国人民代表大会法律委员会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D.全国人民代表大会常务委员会法制工作委员会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114.在我国，有权修改宪法的机关是（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　　B.全国人民代表大会常务委员会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C.国务院　　　　　　　D.最高人民法院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115.《宪法》明确规定，中央和地方的国家机构职权的划分，遵循在中央的统一领导下，充分发挥地方的（ B ）的原则。</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A.能动性、创造性　　B.主动性、积极性</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C.主动性、能动性　　D.积极性、创造性</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116.根据现行宪法，下列哪个机关有权规定中央和省、自治区、直辖市的国家行政机关的职权的具体划分？（ 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　　B.全国人民代表大会常务委员会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C.国务院　　　　　　　D.国务院各部委</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117.根据《宪法》的规定，居民委员会、村民委员会同基层政权的相互关系由（ B ）规定。</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A.部门规章　　B.法律　　C.行政法规　　D.民政部门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118.根据《宪法》的规定，居民委员会是（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A.基层政权性群众组织　　B.基层群众性自治组织</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C.基层政权机关　　　　　D.基层政权机关的派出机关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119.下列国家机关中，属于民族自治机关的是（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A.国家民族事务委员会　　B.自治区人民政府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C.自治州人民法院　　　　D.自治县人民检察院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120.在少数民族聚居的地方，我国实行的是（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A.民族统一自治　　B.民族区域自治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C.中央直接管理　　D.地方分级管理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121.根据《宪法》的规定，（ A ）是我国地方各级国家权力机关。</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A.地方各级人大　　　　B.地方各级党委</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C.地方各级人民政府　　D.地方各级人民法院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122.根据《宪法》的规定，有权设立常务委员会的地方各级人民代表大会最低一级是（ 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A.省级　　B.市级　　C.县级　　D.乡级</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123.我国《宪法》规定，地方各级人民代表大会每届任期（ 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A.一年　　B.三年　　C.五年　　D.七年</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124.根据我国现行宪法的规定，省、直辖市、设区的市的人大代表由（ D ）选举。</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A.同级上一届人大　　B.选民直接　　C.上一级人大　　D.下一级人大</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125.县级以上的地方各级人大常委会依据宪法行使的职权不包括（ D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A.讨论、决定本行政区域内各方面工作的重大事项</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B.监督本级人民政府、人民法院和人民检察院的工作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C.撤销下一级人民代表大会的不适当的决议</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D.撤销上一级人民政府的不适当的决定和命令</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126.民族乡的人民代表大会可以依照法律规定的权限采取适合（ B ）的具体措施。</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A.宗教信仰　　B.民族特点　　C.国家政策　　D.现实国情</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127.根据《宪法》的规定，（ C ）是地方各级国家行政机关。</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A.地方各级人大　　　　B.地方各级党委</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C.地方各级人民政府　　D.地方各级人民法院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128.根据宪法的相关规定，县级以上地方各级人民政府的职权不包括（ A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A.撤销上级人民政府的不适当的决定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B.领导所属各工作部门和下级人民政府的工作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C.管理本行政区域内的行政工作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D.任免、培训、考核和奖惩行政工作人员</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129.根据宪法的相关规定，地方各级人民法院和检察院是国家（ D ），担负着审判和法律监督的重要职能。</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A.行政机关　　B.权力机关　　C.党政机关　　D.司法机关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130.根据《宪法》的规定，下列不属于居民委员会的主要任务的是（ A ）。</w:t>
      </w:r>
      <w:r>
        <w:rPr>
          <w:rStyle w:val="4"/>
          <w:rFonts w:hint="eastAsia" w:ascii="宋体" w:hAnsi="宋体" w:cs="宋体"/>
          <w:b w:val="0"/>
          <w:bCs w:val="0"/>
          <w:color w:val="000000"/>
          <w:kern w:val="0"/>
          <w:sz w:val="24"/>
          <w:szCs w:val="24"/>
          <w:lang w:val="en-US" w:eastAsia="zh-CN"/>
        </w:rPr>
        <w:tab/>
      </w:r>
      <w:r>
        <w:rPr>
          <w:rStyle w:val="4"/>
          <w:rFonts w:hint="eastAsia" w:ascii="宋体" w:hAnsi="宋体" w:cs="宋体"/>
          <w:b w:val="0"/>
          <w:bCs w:val="0"/>
          <w:color w:val="000000"/>
          <w:kern w:val="0"/>
          <w:sz w:val="24"/>
          <w:szCs w:val="24"/>
          <w:lang w:val="en-US" w:eastAsia="zh-CN"/>
        </w:rPr>
        <w:t>A.侦查刑事案件　　B.办理本居住地区的公共事务和公益事业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C.调解民间纠纷　　D.协助维护社会治安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131.县级以上的地方各级人民代表大会选出或者罢免人民检察院检察长，须（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A.报上级人民检察院检察长提请该级人民代表大会常务委员会批准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B.报上级人民代表大会常务委员会通知该级人民检察院备案</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C.报上级人民检察院检察长批准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D.报上级人民检察院检察委员会备案</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132.根据《宪法》的规定，依法制定的地方性法规，在制定后报（ C ）备案。</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A.本级人民政府　　　　　　　　　B.国务院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C.全国人民代表大会常务委员会　　D.国务院办公厅</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133.根据我国宪法的明确规定，下列职务中应当由实行区域自治的民族公民担任的是（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A.自治州副州长　　　　　　　B.自治区人民法院法官</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C.自治区人民政府工作人员　　D.自治区主席</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134.根据我国《宪法》规定，下列哪一机关不享有自治条例、单行条例制定权？（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A.自治区人大常委会　　　B.自治区人民代表大会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C.自治州人民代表大会　　D.自治县人民代表大会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135.宪法规定，民族自治地方的自治机关是（ B ）的人民代表大会和人民政府。</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A.自治区、自治县　　　　　　B.自治区、自治州、自治县</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C.自治区、自治州、民族乡　　D.自治州、自治县</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136.在我国，地方各级人民法院对（ A ）负责。</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A.产生它的国家权力机关　　B.上级行政机关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C.同级人民政府　　　　　　D.同级党委</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137.人民代表大会制度的组织原则是（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A.决议制　　B.集中制　　C.民主制　　D.民主集中制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138.各级人大对人民负责，受人民（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A.管理　　B.制约　　C.关注　　D.监督</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139.各级政府、法院、检察院，都对（ B ）负责。</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A.本单位　　B.本级人大　　C.上级人大　　D.全国人民代表大会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140.宪法规定的（ A ）原则，决定了人民代表大会制度的根本属性。</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A.国家的一切权力属于人民　　B.保障公民权利和义务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C.民主集中制　　　　　　　　D.社会主义法治</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141.中国人民政治协商会议在性质上属于（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A.国家机关　　B.政权机关　　C.自治组织　　D.爱国统一战线组织</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142.我国宪法规定人民行使国家权力的机关是（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　　B.中国人民政治协商会议</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C.各级人民政府　　　　D.全国人民代表大会和地方各级人民代表大会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143.人民代表大会制度的关键是（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A.国家的一切权力属于人民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B.选民民主选举代表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C.以人民代表大会为基础建立全部国家机构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D.对人民负责、受人民监督</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144.中国的政权组织形式是（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A.民主集中制　　　　　　　B.人民民主专政</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C.共产党领导的多党合作　　D.人民代表大会制度</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145.我国由（ A ）决定特别行政区的设立及其制度。</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　　B.全国人民代表大会常务委员会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C.国务院　　　　　　　D.全国人民代表大会及其常务委员会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146.我国多党合作与政治协商的最高原则是（ 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A.多党合作　　　　　　B.民主集中制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C.中国共产党的领导　　D.政治协商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147.我国《宪法》规定，宪法的修改，由全国人民代表大会常务委员会或者（ C ）以上的全国人民代表大会代表提议，并由全国人民代表大会以全体代表的（ ）以上多数通过。</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A.四分之一，三分之二　　B.三分之一，三分之二</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C.五分之一，三分之二　　D.四分之一，二分之一</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148.全国人民代表大会常务委员会是全国人民代表大会的常设机关，根据宪法规定，全国人民代表大会常务委员会行使多项职权，但下列哪一职权不由全国人民代表大会常务委员会行使？（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A.解释宪法，监督宪法的实施</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B.批准省、自治区、直辖市的建置</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C.废除同外国缔结的条约和重要协定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D.在全国人大闭会期间，审查和批准国民经济和社会发展计划、国家预算在执行过程中所必须作的部分调整方案</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149.根据宪法和法律规定，关于人民代表大会制度，下列哪一选项是不正确的？（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A.人民代表大会制度体现了一切权力属于人民的原则</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B.地方各级人民代表大会是地方各级国家权力机关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C.全国人民代表大会是最高国家权力机关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D.地方各级国家权力机关对最高国家权力机关负责，并接受其监督</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150.关于我国的行政区域划分，下列说法不成立的是（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A.是国家主权的体现　　B.属于国家内政</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C.任何国家不得干涉　　D.只能由《宪法》授权机关进行</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151.我国宪法修改必须由（ 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A.全国人民代表大会代表的二分之一以上的多数通过</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B.与会全国人民代表大会代表的三分之二以上的多数通过</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C.全国人民代表大会全体代表的三分之二以上的多数通过</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D.全国人民代表大会全体代表的四分之三以上的多数通过</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152.在我国，通过和公布宪法的机关是（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A.全国人民代表大会常务委员会　　B.国家主席</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C.国务院总理　　　　　　　　　　D.全国人民代表大会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153.我国《宪法》明确规定的有权监督宪法实施的国家机关是（ A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A.全国人民代表大会和全国人民代表大会常务委员会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B.中国共产党中央委员会和中共中央纪律检查委员会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C.全国人民代表大会法律委员会和全国人民代表大会常务委员会法制工作委员会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D.最高人民法院和最高人民检察院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154.根据我国宪法的规定，下列关于公民私有财产权的表述，错误的是（ C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A.公民私有财产权保障的义务主体首先是国家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B.现行宪法中对公民私有财产权的保护作了规定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C.现行宪法明确规定了公民合法的私有财产神圣不可侵犯</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D.国家为了公共利益的需要，可以依法对公民私有财产实行征收或者征用并给予补偿</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155.根据我国宪法的规定，下列对于公民基本权利的宪法保护，表述正确的是（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A.所有公民都有选举权和被选举权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B.宪法没有规定对归侨权益的保护</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C.宪法对建立劳动者休息和休养的设施未加以规定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D.宪法规定公民的住宅不受侵犯</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156.根据我国《宪法》规定，下列选项中哪一种情况不是公民获得物质帮助权的条件？（ 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A.公民在年老时　　　　B.公民在疾病时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C.公民在遭到抢劫时　　D.公民在丧失劳动能力时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157.下列有关宗教信仰自由的表述中，不正确的是（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A.任何组织和个人不得强制公民信仰宗教或者不信仰宗教</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B.不得歧视信仰宗教的公民和不信仰宗教的公民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C.宗教团体和宗教事务不受外国势力的支配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D.少数民族聚居区的学校应该开设宗教课程</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158.中华人民共和国年满（ C ）周岁的公民，都有选举权和被选举权，但是依照法律被剥夺政治权利的人除外。</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A.十四　　B.十六　　C.十八　　D.二十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159.现行《宪法》明确规定，由于国家机关和国家工作人员侵犯公民权利而受到损失的人，有依照法律规定（ 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A.提出批评的权利　　B.提出建议的权利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C.取得赔偿的权利　　D.要求给予刑事处罚的权利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160.下列哪一项不属于宪法明确规定的公民的基本权利？（ A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A.环境权　　B.劳动权　　C.选举权　　D.受教育权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161.我国公民的平等权利是指公民（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A.事实上平等　　　　　B.在法律面前一律平等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C.在立法上一律平等　　D.有相同的权利和义务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162.通信自由和通信秘密受保护属于我国公民的（ B ）权利。</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A.政治自由　　B.人身自由　　C.文化教育　　D.社会经济</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163.根据我国宪法的相关规定，关于公民的申诉、控告或者检举的说法错误的一项是（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A.对于公民的申诉、控告或者检举，有关国家机关必须及时回复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B.任何人不得压制和打击报复提出申诉、控告或者检举的公民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C.对于任何国家机关和国家工作人员的违法失职行为，公民有向有关国家机关提出申诉、控告或者检举的权利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D.公民申诉、控告或者检举，不得捏造或者歪曲事实进行诬告陷害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164.公民应履行的最根本的法律义务是（ A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A.遵守宪法和法律　　B.受教育的义务　　C.劳动的义务　　D.依法纳税</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165.根据我国宪法的规定，下列关于公民游行自由的说法不准确的一项是（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A.我国公民有游行自由</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B.游行自由是公民在公共道路、露天公共场所列队行进、表达共同意愿的自由</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C.我国公民的游行自由受宪法的保护</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D.游行一般不获许可</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166.具有我国公民资格的法定条件是（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A.出生在中国　　B.具有中国国籍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C.获得批准　　　D.没有被依法剥夺政治权利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167.在我国宪法的规定中，下列哪项不属于公民的诉愿权内容？（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A.批评权　　B.建议权　　C.检举权　　D.批捕权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168.关于文化教育权利是公民在教育和文化领域享有的权利和自由的说法，下列哪一选项是错误的？（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A.受教育既是公民的权利，又是公民的义务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B.宪法规定的文化教育权利是公民的基本权利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C.我国公民有进行科学研究、文学艺术创作和其他文化活动的自由</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D.我国宪法没有明确规定公民受教育权利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169.根据现行宪法规定，关于公民权利和自由，下列哪一选项是正确的？（ D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A.劳动、受教育和依法服兵役既是公民的基本权利又是公民的基本义务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B.休息权的主体是全体公民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C.公民在年老、疾病或遭受不法侵害的情况下，有从国家和社会获得物质帮助的权利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D.《宪法》明确规定，国家尊重和保障人权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170.根据我国宪法的规定，下列有关公民基本权利的宪法保护的表述，哪一个是正确的?（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A.一切公民都有选举权和被选举权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B.宪法规定了对华侨、归侨权益的保护，但没有规定对侨眷权益的保护</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C.宪法对建立劳动者休息和休养的设施未加以规定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D.公民合法财产的所有权和私有财产的继承权规定在宪法“总纲”部分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171.根据我国宪法关于公民基本权利的规定，下列哪一说法是正确的？（ D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A.我国公民在年老、疾病或者遭受抢劫时有获得物质帮助的权利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B.我国公民的出版自由不能被剥夺</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C.我国宪法没有明确公民信仰宗教的自由</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D.我国劳动者有休息的权利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172.根据现行宪法规定，没有附加剥夺政治权利的犯罪分子正在服刑期间（ 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A.没有选举权　　　　B.停止行使选举权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C.准予行使选举权　　D.经有关机关批准可以行使选举权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173.下列各项权利和自由中，（ B ）是我国宪法没有规定的。</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A.言论自由　　B.迁徙自由　　C.公民的人格尊严　　D.宗教信仰自由</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174.我国《宪法》明确规定，任何公民，非经（ ）批准或者决定或者（ ）决定，并由（ A ）执行，不受逮捕。</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A.人民检察院，人民法院，公安机关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B.人民法院，人民检察院，公安机关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C.人民法院，公安机关，人民检察院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D.公安机关，人民检察院，人民法院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175.我国现行宪法规定，国家举办各种学校，国家普及的义务教育的是指（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A.职业教育　　B.高等教育　　C.中等教育　　D.初等义务教育</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176.下列人员中不享有宪法规定的选举权的是（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A.依法被剥夺政治权利者　　B.受到行政拘留处罚者</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C.受到刑事处罚者　　　　　D.旅居国外的我国公民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177.根据我国宪法的规定，下列说法错误的一项是（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A.在我国，剥削阶级作为阶级已经消灭，但是阶级斗争还将在一定范围内长期存在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B.完成统一祖国的大业是包括台湾同胞在内的全中国人民的神圣职责</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C.中国共产党领导的多党合作和政治协商制度将长期存在和发展</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D.我国的一切权力属于全体公民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178.根据我国宪法的规定，下列不属于我国公民享有的基本权利和自由的一项是（ 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A.平等权　　B.人身自由　　C.依法纳税　　D.宗教信仰自由</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179.我国《宪法》明确规定，中华人民共和国（ B ）在法律面前一律平等。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A.人民　　B.公民　　C.群众　　D.国民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180.平等权是一项基本权利，也是（ A ）的一项基本原则。</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A.社会主义法制　　B.社会主义生活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C.社会主义建设　　D.共产主义理想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181.宪法规定中华人民共和国年满十八周岁的公民都有选举权和被选举权，但是（ D ）的人除外。</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A.初中以下学历　　B.受到刑事处罚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C.有宗教信仰　　　D.依照法律被剥夺政治权利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182.我国《宪法》明确规定，任何国家机关、社会团体和个人不得强制公民（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A.信仰宗教或者不信仰宗教　　　B.信仰基督教或者信仰佛教</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C.信仰佛教或者信仰伊斯兰教　　D.信仰道教或者信仰佛教</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183.宪法规定，公民对于任何国家机关和国家工作人员，有提出批评和建议的（ 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A.权力　　B.权利　　C.义务　　D.责任</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184.下列不属于社会经济权利的一项是（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A.劳动权　　　　B.休息权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C.物质保障权　　D.通信自由和通信秘密受保护权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185.根据我国宪法的明确规定，劳动是一切（ C ）的公民的光荣职责。</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A.成年　　B.年满十六周岁　　C.有劳动能力　　D.肢体健全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186.宪法规定，国家对于从事教育、科学、技术、文学、艺术和其他文化事业的公民的有益于人民的创造性工作，（ A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A.给以鼓励和帮助　　B.给以物质奖励</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C.给以支持　　　　　D.给以技术支持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187.根据《宪法》的规定，下列关于妇女权益保障的说法错误的一项是（ D ）。</w:t>
      </w:r>
      <w:r>
        <w:rPr>
          <w:rStyle w:val="4"/>
          <w:rFonts w:hint="eastAsia" w:ascii="宋体" w:hAnsi="宋体" w:cs="宋体"/>
          <w:b w:val="0"/>
          <w:bCs w:val="0"/>
          <w:color w:val="000000"/>
          <w:kern w:val="0"/>
          <w:sz w:val="24"/>
          <w:szCs w:val="24"/>
          <w:lang w:val="en-US" w:eastAsia="zh-CN"/>
        </w:rPr>
        <w:tab/>
      </w:r>
      <w:r>
        <w:rPr>
          <w:rStyle w:val="4"/>
          <w:rFonts w:hint="eastAsia" w:ascii="宋体" w:hAnsi="宋体" w:cs="宋体"/>
          <w:b w:val="0"/>
          <w:bCs w:val="0"/>
          <w:color w:val="000000"/>
          <w:kern w:val="0"/>
          <w:sz w:val="24"/>
          <w:szCs w:val="24"/>
          <w:lang w:val="en-US" w:eastAsia="zh-CN"/>
        </w:rPr>
        <w:t>A.我国妇女在政治的、经济的、文化的、社会的和家庭的生活等各方面享有同男子平等的权利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B.国家保护妇女的权利和利益</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C.我国实行男女同工同酬</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D.宪法并未明确要培养和选拔妇女干部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188.下列关于计划生育的说法不准确的一项是（ 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A.夫妻双方有实行计划生育的义务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B.国务院领导和管理计划生育工作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C.我国已不推行计划生育</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D.计划生育是我国的基本国策</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189.《宪法》明确规定，父母有抚养教育（ A ）的义务。</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A.未成年子女　　　　　B.子女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C.十六周岁以下子女　　D.没有经济来源的子女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190.我国宪法将人权载入宪法，明确提出了“国家（ A ）人权”。</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A.尊重和保障　　B.鼓励和提倡　　C.关注国际　　D.赋予</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191.下列权利不属于人身自由权的是（ 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A.人身自由不受侵犯　　B.宗教信仰自由</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C.住宅不受侵犯　　　　D.休息权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192.关于宪法，下列说法错误的一项是（ 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A.公民的基本权利和义务是宪法的核心内容</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B.宪法是每个公民享有权利、履行义务的根本保证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C.宪法的根基在于宪法监督</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D.宪法是我国的根本法</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193.《宪法》明确规定，成年子女有（ B ）父母的义务。</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A.抚养　　B.赡养扶助　　C.孝敬　　D.保障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2" w:firstLineChars="200"/>
        <w:textAlignment w:val="auto"/>
        <w:outlineLvl w:val="9"/>
        <w:rPr>
          <w:rFonts w:hint="eastAsia" w:ascii="宋体" w:hAnsi="宋体" w:eastAsia="宋体" w:cs="宋体"/>
          <w:b w:val="0"/>
          <w:bCs w:val="0"/>
          <w:color w:val="000000"/>
          <w:sz w:val="24"/>
          <w:szCs w:val="24"/>
          <w:lang w:val="en-US" w:eastAsia="zh-CN"/>
        </w:rPr>
      </w:pPr>
      <w:r>
        <w:rPr>
          <w:rStyle w:val="4"/>
          <w:rFonts w:hint="eastAsia" w:ascii="宋体" w:hAnsi="宋体" w:eastAsia="宋体" w:cs="宋体"/>
          <w:color w:val="000000"/>
          <w:kern w:val="0"/>
          <w:sz w:val="24"/>
          <w:szCs w:val="24"/>
          <w:lang w:val="en-US" w:eastAsia="zh-CN"/>
        </w:rPr>
        <w:t>二</w:t>
      </w:r>
      <w:r>
        <w:rPr>
          <w:rStyle w:val="4"/>
          <w:rFonts w:hint="eastAsia" w:ascii="宋体" w:hAnsi="宋体" w:eastAsia="宋体" w:cs="宋体"/>
          <w:color w:val="000000"/>
          <w:kern w:val="0"/>
          <w:sz w:val="24"/>
          <w:szCs w:val="24"/>
        </w:rPr>
        <w:t>、</w:t>
      </w:r>
      <w:r>
        <w:rPr>
          <w:rFonts w:hint="eastAsia" w:ascii="宋体" w:hAnsi="宋体" w:eastAsia="宋体" w:cs="宋体"/>
          <w:b/>
          <w:color w:val="000000"/>
          <w:kern w:val="0"/>
          <w:sz w:val="24"/>
          <w:szCs w:val="24"/>
        </w:rPr>
        <w:t>多项选择题。</w:t>
      </w:r>
      <w:r>
        <w:rPr>
          <w:rFonts w:hint="eastAsia" w:ascii="宋体" w:hAnsi="宋体" w:eastAsia="宋体" w:cs="宋体"/>
          <w:b/>
          <w:bCs/>
          <w:color w:val="000000"/>
          <w:kern w:val="0"/>
          <w:sz w:val="24"/>
          <w:szCs w:val="24"/>
        </w:rPr>
        <w:t>每题所设选项中至少有两个正确答案，多选、错选或不选均不得分。本部分含</w:t>
      </w:r>
      <w:r>
        <w:rPr>
          <w:rFonts w:hint="eastAsia" w:ascii="宋体" w:hAnsi="宋体" w:cs="宋体"/>
          <w:b/>
          <w:bCs/>
          <w:color w:val="000000"/>
          <w:kern w:val="0"/>
          <w:sz w:val="24"/>
          <w:szCs w:val="24"/>
          <w:lang w:val="en-US" w:eastAsia="zh-CN"/>
        </w:rPr>
        <w:t xml:space="preserve">    </w:t>
      </w:r>
      <w:r>
        <w:rPr>
          <w:rFonts w:hint="eastAsia" w:ascii="宋体" w:hAnsi="宋体" w:eastAsia="宋体" w:cs="宋体"/>
          <w:b/>
          <w:bCs/>
          <w:color w:val="000000"/>
          <w:kern w:val="0"/>
          <w:sz w:val="24"/>
          <w:szCs w:val="24"/>
        </w:rPr>
        <w:t>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194.中华人民共和国是（ AB ）人民民主专政的社会主义国家。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A.工人阶级领导的　　B.以工农联盟为基础的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C.知识分子主导的　　D.人民群众领导的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195.《宪法》明确规定，中国各族人民在中国共产党领导下，（ ABCD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A.坚持人民民主专政　　B.坚持社会主义道路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C.坚持改革开放　　　　D.不断完善社会主义的各项制度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196.我国《宪法》明确规定，要把我国建设成为（ BCD ）的社会主义国家。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A.幸福　　B.富强　　C.民主　　D.文明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197.中国坚持独立自主的对外政策，坚持互相尊重主权和领土完整、（ ABCD ）的原则。</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A.互不侵犯　　B.互不干涉内政　　C.平等互利　　D.和平共处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198.我国《宪法》明确规定，中国坚持反对（ ABC ），加强同世界各国人民的团结。</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A.帝国主义　　B.霸权主义　　C.殖民主义　　D.私有主义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199.我国在社会主义初级阶段的基本经济制度是（ BC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A.国有经济为补充　　　　　　B.公有制为主体</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C.多种所有制经济共同发展　　D.私有制经济为主导</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200.社会主义公有制即（ AB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A.全民所有制　　B.劳动群众集体所有制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C.国家所有制　　D.社会所有制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201.宪法规定，属于国家所有的自然资源包括（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A.矿藏　　B.森林、山岭　　C.草原、荒地　　D.滩涂、水流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202.参加农村集体经济组织的劳动者，有权在法律规定的范围内经营（ ABCD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A.自留地　　B.自留山　　C.家庭副业　　D.饲养自留畜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203.我国《宪法》明确规定，国家（ ABC ）非公有制经济的发展，并对非公有制经济依法实行监督和管理。</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A.鼓励　　B.支持　　C.引导　　D.控制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204.我国宪法的基本原则可以概括为以下哪几个方面？（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A.人民主权原则　　B.基本人权原则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C.法治原则　　　　D.民主集中制原则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205.我国《宪法》明确规定，人民依照法律规定，通过各种途径和形式，（ ABCD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A.管理国家事务　　B.管理经济事业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C.管理文化事业　　D.管理社会事务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206.我国现行《宪法》明确规定，（ ABC ）办理刑事案件，应当分工负责，互相配合，互相制约，以保证准确有效地执行法律。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A.人民法院　　B.人民检察院　　C.公安机关　　D.行政部门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207.我国《宪法》序言规定：“本宪法以法律的形式确认了中国各族人民奋斗的成果，规定了国家的根本制度和根本任务，是国家的根本法，具有最高的法律效力。”这段文字表明（ ACD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A.宪法是国家的根本法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B.宪法就是法律，以法律的形式确认了所有人奋斗的成果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C.宪法具有最高的法律效力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D.一切与宪法相抵触的规范和行为都应当得到纠正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208.宪法具有最高法律效力，宪法的最高法律效力主要包括以下哪些方面的含义？（ AB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A.宪法是制定普通法律的依据，任何普通法律、法规都不得与宪法相抵触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B.宪法是一切国家机关、社会团体和全体公民的最高行为准则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C.在制定和修改程序上，宪法比其他法律的要求一样严格</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D.在内容上，宪法规定国家所有的问题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209.根据我国宪法的规定，全国人民代表大会设立哪些专门委员会？（ ABCD ）</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民族委员会　　　B.法律委员会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C.财政经济委员会　　D.教育科学文化卫生委员会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210.民族自治地方的自治机关包括（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A.自治区的人民代表大会　　B.自治州的人民政府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C.自治县的人民代表大会　　D.自治区的人民政府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211.根据《宪法》的规定，中央军事委员会由哪些人员组成？（ ABC）</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A.主席　　B.副主席　　C.委员　　D.秘书长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212.根据宪法的明确规定，国家为了公共利益的需要，可以依照法律规定对土地实行（ AB ）并给予补偿。</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A.征收　　B.征用　　C.拍卖　　D.转让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213.下列选项中哪些不属于公民资格的条件？（ 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A.国籍　　B.经济基础　　C.政治面貌　　D.一定年龄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214.根据现行《宪法》规定，国家加强武装力量的（ ABC ）的建设，增强国防力量。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A.革命化　　B.现代化　　C.正规化　　D.优先化</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215.我国宪法对下列哪几项作出了明确规定？（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A.国旗　　B.国歌　　C.国徽　　D.首都</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216.宪法规定，国务院组成人员中连续任职不得超过两届的为（ ABD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A.总理　　B.副总理　　C.秘书长　　D.国务委员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217.现行宪法明确规定：退休人员的生活受（ BC ）的保障。</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A.国家机关　　B.社会　　C.国家　　D.原单位</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218.依照我国《宪法》规定，可以依法属于集体所有的有（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A.森林、草原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B.荒地、滩涂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C.除由法律规定属于国家所有以外的农村和城市郊区的土地</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D.宅基地和自留山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219.根据我国宪法的规定，关于动员和紧急状态的决定权，下列哪些选项是正确的？（ AB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A.全国人民代表大会常务委员会有权决定全国总动员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B.全国人民代表大会常务委员会有权决定全国进入紧急状态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C.国务院有权决定个别省、自治区、直辖市进入紧急状态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D.国务院有权决定局部动员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220.国家通过普及（ ABCD ），通过在城乡不同范围的群众中制定和执行各种守则、公约，加强社会主义精神文明的建设。</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A.理想教育　　B.道德教育　　C.文化教育　　D.纪律和法制教育</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221.各专门委员会在（ AB ）领导下，研究、审议和拟订有关议案。</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B.全国人民代表大会常务委员会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C.全国人民代表大会常务委员会委员长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D.全国人民代表大会常务委员会办公厅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222.国务院各部、各委员会根据法律和国务院的行政法规、决定、命令，在本部门的权限内，发布（ ABC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A.命令　　B.指示　　C.规章　　D.决定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223.居民委员会、村民委员会的（ ABC ）由居民选举。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A.主任　　B.副主任　　C.委员　　D.组长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224.我国《宪法》规定，全国人民代表大会代表享有不受法律追究的权利是指在（ AC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A.全国人民代表大会各种会议上的发言　　B.各种会议上的发言</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C.全国人民代表大会各种会议上的表决　　D.进行视察活动时的一切行为</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225.宪法规定，人民法院依照法律规定独立行使审判权，不受（ BD ）的干涉。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A.权力机关　　B.行政机关　　C.法律监督机关　　D.社会团体和个人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226.根据宪法规定，全国人民代表大会有权罢免下列哪些人员？（ AD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A.国务院各部部长　　　　　　　　　　　B.特别行政区行政长官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C.各省、自治区、直辖市行政机关首长　　D.最高人民法院院长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227.根据现行宪法，我国国家机构按照行使权力的属性可分为（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A.国家权力机关　　B.国家主席和国家行政机关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C.国家军事机关　　D.国家审判机关和检察机关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228.根据我国《宪法》规定，下列关于全国人民代表大会常务委员会组成人员的说法，正确的是（ ABC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A.组成人员中应当有适当名额的少数民族代表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B.全国人民代表大会选举并有权罢免全国人民代表大会常务委员会的组成人员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C.组成人员不得担任国家行政机关、审判机关和检察机关的职务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D.组成人员包括副秘书长若干人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229.根据现行宪法，全国人民代表大会常委委员会在全国人民代表大会闭会期间的工作主要有哪些？（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A.依法对全国人民代表大会制定的法律进行部分补充和修改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B.审查和批准国民经济和社会发展计划、国家预算在执行过程中所必须作的部分调整方案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C.根据国务院总理的提名，决定部长、委员会主任、审计长、秘书长的人选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D.根据中央军事委员会主席的提名，决定中央军事委员会其他组成人员的人选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230.根据宪法规定，全国人民代表大会常务委员会委员长会议由（ ABC ）组成。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A.委员长　　B.副委员长　　C.秘书长　　D.副秘书长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231.根据《宪法》的规定，下列哪几项是全国人民代表大会的职权？（ ACD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A.修改宪法和监督宪法的实施</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B.制定和修改国家部委规章和地方性法规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C.选举中华人民共和国主席、副主席</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D.批准省、自治区和直辖市的建置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232.根据《宪法》的规定，全国人民代表大会选举哪些机关组成人员？（ ABCD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A.国家主席　　　　　　B.中央军委主席</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C.最高人民法院院长　　D.最高人民检察院检察长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233.根据我国《宪法》规定，调查委员会进行调查的时候，一切有关的（ ABD ）都有义务向它提供必要的材料。</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A.国家机关　　B.社会团体　　C.国际组织　　D.公民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234.下列哪几项是全国人民代表大会常务委员会的组成人员？（ ABCD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A.委员长　　B.副委员长　　C.秘书长　　D.委员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235.根据《宪法》的规定，全国人民代表大会常务委员会法定职权主要包括哪几个方面？（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A.决定驻外全权代表的任免</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B.决定同外国缔结的条约和重要协定的批准和废除</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C.决定特赦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D.决定全国总动员或者局部动员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236..全国人民代表大会代表，非经全国人民代表大会会议主席团许可，在全国人民代表大会闭会期间非经全国人民代表大会常务委员会许可，不受（ CD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A.行政罚款　　B.行政拘留　　C.逮捕　　D.刑事审判</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237.根据《宪法》的规定，全国人民代表大会常务委员会的监督工作可分为哪些方面？（ BC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A.纪律监督　　B.法律监督　　C.工作监督　　D.执法监督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238.根据宪法规定，中央军事委员会的组成人员包括（ ABD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A.主席　　B.副主席若干人　　C.秘书长　　D.委员若干人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239.国家主席根据全国人民代表大会和全国人民代表大会常务委员会的决定有以下哪几项的公布、发布或者宣布权？（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A.发布特赦令　　B.宣布进入紧急状态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C.发布动员令　　D.宣布战争状态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240.中央军事委员会主席对（ AB ）负责。</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　　　　B.全国人民代表大会常务委员会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C.全国政治协商会议主席　　D.国务院总理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241.国家主席根据全国人民代表大会和全国人民代表大会常务委员会的决定，可以任免下面哪几项职务？（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A.国务院总理　　B.国务委员　　C.各委员会主任　　D.各部部长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242.最高人民法院监督（ AD ）的审判工作。</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A.地方各级人民法院　　　B.地方各级公安机关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C.地方各级人民检察院　　D.专门人民法院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243.国务院常务会议由（ ACD ）组成。</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A.总理　　B.各部部长　　C.国务委员　　D.秘书长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244.以下哪几项是由全国人民代表大会常务委员会根据最高人民法院院长的提请进行任免？（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A.最高人民法院副院长　　　　　　B.最高人民法院审判员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C.最高人民法院审判委员会委员　　D.军事法院院长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245.根据宪法规定，下列对于国务院的相关描述，哪些是正确的？（ BCD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A.国务院由总理、副总理、国务委员、秘书长组成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B.国务院常务会议由总理、副总理、国务委员、秘书长组成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C.国务院有权改变或者撤销地方各级国家行政机关的不适当的决定和命令</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D.国务院依法决定省、自治区、直辖市的范围内部分地区进入紧急状态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246.居民委员会、村民委员会设（ ABC ）等委员会，办理本居住地区的公共事务和公益事业，调解民间纠纷，协助维护社会治安，并且向人民政府反映群众的意见、要求和提出建议。</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A.人民调解　　B.治安保卫　　C.公共卫生　　D.民事诉讼</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247.我国民族自治地方的自治机关包括（ AB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A.自治区、自治州、自治县的人民代表大会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B.自治区、自治州、自治县的人民政府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C.自治区、自治州、自治县的人民法院、人民检察院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D.自治区、自治州、自治县的人民代表大会常务委员会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248.根据我国宪法的规定，我国的民族自治地方包括（ ABC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A.自治区　　B.自治州　　C.自治县　　D.民族乡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249.根据《宪法》的规定，在不同宪法、法律、行政法规相抵触的前提下，有权制定地方性法规的有（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A.省人民代表大会　　　　B.省人大常委会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C.直辖市人民代表大会　　D.直辖市人大常委会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250.我国《宪法》明确规定，民族自治地方的自治机关依照（ AC ）和其他法律规定的权限行使自治权，根据本地方实际情况贯彻执行国家的法律、政策。</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A.宪法　　B.国务院组织法　　C.民族区域自治法　　D.立法法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251.省、直辖市的人民政府决定（ BCD ）的建置和区域划分。</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A.自治县　　B.乡　　C.民族乡　　D.镇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252.下列关于地方各级人大的描述，错误的是（ BD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A.地方各级人大是中国人民代表大会制度的重要组织基础</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B.各级人大的任期不一致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C.地方各级人大都通过选举产生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D.省级人大由选民直接选举产生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253.县级以上的地方各级人民代表大会常务委员会由（ ABD ）组成。</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A.主任　　B.副主任若干人　　C.秘书长　　D.委员若干人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254.根据我国宪法的明确规定，国家帮助民族自治地方从当地民族中大量培养（ ACD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A.各级干部　　B.共青团员　　C.各种专业人才　　D.技术工人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255.民族自治地方的人民代表大会有权依照当地民族的政治、经济和文化的特点，制定（ BC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A.民族条例　　B.自治条例　　C.单行条例　　D.自治规章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256.地方各级人大代表，可以由选举单位或选民通过（ AC ）的方式民主选举产生。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A.直接选举　　B.级别选举　　C.间接选举　　D.记名选举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257.宪法规定县级以上的地方各级人大常委会的组成人员不得担任（ ABC ）的职务。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A.国家行政机关　　B.国家审判机关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C.国家检察机关　　D.国家权力机关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258.宪法规定，国家在民族自治地方（ CD ）的时候，应当照顾民族自治地方的利益。</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A.驻扎军队　　B.计划生育　　C.开发资源　　D.建设企业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259.下列属于县级以上的地方各级人大常委会行使的职权有（ ABCD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A.讨论、决定本行政区域内各方面工作的重大事项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B.监督本级人民政府、人民法院和人民检察院的工作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C.撤销本级人民政府的不适当的决定和命令</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D.撤销下一级人民代表大会的不适当的决议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260.地方各级人民政府对（ AD ）负责并报告工作。</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A.本级人民代表大会　　　B.本级人民政治协商会议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C.上一级国家权力机关　　D.上一级国家行政机关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261.我国《宪法》规定，国家从（ ABC ）等方面帮助各少数民族加速发展经济建设和文化建设事业。</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A.财政　　B.物资　　C.技术　　D.精神</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262.地方各级审计机关依照法律规定独立行使审计监督权，对（ BD ）负责。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A.本级人大常委会　　B.本级人民政府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C.上一级人民政府　　D.上一级审计机关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263.根据宪法规定，（ ACD ）应当由实行区域自治的民族的公民担任</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A.自治区主席　　B.自治区人大常委会主任</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C.自治州州长　　D.自治县县长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264.宪法规定，地方各级人民代表大会分别选举并且有权罢免本级人民政府的（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A.省长和副省长　　B.市长和副市长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C.县长和副县长　　D.乡长和副乡长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265.根据宪法规定，村民委员会的（ ACD ），由村民选举产生。</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A.主任　　B.秘书长　　C.副主任　　D.委员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266.地方各级人民政府实行（ ABC ）负责制。</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A.省长　　B.县长　　C.乡长　　D.村长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267.根据我国宪法的规定，（ BCD ）的人大代表由下一级的人大选举。</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A.自治县　　B.省　　C.直辖市　　D.设区的市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268.宪法规定，全国人民代表大会常务委员会的组成人员不得担任国家（ AC ）的职务。</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A.行政机关　　B.纪律检查机关　　C.审判机关　　D.立法机关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269.我国实行间接选举的有（ 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A.乡人大代表　　B.县人大代表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C.省人大代表　　D.全国人民代表大会代表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270.依据我国宪法的明确规定，监督宪法实施的国家机关是（ AB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　　B.全国人民代表大会常务委员会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C.最高人民法院　　　　D.国务院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271.关于全国人民代表大会职权，下列哪些说法是正确的？（ ACD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A.选举国家主席、副主席</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B.选举国务院总理、副总理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C.选举最高人民法院院长、最高人民检察院检察长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D.决定特别行政区的设立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272.根据《宪法》的规定，下列哪些选项是正确的？（ ABD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A.社会主义的公共财产神圣不可侵犯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B.社会主义的公共财产包括国家的和集体的财产</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C.国家可以对公民的私有财产实行无偿征收或征用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D.土地的使用权可以依照法律的规定转让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273.全国人民代表大会常务委员会的职权有（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A.立法权　　B.任免权　　C.决定权　　D.监督权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274.根据我国《宪法》的明确规定，全国人民代表大会由（ ABC ）选出的代表组成。</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A.省、自治区、直辖市　　B.特别行政区　　C.军队　　D.工人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275.根据宪法和法律，下列哪些表述是正确的？（ ABC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A.国家在必要时得设立特别行政区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B.自治区的人大可以制定自治条例和单行条例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C.全国人民代表大会常务委员会可以行使国家立法权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D.自治州的人大常委会行使民族立法权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276.根据我国宪法的规定，下列选项中（ AC ）是可以提出宪法修改有效议案的主体。</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A.全国人民代表大会常务委员会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B.全国人民代表大会的一个代表团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C.五分之一以上的全国人民代表大会代表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D.全国人民代表大会主席团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277.我国现阶段的爱国统一战线是由中国共产党领导的，由各民主党派和各人民团体参加的，包括（ ABCD ）的广泛的爱国统一战线。</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A.全体社会主义劳动者　　　B.拥护社会主义的爱国者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C.拥护国家统一的爱国者　　D.社会主义事业的建设者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278.根据宪法和法律的相关规定，下列哪几项是我国的选举制度的基本原则？（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A.平等原则　　　　　B.直接选举和间接选举并用原则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C.无记名投票原则　　D.选举权利保障原则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279.根据现行宪法和法律的规定，下列表述正确的有（ AC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A.公民在年老、疾病或丧失劳动能力的情况下，有从国家和社会获得物质帮助的权利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B.劳动、受教育和依法服兵役都既是公民的基本权利又是公民的基本义务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C.我国的民族自治地方包括自治区、自治州和自治县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D.民族自治地方的国家机关即民族自治机关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280.我国公民享有的（ BC ）等权利，同时也是义务。</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A.选举和被选举　　B.劳动权　　C.受教育权　　D.监督权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281.下列选项中，属于我国公民的基本义务的有（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A.维护祖国的安全、荣誉和利益　　　　B.保卫国家、抵抗侵略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C.维护国家统一和全国各民族的团结　　D.依照法律纳税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282.我国《宪法》规定，公民在行使自由和权利的时候，不得损害（ ABCD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A.国家的利益　　B.集体的利益</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C.社会的利益　　D.其他公民的合法自由和权利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283.下列选项中的中国公民，哪些属于不享有选举权的情况？（ AB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A.刘某，刚满16周岁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B.李某，被剥夺政治权利期间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C.张某，服刑期间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D.邓某，被逮捕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284.《宪法》明确规定，中华人民共和国公民的人格尊严不受侵犯，禁止用任何方法对公民进行（ 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A.批评　　B.侮辱　　C.诽谤　　D.诬告陷害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285.我国《宪法》规定，公民有（ ABCD ）的自由。</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A.言论　　B.出版　　C.集会、结社　　D.游行、示威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286.下列有关我国公民权利的表述符合宪法的规定的是（ ABD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A.我国公民对于任何国家机关和国家工作人员，有提出批评和建议的权利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B.我国公民对任何国家机关和国家工作人员的违法失职行为，有向国家机关提出申诉、控告或者检举的权利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C.任何国家机关在接到公民提出的申诉、控告或者检举后，可以视情况查清事实，负责处理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D.国家机关和国家工作人员侵犯公民权利造成损失的，受害人有依法取得赔偿的权利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287.中华人民共和国公民有宗教信仰的自由是指（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A.每个公民都有按照自己的意愿信仰宗教的自由，也有不信仰宗教的自由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B.有信仰这种宗教的自由，也有信仰那种宗教的自由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C.有在同一宗教里信仰这个教派的自由，也有信仰那个教派的自由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D.有过去信教而现在不信教的自由，也有过去不信教而现在信教的自由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288.我国《宪法》规定，公民的住宅不受侵犯。禁止（ 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A.一切拆除公民的住宅的行为　　B.一切拍卖公民的住宅的行为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C.非法侵入公民的住宅　　　　　D.非法搜查公民的住宅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289.我国宪法规定的人身自由权利包括（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A.人身自由不受侵犯　　B.人格尊严不受侵犯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C.住宅不受侵犯　　　　D.宗教信仰自由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290.依据我国宪法的规定，公民享有选举权的基本条件是（ ABD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A.具有中华人民共和国国籍　　B.年满18周岁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C.未受过刑事处罚　　　　　　D.享有政治权利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291.我国宪法规定的公民义务有（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依法纳税　　B.受教育　　C.依法服兵役　　D.劳动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292.宪法确立了“国家尊重和保障人权”的原则，并对公民的（ AB ）作了全面的规定，为推动人权事业全面发展、保证广大人民群众充分享有民主权利，提供了宪法保障。</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A.基本权利B.基本义务C.基本规范D.基本道德</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293.我国现行宪法规定，公民享有的政治自由有（ ABCD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A.言论自由　　B.出版自由　　C.游行、示威自由　　D.集会、结社自由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294.根据《宪法》的规定，关于公民纳税义务，下列哪些选项是正确的？（ ABC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A.国家在确定公民纳税义务时，要保证税制科学合理和税收负担公平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B.要坚持税收法定原则，税收基本制度实行法律保留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C.纳税义务直接涉及公民个人财产权，宪法纳税义务具有防止国家权力侵犯其财产权的属性</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D.履行纳税义务是公民享有其他权利的前提条件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295.根据宪法的相关规定，下列哪些选项是不正确的？（ AC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A.生命权是我国《宪法》明确规定的公民基本权利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B.公民的监督权包括批评建议权、控告检举权和申诉权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C.《宪法》明确规定，中华人民共和国公民有休息的权利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D.受教育既是公民的权利也是公民的义务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296.公民基本权利也称宪法权利。关于公民基本权利，下列哪些选项是正确的？（ ACD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A.基本权利是人权宪法化的具体表现</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B.基本权利的主体主要是公民，在我国法人也可以作为基本权利的主体</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C.我国公民在行使自由和权利的时候，不得损害国家的、社会的、集体的利益和其他公民的合法的自由和利益</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D.权利和义务的平等性是我国公民基本权利和义务的重要特点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297.根据宪法规定，下列哪些权利是公民享有的监督权？（ 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A.住宅不受非法入侵　　B.集会、游行、示威自由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C.批评和建议的权利　　D.申诉、控告或者检举的权利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298.《宪法》明确规定，（ ABCD ）受国家的保护。</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A.婚姻　　B.家庭　　C.母亲　　D.儿童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299.根据《宪法》的规定，监督权包括（ ABC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A.批评权　　B.建议权　　C.检举权　　D.请求权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300.任何公民都不得有超越（ AB ）的特权。</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A.宪法　　B.法律　　C.传统道德　　D.社会习俗</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301.宪法保护公民的人身自由不受侵犯。因此对公民受逮捕进行了严格的规定，其法定程序为：经（ ABD ），并由公安机关执行。</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A.人民检察院批准　　B.人民检察院决定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C.人民法院批准　　　D.人民法院决定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302.因国家安全或者追查刑事犯罪的需要，（ AB ）依照法律规定的程序有权对通信进行检查。</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A.公安机关　　B.检察机关　　C.审判机关　　D.通信管理机关</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303.下列权利属于人身自由权的是（ ABC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A.人身自由权　　B.人格尊严　　C.住宅不受侵犯　　D.休息权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304.根据我国宪法的规定，公民的基本政治权利主要包括（ 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A.参政权　　B.罢免权　　C.选举权　　D.被选举权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305.公民的政治自由指的是中华人民共和国公民有（ ABCD ）的自由。</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A.言论　　B.出版　　C.集会　　D.游行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306.根据我国宪法的规定，任何人不得利用宗教进行（ ABC ）的活动。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A.破坏社会秩序　　　　B.损害公民身体健康</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C.妨碍国家教育制度　　D.宣扬价值导向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307.公民对于任何国家机关和国家工作人员的违法失职行为，有向有关国家机关提出（ BCD ）的权利。</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A.上诉　　B.申诉　　C.控告　　D.检举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308.《宪法》明确规定，国家通过各种途径，（ ACD ），并在发展生产的基础上，提高劳动报酬和福利待遇。</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A.创造劳动就业条件　　B.提高劳动强度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C.加强劳动保护　　　　D.改善劳动条件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309.根据宪法规定，下列关于劳动权的说法正确的有（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A.劳动是一切有劳动能力的公民的光荣职责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B.国有企业和城乡集体经济组织的劳动者都应当以国家主人翁的态度对待自己的劳动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C.国家提倡社会主义劳动竞赛，奖励劳动模范和先进工作者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D.国家提倡公民从事义务劳动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310.宪法规定，国家发展劳动者（ AC ）的设施，规定职工的工作时间和休假制度。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A.休息　　B.休假　　C.休养　　D.休闲</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311.国家依照法律规定实行（ BD ）的退休制度。</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A.自由职业者　　B.企业事业组织的职工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C.农民　　D.国家机关工作人员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312.宪法规定，公民在（ BCD ）的情况下，有从国家和社会获得物质帮助的权利。</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A.未成年　　B.年老　　C.疾病　　D.丧失劳动能力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313.《宪法》明确规定，国家发展为公民享受权利所需要的（ ABC ）事业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A.社会保险　　B.社会救济　　C.医疗卫生　　D.计划生育</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314.下列属于公民社会经济权利的是（ ABCD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A.劳动权　　B.休息权　　C.退休生活保障权　　D.获得物质帮助权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315.宪法规定，国家培养青年、少年、儿童在（ ABC ）等方面全面发展。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A.品德　　B.智力　　C.体质　　D.美术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316.宪法规定妇女在（ ABCD ）生活等各方面享有同男子平等的权利。</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A.政治的　　B.经济的　　C.文化的　　D.社会的和家庭的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317.《宪法》明确规定，公民有维护祖国的（ ABC ）的义务。</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A.安全　　B.荣誉　　C.利益　　D.繁荣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318.《宪法》明确规定，公民必须遵守宪法和法律，保守国家秘密，爱护公共财产，（ BCD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A.遵守当地风俗　　B.遵守劳动纪律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C.遵守公共秩序　　D.尊重社会公德</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319.保卫祖国、抵抗侵略是中华人民共和国每一个公民的神圣职责。依照法律（ AB ）是中华人民共和国公民的光荣义务。</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A.服兵役　　B.参加民兵组织　　C.打击恐怖势力　　D.示威游行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320.宪法是国家的根本法，具有（ ABC ）。</w:t>
      </w:r>
      <w:r>
        <w:rPr>
          <w:rStyle w:val="4"/>
          <w:rFonts w:hint="eastAsia" w:ascii="宋体" w:hAnsi="宋体" w:cs="宋体"/>
          <w:b w:val="0"/>
          <w:bCs w:val="0"/>
          <w:color w:val="000000"/>
          <w:kern w:val="0"/>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A.最高权威　　　　　B.最严格的修改程序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C.最高的法律效力　　D.国家强制力是保证宪法实施的唯一力量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321.根据宪法的明确规定，国家和社会对军人的保障有哪些？（ BCD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A.保障军人的装备训练　　B.保障残废军人的生活</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r>
        <w:rPr>
          <w:rStyle w:val="4"/>
          <w:rFonts w:hint="eastAsia" w:ascii="宋体" w:hAnsi="宋体" w:cs="宋体"/>
          <w:b w:val="0"/>
          <w:bCs w:val="0"/>
          <w:color w:val="000000"/>
          <w:kern w:val="0"/>
          <w:sz w:val="24"/>
          <w:szCs w:val="24"/>
          <w:lang w:val="en-US" w:eastAsia="zh-CN"/>
        </w:rPr>
        <w:t>C.抚恤烈士家属　　　　　D.优待军人家属</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Style w:val="4"/>
          <w:rFonts w:hint="eastAsia" w:ascii="宋体" w:hAnsi="宋体" w:cs="宋体"/>
          <w:b w:val="0"/>
          <w:bCs w:val="0"/>
          <w:color w:val="000000"/>
          <w:kern w:val="0"/>
          <w:sz w:val="24"/>
          <w:szCs w:val="24"/>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right="0" w:rightChars="0" w:firstLine="482" w:firstLineChars="200"/>
        <w:textAlignment w:val="auto"/>
        <w:outlineLvl w:val="9"/>
        <w:rPr>
          <w:rFonts w:hint="eastAsia" w:ascii="宋体" w:hAnsi="宋体" w:eastAsia="宋体" w:cs="宋体"/>
          <w:b w:val="0"/>
          <w:bCs w:val="0"/>
          <w:color w:val="000000"/>
          <w:sz w:val="24"/>
          <w:szCs w:val="24"/>
          <w:lang w:val="en-US" w:eastAsia="zh-CN"/>
        </w:rPr>
      </w:pPr>
      <w:r>
        <w:rPr>
          <w:rFonts w:hint="eastAsia" w:ascii="宋体" w:hAnsi="宋体" w:eastAsia="宋体" w:cs="宋体"/>
          <w:b/>
          <w:bCs/>
          <w:color w:val="000000"/>
          <w:sz w:val="24"/>
          <w:szCs w:val="24"/>
          <w:lang w:val="en-US" w:eastAsia="zh-CN"/>
        </w:rPr>
        <w:t>判断题。判断题干的表述是否正确，然后在后面的括号内打上“√”或“×”。本部分含</w:t>
      </w:r>
      <w:r>
        <w:rPr>
          <w:rFonts w:hint="eastAsia" w:ascii="宋体" w:hAnsi="宋体" w:cs="宋体"/>
          <w:b/>
          <w:bCs/>
          <w:color w:val="000000"/>
          <w:sz w:val="24"/>
          <w:szCs w:val="24"/>
          <w:lang w:val="en-US" w:eastAsia="zh-CN"/>
        </w:rPr>
        <w:t xml:space="preserve">   </w:t>
      </w:r>
      <w:r>
        <w:rPr>
          <w:rFonts w:hint="eastAsia" w:ascii="宋体" w:hAnsi="宋体" w:eastAsia="宋体" w:cs="宋体"/>
          <w:b/>
          <w:bCs/>
          <w:color w:val="000000"/>
          <w:sz w:val="24"/>
          <w:szCs w:val="24"/>
          <w:lang w:val="en-US" w:eastAsia="zh-CN"/>
        </w:rPr>
        <w:t>题。</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322.</w:t>
      </w:r>
      <w:r>
        <w:rPr>
          <w:rFonts w:hint="eastAsia" w:ascii="宋体" w:hAnsi="宋体" w:eastAsia="宋体" w:cs="宋体"/>
          <w:color w:val="000000"/>
          <w:sz w:val="24"/>
          <w:szCs w:val="24"/>
          <w:lang w:val="en-US" w:eastAsia="zh-CN"/>
        </w:rPr>
        <w:t>社会主义民主的本质是人民当家作主。（√）</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323.</w:t>
      </w:r>
      <w:r>
        <w:rPr>
          <w:rFonts w:hint="eastAsia" w:ascii="宋体" w:hAnsi="宋体" w:eastAsia="宋体" w:cs="宋体"/>
          <w:color w:val="000000"/>
          <w:sz w:val="24"/>
          <w:szCs w:val="24"/>
          <w:lang w:val="en-US" w:eastAsia="zh-CN"/>
        </w:rPr>
        <w:t>根据宪法规定，我国经济制度的分配方式实行以按劳分配为主体、按需分配为辅的分配制度。（×）</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324.</w:t>
      </w:r>
      <w:r>
        <w:rPr>
          <w:rFonts w:hint="eastAsia" w:ascii="宋体" w:hAnsi="宋体" w:eastAsia="宋体" w:cs="宋体"/>
          <w:color w:val="000000"/>
          <w:sz w:val="24"/>
          <w:szCs w:val="24"/>
          <w:lang w:val="en-US" w:eastAsia="zh-CN"/>
        </w:rPr>
        <w:t>国家保护城乡集体经济组织的合法的权利和利益，鼓励、指导和帮助集体经济的发展。（√）</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325.</w:t>
      </w:r>
      <w:r>
        <w:rPr>
          <w:rFonts w:hint="eastAsia" w:ascii="宋体" w:hAnsi="宋体" w:eastAsia="宋体" w:cs="宋体"/>
          <w:color w:val="000000"/>
          <w:sz w:val="24"/>
          <w:szCs w:val="24"/>
          <w:lang w:val="en-US" w:eastAsia="zh-CN"/>
        </w:rPr>
        <w:t>农村集体经济组织只实行家庭承包经营。（×）</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326.</w:t>
      </w:r>
      <w:r>
        <w:rPr>
          <w:rFonts w:hint="eastAsia" w:ascii="宋体" w:hAnsi="宋体" w:eastAsia="宋体" w:cs="宋体"/>
          <w:color w:val="000000"/>
          <w:sz w:val="24"/>
          <w:szCs w:val="24"/>
          <w:lang w:val="en-US" w:eastAsia="zh-CN"/>
        </w:rPr>
        <w:t>国家的一切权力属于人民。（√）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327.</w:t>
      </w:r>
      <w:r>
        <w:rPr>
          <w:rFonts w:hint="eastAsia" w:ascii="宋体" w:hAnsi="宋体" w:eastAsia="宋体" w:cs="宋体"/>
          <w:color w:val="000000"/>
          <w:sz w:val="24"/>
          <w:szCs w:val="24"/>
          <w:lang w:val="en-US" w:eastAsia="zh-CN"/>
        </w:rPr>
        <w:t>人民行使国家权力的机关是国务院。（×）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328.</w:t>
      </w:r>
      <w:r>
        <w:rPr>
          <w:rFonts w:hint="eastAsia" w:ascii="宋体" w:hAnsi="宋体" w:eastAsia="宋体" w:cs="宋体"/>
          <w:color w:val="000000"/>
          <w:sz w:val="24"/>
          <w:szCs w:val="24"/>
          <w:lang w:val="en-US" w:eastAsia="zh-CN"/>
        </w:rPr>
        <w:t>宪法规定，国家鼓励和支持农村集体经济组织、国家企业事业组织和街道组织举办各种医疗卫生设施。（√）</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329.</w:t>
      </w:r>
      <w:r>
        <w:rPr>
          <w:rFonts w:hint="eastAsia" w:ascii="宋体" w:hAnsi="宋体" w:eastAsia="宋体" w:cs="宋体"/>
          <w:color w:val="000000"/>
          <w:sz w:val="24"/>
          <w:szCs w:val="24"/>
          <w:lang w:val="en-US" w:eastAsia="zh-CN"/>
        </w:rPr>
        <w:t>我国宪法通过对“公民基本权利”的规定，来确认基本人权。（√）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330.</w:t>
      </w:r>
      <w:r>
        <w:rPr>
          <w:rFonts w:hint="eastAsia" w:ascii="宋体" w:hAnsi="宋体" w:eastAsia="宋体" w:cs="宋体"/>
          <w:color w:val="000000"/>
          <w:sz w:val="24"/>
          <w:szCs w:val="24"/>
          <w:lang w:val="en-US" w:eastAsia="zh-CN"/>
        </w:rPr>
        <w:t>我国宪法是集中反映国家各种政治力量对比关系，规定国家根本制度与根本任务、公民基本权利和义务等内容的根本法。（√）</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331.</w:t>
      </w:r>
      <w:r>
        <w:rPr>
          <w:rFonts w:hint="eastAsia" w:ascii="宋体" w:hAnsi="宋体" w:eastAsia="宋体" w:cs="宋体"/>
          <w:color w:val="000000"/>
          <w:sz w:val="24"/>
          <w:szCs w:val="24"/>
          <w:lang w:val="en-US" w:eastAsia="zh-CN"/>
        </w:rPr>
        <w:t>宪法是国家的根本法，具有最高的法律效力。它是普通法律的立法根据，与普通法律是相互平等的关系。（×）</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332.</w:t>
      </w:r>
      <w:r>
        <w:rPr>
          <w:rFonts w:hint="eastAsia" w:ascii="宋体" w:hAnsi="宋体" w:eastAsia="宋体" w:cs="宋体"/>
          <w:color w:val="000000"/>
          <w:sz w:val="24"/>
          <w:szCs w:val="24"/>
          <w:lang w:val="en-US" w:eastAsia="zh-CN"/>
        </w:rPr>
        <w:t>在我国，宪法的修改必须是由全国人民代表大会常务委员会或者五分之一以上的全国人民代表大会代表提议，始得启动修宪程序。（√）</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333.</w:t>
      </w:r>
      <w:r>
        <w:rPr>
          <w:rFonts w:hint="eastAsia" w:ascii="宋体" w:hAnsi="宋体" w:eastAsia="宋体" w:cs="宋体"/>
          <w:color w:val="000000"/>
          <w:sz w:val="24"/>
          <w:szCs w:val="24"/>
          <w:lang w:val="en-US" w:eastAsia="zh-CN"/>
        </w:rPr>
        <w:t>宪法的内容具有普遍性和稳定性，一切公权力行为都要遵循宪法，不与宪法相抵触。（√）</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334.</w:t>
      </w:r>
      <w:r>
        <w:rPr>
          <w:rFonts w:hint="eastAsia" w:ascii="宋体" w:hAnsi="宋体" w:eastAsia="宋体" w:cs="宋体"/>
          <w:color w:val="000000"/>
          <w:sz w:val="24"/>
          <w:szCs w:val="24"/>
          <w:lang w:val="en-US" w:eastAsia="zh-CN"/>
        </w:rPr>
        <w:t>城市的土地属于集体所有。（×）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335.</w:t>
      </w:r>
      <w:r>
        <w:rPr>
          <w:rFonts w:hint="eastAsia" w:ascii="宋体" w:hAnsi="宋体" w:eastAsia="宋体" w:cs="宋体"/>
          <w:color w:val="000000"/>
          <w:sz w:val="24"/>
          <w:szCs w:val="24"/>
          <w:lang w:val="en-US" w:eastAsia="zh-CN"/>
        </w:rPr>
        <w:t>我国《宪法》明确规定，一切使用土地的组织和个人必须合理地利用土地。（√）</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336.</w:t>
      </w:r>
      <w:r>
        <w:rPr>
          <w:rFonts w:hint="eastAsia" w:ascii="宋体" w:hAnsi="宋体" w:eastAsia="宋体" w:cs="宋体"/>
          <w:color w:val="000000"/>
          <w:sz w:val="24"/>
          <w:szCs w:val="24"/>
          <w:lang w:val="en-US" w:eastAsia="zh-CN"/>
        </w:rPr>
        <w:t>社会主义的公共财产神圣不可侵犯。（√）</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337.</w:t>
      </w:r>
      <w:r>
        <w:rPr>
          <w:rFonts w:hint="eastAsia" w:ascii="宋体" w:hAnsi="宋体" w:eastAsia="宋体" w:cs="宋体"/>
          <w:color w:val="000000"/>
          <w:sz w:val="24"/>
          <w:szCs w:val="24"/>
          <w:lang w:val="en-US" w:eastAsia="zh-CN"/>
        </w:rPr>
        <w:t>公民的合法的私有财产不受侵犯。（√）</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338.</w:t>
      </w:r>
      <w:r>
        <w:rPr>
          <w:rFonts w:hint="eastAsia" w:ascii="宋体" w:hAnsi="宋体" w:eastAsia="宋体" w:cs="宋体"/>
          <w:color w:val="000000"/>
          <w:sz w:val="24"/>
          <w:szCs w:val="24"/>
          <w:lang w:val="en-US" w:eastAsia="zh-CN"/>
        </w:rPr>
        <w:t>我国《宪法》明确规定，国家依照法律规定保护公民的私有财产权和继承权。（√）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339.</w:t>
      </w:r>
      <w:r>
        <w:rPr>
          <w:rFonts w:hint="eastAsia" w:ascii="宋体" w:hAnsi="宋体" w:eastAsia="宋体" w:cs="宋体"/>
          <w:color w:val="000000"/>
          <w:sz w:val="24"/>
          <w:szCs w:val="24"/>
          <w:lang w:val="en-US" w:eastAsia="zh-CN"/>
        </w:rPr>
        <w:t>国家为了公共利益的需要，可以依照法律规定对公民的私有财产实行征收或者征用并给予补偿。（√）</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340.</w:t>
      </w:r>
      <w:r>
        <w:rPr>
          <w:rFonts w:hint="eastAsia" w:ascii="宋体" w:hAnsi="宋体" w:eastAsia="宋体" w:cs="宋体"/>
          <w:color w:val="000000"/>
          <w:sz w:val="24"/>
          <w:szCs w:val="24"/>
          <w:lang w:val="en-US" w:eastAsia="zh-CN"/>
        </w:rPr>
        <w:t>我国《宪法》明确规定，国家合理安排积累和消费，兼顾国家、集体和个人的利益，在发展生产的基础上，逐步改善人民的物质生活和文化生活。（√）</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341.</w:t>
      </w:r>
      <w:r>
        <w:rPr>
          <w:rFonts w:hint="eastAsia" w:ascii="宋体" w:hAnsi="宋体" w:eastAsia="宋体" w:cs="宋体"/>
          <w:color w:val="000000"/>
          <w:sz w:val="24"/>
          <w:szCs w:val="24"/>
          <w:lang w:val="en-US" w:eastAsia="zh-CN"/>
        </w:rPr>
        <w:t>集体经济组织在遵守有关法律的前提下，有独立进行经济活动的自主权。（√）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342.</w:t>
      </w:r>
      <w:r>
        <w:rPr>
          <w:rFonts w:hint="eastAsia" w:ascii="宋体" w:hAnsi="宋体" w:eastAsia="宋体" w:cs="宋体"/>
          <w:color w:val="000000"/>
          <w:sz w:val="24"/>
          <w:szCs w:val="24"/>
          <w:lang w:val="en-US" w:eastAsia="zh-CN"/>
        </w:rPr>
        <w:t>中华人民共和国允许外国的企业和其他经济组织或者个人依照中华人民共和国法律的规定在中国投资，同中国的企业或者其他经济组织进行各种形式的经济合作。（√）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343.</w:t>
      </w:r>
      <w:r>
        <w:rPr>
          <w:rFonts w:hint="eastAsia" w:ascii="宋体" w:hAnsi="宋体" w:eastAsia="宋体" w:cs="宋体"/>
          <w:color w:val="000000"/>
          <w:sz w:val="24"/>
          <w:szCs w:val="24"/>
          <w:lang w:val="en-US" w:eastAsia="zh-CN"/>
        </w:rPr>
        <w:t>我国《宪法》明确规定，国家推广全国通用的普通话。（√）</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344.</w:t>
      </w:r>
      <w:r>
        <w:rPr>
          <w:rFonts w:hint="eastAsia" w:ascii="宋体" w:hAnsi="宋体" w:eastAsia="宋体" w:cs="宋体"/>
          <w:color w:val="000000"/>
          <w:sz w:val="24"/>
          <w:szCs w:val="24"/>
          <w:lang w:val="en-US" w:eastAsia="zh-CN"/>
        </w:rPr>
        <w:t>中华人民共和国对于因为政治原因要求避难的外国人，可以给予受庇护的权利。（√）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345.</w:t>
      </w:r>
      <w:r>
        <w:rPr>
          <w:rFonts w:hint="eastAsia" w:ascii="宋体" w:hAnsi="宋体" w:eastAsia="宋体" w:cs="宋体"/>
          <w:color w:val="000000"/>
          <w:sz w:val="24"/>
          <w:szCs w:val="24"/>
          <w:lang w:val="en-US" w:eastAsia="zh-CN"/>
        </w:rPr>
        <w:t>国家组织和鼓励植树造林，保护林木。（√）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346.</w:t>
      </w:r>
      <w:r>
        <w:rPr>
          <w:rFonts w:hint="eastAsia" w:ascii="宋体" w:hAnsi="宋体" w:eastAsia="宋体" w:cs="宋体"/>
          <w:color w:val="000000"/>
          <w:sz w:val="24"/>
          <w:szCs w:val="24"/>
          <w:lang w:val="en-US" w:eastAsia="zh-CN"/>
        </w:rPr>
        <w:t>国有企业依照法律规定，通过职工代表大会和其他形式，实行民主管理。（√）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347.</w:t>
      </w:r>
      <w:r>
        <w:rPr>
          <w:rFonts w:hint="eastAsia" w:ascii="宋体" w:hAnsi="宋体" w:eastAsia="宋体" w:cs="宋体"/>
          <w:color w:val="000000"/>
          <w:sz w:val="24"/>
          <w:szCs w:val="24"/>
          <w:lang w:val="en-US" w:eastAsia="zh-CN"/>
        </w:rPr>
        <w:t>我国《宪法》明确规定，集体经济组织实行民主管理，依照法律规定选举和罢免管理人员，决定经营管理的重大问题。（√）</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348.</w:t>
      </w:r>
      <w:r>
        <w:rPr>
          <w:rFonts w:hint="eastAsia" w:ascii="宋体" w:hAnsi="宋体" w:eastAsia="宋体" w:cs="宋体"/>
          <w:color w:val="000000"/>
          <w:sz w:val="24"/>
          <w:szCs w:val="24"/>
          <w:lang w:val="en-US" w:eastAsia="zh-CN"/>
        </w:rPr>
        <w:t>国家加强经济立法，完善微观调控。（×）</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349.</w:t>
      </w:r>
      <w:r>
        <w:rPr>
          <w:rFonts w:hint="eastAsia" w:ascii="宋体" w:hAnsi="宋体" w:eastAsia="宋体" w:cs="宋体"/>
          <w:color w:val="000000"/>
          <w:sz w:val="24"/>
          <w:szCs w:val="24"/>
          <w:lang w:val="en-US" w:eastAsia="zh-CN"/>
        </w:rPr>
        <w:t>我国对非公有制经济依法实行监督和管理。（√）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350.</w:t>
      </w:r>
      <w:r>
        <w:rPr>
          <w:rFonts w:hint="eastAsia" w:ascii="宋体" w:hAnsi="宋体" w:eastAsia="宋体" w:cs="宋体"/>
          <w:color w:val="000000"/>
          <w:sz w:val="24"/>
          <w:szCs w:val="24"/>
          <w:lang w:val="en-US" w:eastAsia="zh-CN"/>
        </w:rPr>
        <w:t>土地的所有权可以依照法律的规定转让。（×）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351.</w:t>
      </w:r>
      <w:r>
        <w:rPr>
          <w:rFonts w:hint="eastAsia" w:ascii="宋体" w:hAnsi="宋体" w:eastAsia="宋体" w:cs="宋体"/>
          <w:color w:val="000000"/>
          <w:sz w:val="24"/>
          <w:szCs w:val="24"/>
          <w:lang w:val="en-US" w:eastAsia="zh-CN"/>
        </w:rPr>
        <w:t>城镇中的手工业、工业、建筑业、运输业、商业、服务业等行业的各种形式的合作经济，都是社会主义劳动群众集体所有制经济。（√）</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352.</w:t>
      </w:r>
      <w:r>
        <w:rPr>
          <w:rFonts w:hint="eastAsia" w:ascii="宋体" w:hAnsi="宋体" w:eastAsia="宋体" w:cs="宋体"/>
          <w:color w:val="000000"/>
          <w:sz w:val="24"/>
          <w:szCs w:val="24"/>
          <w:lang w:val="en-US" w:eastAsia="zh-CN"/>
        </w:rPr>
        <w:t>国家维护社会主义法制的统一和尊严。（√）</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353.</w:t>
      </w:r>
      <w:r>
        <w:rPr>
          <w:rFonts w:hint="eastAsia" w:ascii="宋体" w:hAnsi="宋体" w:eastAsia="宋体" w:cs="宋体"/>
          <w:color w:val="000000"/>
          <w:sz w:val="24"/>
          <w:szCs w:val="24"/>
          <w:lang w:val="en-US" w:eastAsia="zh-CN"/>
        </w:rPr>
        <w:t>我国《宪法》明确规定，各民族都有使用和发展自己的语言文字的自由，都有保持或者改革自己的风俗习惯的自由。（√）</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354.</w:t>
      </w:r>
      <w:r>
        <w:rPr>
          <w:rFonts w:hint="eastAsia" w:ascii="宋体" w:hAnsi="宋体" w:eastAsia="宋体" w:cs="宋体"/>
          <w:color w:val="000000"/>
          <w:sz w:val="24"/>
          <w:szCs w:val="24"/>
          <w:lang w:val="en-US" w:eastAsia="zh-CN"/>
        </w:rPr>
        <w:t>禁止对任何民族的歧视和压迫，禁止破坏民族团结和制造民族分裂的行为</w:t>
      </w:r>
      <w:r>
        <w:rPr>
          <w:rFonts w:hint="eastAsia" w:ascii="宋体" w:hAnsi="宋体" w:cs="宋体"/>
          <w:color w:val="000000"/>
          <w:sz w:val="24"/>
          <w:szCs w:val="24"/>
          <w:lang w:val="en-US" w:eastAsia="zh-CN"/>
        </w:rPr>
        <w:t>。</w:t>
      </w:r>
      <w:r>
        <w:rPr>
          <w:rFonts w:hint="eastAsia" w:ascii="宋体" w:hAnsi="宋体" w:eastAsia="宋体" w:cs="宋体"/>
          <w:color w:val="00000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355.</w:t>
      </w:r>
      <w:r>
        <w:rPr>
          <w:rFonts w:hint="eastAsia" w:ascii="宋体" w:hAnsi="宋体" w:eastAsia="宋体" w:cs="宋体"/>
          <w:color w:val="000000"/>
          <w:sz w:val="24"/>
          <w:szCs w:val="24"/>
          <w:lang w:val="en-US" w:eastAsia="zh-CN"/>
        </w:rPr>
        <w:t>各民族自治地方都是中华人民共和国不可分离的部分。（√）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356.</w:t>
      </w:r>
      <w:r>
        <w:rPr>
          <w:rFonts w:hint="eastAsia" w:ascii="宋体" w:hAnsi="宋体" w:eastAsia="宋体" w:cs="宋体"/>
          <w:color w:val="000000"/>
          <w:sz w:val="24"/>
          <w:szCs w:val="24"/>
          <w:lang w:val="en-US" w:eastAsia="zh-CN"/>
        </w:rPr>
        <w:t>宅基地、自留地、自留山属于公民个人所有。（×）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357.</w:t>
      </w:r>
      <w:r>
        <w:rPr>
          <w:rFonts w:hint="eastAsia" w:ascii="宋体" w:hAnsi="宋体" w:eastAsia="宋体" w:cs="宋体"/>
          <w:color w:val="000000"/>
          <w:sz w:val="24"/>
          <w:szCs w:val="24"/>
          <w:lang w:val="en-US" w:eastAsia="zh-CN"/>
        </w:rPr>
        <w:t>自治县是民族自治地方。（√）</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358.</w:t>
      </w:r>
      <w:r>
        <w:rPr>
          <w:rFonts w:hint="eastAsia" w:ascii="宋体" w:hAnsi="宋体" w:eastAsia="宋体" w:cs="宋体"/>
          <w:color w:val="000000"/>
          <w:sz w:val="24"/>
          <w:szCs w:val="24"/>
          <w:lang w:val="en-US" w:eastAsia="zh-CN"/>
        </w:rPr>
        <w:t>根据《宪法》对于中华人民共和国的行政区域划分的规定，自治州分为县、自治县、市。（√）</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359.</w:t>
      </w:r>
      <w:r>
        <w:rPr>
          <w:rFonts w:hint="eastAsia" w:ascii="宋体" w:hAnsi="宋体" w:eastAsia="宋体" w:cs="宋体"/>
          <w:color w:val="000000"/>
          <w:sz w:val="24"/>
          <w:szCs w:val="24"/>
          <w:lang w:val="en-US" w:eastAsia="zh-CN"/>
        </w:rPr>
        <w:t>中华人民共和国主席缺位的时候，由副主席继任主席的职位。（√）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360.</w:t>
      </w:r>
      <w:r>
        <w:rPr>
          <w:rFonts w:hint="eastAsia" w:ascii="宋体" w:hAnsi="宋体" w:eastAsia="宋体" w:cs="宋体"/>
          <w:color w:val="000000"/>
          <w:sz w:val="24"/>
          <w:szCs w:val="24"/>
          <w:lang w:val="en-US" w:eastAsia="zh-CN"/>
        </w:rPr>
        <w:t>中华人民共和国主席、副主席都由全国人民代表大会选举。（√）</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361.</w:t>
      </w:r>
      <w:r>
        <w:rPr>
          <w:rFonts w:hint="eastAsia" w:ascii="宋体" w:hAnsi="宋体" w:eastAsia="宋体" w:cs="宋体"/>
          <w:color w:val="000000"/>
          <w:sz w:val="24"/>
          <w:szCs w:val="24"/>
          <w:lang w:val="en-US" w:eastAsia="zh-CN"/>
        </w:rPr>
        <w:t>我国《宪法》明确规定，全国人民代表大会和全国人民代表大会常务委员会认为必要的时候，可以组织关于特定问题的调查委员会，调查委员会进行调查的时候，一切有关的国家机关、社会团体和公民都有义务向它提供必要的材料。因此本题说法正确。（√）</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362.</w:t>
      </w:r>
      <w:r>
        <w:rPr>
          <w:rFonts w:hint="eastAsia" w:ascii="宋体" w:hAnsi="宋体" w:eastAsia="宋体" w:cs="宋体"/>
          <w:color w:val="000000"/>
          <w:sz w:val="24"/>
          <w:szCs w:val="24"/>
          <w:lang w:val="en-US" w:eastAsia="zh-CN"/>
        </w:rPr>
        <w:t>外事委员会属于专门委员会。（√）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363.</w:t>
      </w:r>
      <w:r>
        <w:rPr>
          <w:rFonts w:hint="eastAsia" w:ascii="宋体" w:hAnsi="宋体" w:eastAsia="宋体" w:cs="宋体"/>
          <w:color w:val="000000"/>
          <w:sz w:val="24"/>
          <w:szCs w:val="24"/>
          <w:lang w:val="en-US" w:eastAsia="zh-CN"/>
        </w:rPr>
        <w:t>全国人民代表大会举行会议的时候，选举主席团主持会议。（√）</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364.</w:t>
      </w:r>
      <w:r>
        <w:rPr>
          <w:rFonts w:hint="eastAsia" w:ascii="宋体" w:hAnsi="宋体" w:eastAsia="宋体" w:cs="宋体"/>
          <w:color w:val="000000"/>
          <w:sz w:val="24"/>
          <w:szCs w:val="24"/>
          <w:lang w:val="en-US" w:eastAsia="zh-CN"/>
        </w:rPr>
        <w:t>民族自治地方的自治机关没有管理地方财政的自治权。（×）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365.</w:t>
      </w:r>
      <w:r>
        <w:rPr>
          <w:rFonts w:hint="eastAsia" w:ascii="宋体" w:hAnsi="宋体" w:eastAsia="宋体" w:cs="宋体"/>
          <w:color w:val="000000"/>
          <w:sz w:val="24"/>
          <w:szCs w:val="24"/>
          <w:lang w:val="en-US" w:eastAsia="zh-CN"/>
        </w:rPr>
        <w:t>民族自治地方的自治机关可以不经过批准组织本地方维护社会治安的公安部队。（×）</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366.</w:t>
      </w:r>
      <w:r>
        <w:rPr>
          <w:rFonts w:hint="eastAsia" w:ascii="宋体" w:hAnsi="宋体" w:eastAsia="宋体" w:cs="宋体"/>
          <w:color w:val="000000"/>
          <w:sz w:val="24"/>
          <w:szCs w:val="24"/>
          <w:lang w:val="en-US" w:eastAsia="zh-CN"/>
        </w:rPr>
        <w:t>凡是依照国家财政体制属于民族自治地方的财政收入，都应当由民族自治地方的自治机关自主地安排使用。（√）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367.</w:t>
      </w:r>
      <w:r>
        <w:rPr>
          <w:rFonts w:hint="eastAsia" w:ascii="宋体" w:hAnsi="宋体" w:eastAsia="宋体" w:cs="宋体"/>
          <w:color w:val="000000"/>
          <w:sz w:val="24"/>
          <w:szCs w:val="24"/>
          <w:lang w:val="en-US" w:eastAsia="zh-CN"/>
        </w:rPr>
        <w:t>自治州的人民代表大会常务委员会中应当有实行区域自治的民族的公民担任主任或者副主任。（√）</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368.</w:t>
      </w:r>
      <w:r>
        <w:rPr>
          <w:rFonts w:hint="eastAsia" w:ascii="宋体" w:hAnsi="宋体" w:eastAsia="宋体" w:cs="宋体"/>
          <w:color w:val="000000"/>
          <w:sz w:val="24"/>
          <w:szCs w:val="24"/>
          <w:lang w:val="en-US" w:eastAsia="zh-CN"/>
        </w:rPr>
        <w:t>民族自治地方的人民代表大会有权依照当地民族的政治、经济和文化的特点，制定自治条例和单行条例。（√）</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369.</w:t>
      </w:r>
      <w:r>
        <w:rPr>
          <w:rFonts w:hint="eastAsia" w:ascii="宋体" w:hAnsi="宋体" w:eastAsia="宋体" w:cs="宋体"/>
          <w:color w:val="000000"/>
          <w:sz w:val="24"/>
          <w:szCs w:val="24"/>
          <w:lang w:val="en-US" w:eastAsia="zh-CN"/>
        </w:rPr>
        <w:t>国家在民族自治地方开发资源、建设企业的时候，应当照顾民族自治地方的利益。（√）</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370.</w:t>
      </w:r>
      <w:r>
        <w:rPr>
          <w:rFonts w:hint="eastAsia" w:ascii="宋体" w:hAnsi="宋体" w:eastAsia="宋体" w:cs="宋体"/>
          <w:color w:val="000000"/>
          <w:sz w:val="24"/>
          <w:szCs w:val="24"/>
          <w:lang w:val="en-US" w:eastAsia="zh-CN"/>
        </w:rPr>
        <w:t>地方各级人民政府实行省长、市长、县长、区长、乡长、镇长负责制。（√）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371.</w:t>
      </w:r>
      <w:r>
        <w:rPr>
          <w:rFonts w:hint="eastAsia" w:ascii="宋体" w:hAnsi="宋体" w:eastAsia="宋体" w:cs="宋体"/>
          <w:color w:val="000000"/>
          <w:sz w:val="24"/>
          <w:szCs w:val="24"/>
          <w:lang w:val="en-US" w:eastAsia="zh-CN"/>
        </w:rPr>
        <w:t>地方各级人民政府每届任期同本级人民代表大会每届任期相同。（√）</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372.</w:t>
      </w:r>
      <w:r>
        <w:rPr>
          <w:rFonts w:hint="eastAsia" w:ascii="宋体" w:hAnsi="宋体" w:eastAsia="宋体" w:cs="宋体"/>
          <w:color w:val="000000"/>
          <w:sz w:val="24"/>
          <w:szCs w:val="24"/>
          <w:lang w:val="en-US" w:eastAsia="zh-CN"/>
        </w:rPr>
        <w:t>根据《宪法》的规定，省人民政府不能决定乡的建置和区域划分。（×）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373.</w:t>
      </w:r>
      <w:r>
        <w:rPr>
          <w:rFonts w:hint="eastAsia" w:ascii="宋体" w:hAnsi="宋体" w:eastAsia="宋体" w:cs="宋体"/>
          <w:color w:val="000000"/>
          <w:sz w:val="24"/>
          <w:szCs w:val="24"/>
          <w:lang w:val="en-US" w:eastAsia="zh-CN"/>
        </w:rPr>
        <w:t>民族乡的人民代表大会可以依照法律规定的权限采取适合民族特点的具体措施。（√）</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374.</w:t>
      </w:r>
      <w:r>
        <w:rPr>
          <w:rFonts w:hint="eastAsia" w:ascii="宋体" w:hAnsi="宋体" w:eastAsia="宋体" w:cs="宋体"/>
          <w:color w:val="000000"/>
          <w:sz w:val="24"/>
          <w:szCs w:val="24"/>
          <w:lang w:val="en-US" w:eastAsia="zh-CN"/>
        </w:rPr>
        <w:t>地方各级人民代表大会代表名额和代表产生办法由党内法规规定。（√）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375.</w:t>
      </w:r>
      <w:r>
        <w:rPr>
          <w:rFonts w:hint="eastAsia" w:ascii="宋体" w:hAnsi="宋体" w:eastAsia="宋体" w:cs="宋体"/>
          <w:color w:val="000000"/>
          <w:sz w:val="24"/>
          <w:szCs w:val="24"/>
          <w:lang w:val="en-US" w:eastAsia="zh-CN"/>
        </w:rPr>
        <w:t>中央军事委员会实行主席负责制。（√）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376.</w:t>
      </w:r>
      <w:r>
        <w:rPr>
          <w:rFonts w:hint="eastAsia" w:ascii="宋体" w:hAnsi="宋体" w:eastAsia="宋体" w:cs="宋体"/>
          <w:color w:val="000000"/>
          <w:sz w:val="24"/>
          <w:szCs w:val="24"/>
          <w:lang w:val="en-US" w:eastAsia="zh-CN"/>
        </w:rPr>
        <w:t>县级以上的地方各级人民代表大会设立常务委员会。（√）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377.</w:t>
      </w:r>
      <w:r>
        <w:rPr>
          <w:rFonts w:hint="eastAsia" w:ascii="宋体" w:hAnsi="宋体" w:eastAsia="宋体" w:cs="宋体"/>
          <w:color w:val="000000"/>
          <w:sz w:val="24"/>
          <w:szCs w:val="24"/>
          <w:lang w:val="en-US" w:eastAsia="zh-CN"/>
        </w:rPr>
        <w:t>任何组织或者个人不得侵占、买卖或者以其他形式非法转让土地。（√）</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378.</w:t>
      </w:r>
      <w:r>
        <w:rPr>
          <w:rFonts w:hint="eastAsia" w:ascii="宋体" w:hAnsi="宋体" w:eastAsia="宋体" w:cs="宋体"/>
          <w:color w:val="000000"/>
          <w:sz w:val="24"/>
          <w:szCs w:val="24"/>
          <w:lang w:val="en-US" w:eastAsia="zh-CN"/>
        </w:rPr>
        <w:t>中华人民共和国保护在中国境内的外国人的合法权利和利益，在中国境内的外国人必须遵守中华人民共和国的法律。（√）</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379.</w:t>
      </w:r>
      <w:r>
        <w:rPr>
          <w:rFonts w:hint="eastAsia" w:ascii="宋体" w:hAnsi="宋体" w:eastAsia="宋体" w:cs="宋体"/>
          <w:color w:val="000000"/>
          <w:sz w:val="24"/>
          <w:szCs w:val="24"/>
          <w:lang w:val="en-US" w:eastAsia="zh-CN"/>
        </w:rPr>
        <w:t>国家加强武装力量的革命化、现代化、正规化的建设，增强国防力量。（√）</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380.</w:t>
      </w:r>
      <w:r>
        <w:rPr>
          <w:rFonts w:hint="eastAsia" w:ascii="宋体" w:hAnsi="宋体" w:eastAsia="宋体" w:cs="宋体"/>
          <w:color w:val="000000"/>
          <w:sz w:val="24"/>
          <w:szCs w:val="24"/>
          <w:lang w:val="en-US" w:eastAsia="zh-CN"/>
        </w:rPr>
        <w:t>根据《宪法》对于中华人民共和国的行政区域划分的规定，省、自治区分为自治州、县、自治县、市。（√）</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381.</w:t>
      </w:r>
      <w:r>
        <w:rPr>
          <w:rFonts w:hint="eastAsia" w:ascii="宋体" w:hAnsi="宋体" w:eastAsia="宋体" w:cs="宋体"/>
          <w:color w:val="000000"/>
          <w:sz w:val="24"/>
          <w:szCs w:val="24"/>
          <w:lang w:val="en-US" w:eastAsia="zh-CN"/>
        </w:rPr>
        <w:t>《宪法》明确规定，我国实行工作人员的培训和考核制度，不断提高工作质量和工作效率，反对官僚主义。（√）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382.</w:t>
      </w:r>
      <w:r>
        <w:rPr>
          <w:rFonts w:hint="eastAsia" w:ascii="宋体" w:hAnsi="宋体" w:eastAsia="宋体" w:cs="宋体"/>
          <w:color w:val="000000"/>
          <w:sz w:val="24"/>
          <w:szCs w:val="24"/>
          <w:lang w:val="en-US" w:eastAsia="zh-CN"/>
        </w:rPr>
        <w:t>我国《宪法》规定，父母有赡养扶助未成年子女的义务，成年子女有抚养教育父母的义务。（×）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383.</w:t>
      </w:r>
      <w:r>
        <w:rPr>
          <w:rFonts w:hint="eastAsia" w:ascii="宋体" w:hAnsi="宋体" w:eastAsia="宋体" w:cs="宋体"/>
          <w:color w:val="000000"/>
          <w:sz w:val="24"/>
          <w:szCs w:val="24"/>
          <w:lang w:val="en-US" w:eastAsia="zh-CN"/>
        </w:rPr>
        <w:t>中央军事委员会每届任期同全国人民代表大会每届任期相同。（√）</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384.</w:t>
      </w:r>
      <w:r>
        <w:rPr>
          <w:rFonts w:hint="eastAsia" w:ascii="宋体" w:hAnsi="宋体" w:eastAsia="宋体" w:cs="宋体"/>
          <w:color w:val="000000"/>
          <w:sz w:val="24"/>
          <w:szCs w:val="24"/>
          <w:lang w:val="en-US" w:eastAsia="zh-CN"/>
        </w:rPr>
        <w:t>中央军事委员会领导全国武装力量。（√）</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385.</w:t>
      </w:r>
      <w:r>
        <w:rPr>
          <w:rFonts w:hint="eastAsia" w:ascii="宋体" w:hAnsi="宋体" w:eastAsia="宋体" w:cs="宋体"/>
          <w:color w:val="000000"/>
          <w:sz w:val="24"/>
          <w:szCs w:val="24"/>
          <w:lang w:val="en-US" w:eastAsia="zh-CN"/>
        </w:rPr>
        <w:t>宅基地属于农村集体经济组织所有。（×）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386.</w:t>
      </w:r>
      <w:r>
        <w:rPr>
          <w:rFonts w:hint="eastAsia" w:ascii="宋体" w:hAnsi="宋体" w:eastAsia="宋体" w:cs="宋体"/>
          <w:color w:val="000000"/>
          <w:sz w:val="24"/>
          <w:szCs w:val="24"/>
          <w:lang w:val="en-US" w:eastAsia="zh-CN"/>
        </w:rPr>
        <w:t>在中国境内的外国企业和其他外国经济组织以及中外合资经营的企业的合法的权利和利益受中华人民共和国法律的保护。（√）</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387.</w:t>
      </w:r>
      <w:r>
        <w:rPr>
          <w:rFonts w:hint="eastAsia" w:ascii="宋体" w:hAnsi="宋体" w:eastAsia="宋体" w:cs="宋体"/>
          <w:color w:val="000000"/>
          <w:sz w:val="24"/>
          <w:szCs w:val="24"/>
          <w:lang w:val="en-US" w:eastAsia="zh-CN"/>
        </w:rPr>
        <w:t>我国《宪法》明确规定，国家发展医疗卫生事业，发展现代医药和我国传统医药。（√）</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388.</w:t>
      </w:r>
      <w:r>
        <w:rPr>
          <w:rFonts w:hint="eastAsia" w:ascii="宋体" w:hAnsi="宋体" w:eastAsia="宋体" w:cs="宋体"/>
          <w:color w:val="000000"/>
          <w:sz w:val="24"/>
          <w:szCs w:val="24"/>
          <w:lang w:val="en-US" w:eastAsia="zh-CN"/>
        </w:rPr>
        <w:t>全国人民代表大会常务委员会行使职权到下届全国人民代表大会选出新的常务委员会为止。（√）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389.</w:t>
      </w:r>
      <w:r>
        <w:rPr>
          <w:rFonts w:hint="eastAsia" w:ascii="宋体" w:hAnsi="宋体" w:eastAsia="宋体" w:cs="宋体"/>
          <w:color w:val="000000"/>
          <w:sz w:val="24"/>
          <w:szCs w:val="24"/>
          <w:lang w:val="en-US" w:eastAsia="zh-CN"/>
        </w:rPr>
        <w:t>全国人民代表大会常务委员会有权决定驻外全权代表的任免。（√）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390.</w:t>
      </w:r>
      <w:r>
        <w:rPr>
          <w:rFonts w:hint="eastAsia" w:ascii="宋体" w:hAnsi="宋体" w:eastAsia="宋体" w:cs="宋体"/>
          <w:color w:val="000000"/>
          <w:sz w:val="24"/>
          <w:szCs w:val="24"/>
          <w:lang w:val="en-US" w:eastAsia="zh-CN"/>
        </w:rPr>
        <w:t>全国人民代表大会常务委员会有权监督中央军事委员会的工作。（√）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391.</w:t>
      </w:r>
      <w:r>
        <w:rPr>
          <w:rFonts w:hint="eastAsia" w:ascii="宋体" w:hAnsi="宋体" w:eastAsia="宋体" w:cs="宋体"/>
          <w:color w:val="000000"/>
          <w:sz w:val="24"/>
          <w:szCs w:val="24"/>
          <w:lang w:val="en-US" w:eastAsia="zh-CN"/>
        </w:rPr>
        <w:t>劳动群众集体所有制是公有制的形式。（√）</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392.</w:t>
      </w:r>
      <w:r>
        <w:rPr>
          <w:rFonts w:hint="eastAsia" w:ascii="宋体" w:hAnsi="宋体" w:eastAsia="宋体" w:cs="宋体"/>
          <w:color w:val="000000"/>
          <w:sz w:val="24"/>
          <w:szCs w:val="24"/>
          <w:lang w:val="en-US" w:eastAsia="zh-CN"/>
        </w:rPr>
        <w:t>国务院的组织由法律规定。（√）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393.</w:t>
      </w:r>
      <w:r>
        <w:rPr>
          <w:rFonts w:hint="eastAsia" w:ascii="宋体" w:hAnsi="宋体" w:eastAsia="宋体" w:cs="宋体"/>
          <w:color w:val="000000"/>
          <w:sz w:val="24"/>
          <w:szCs w:val="24"/>
          <w:lang w:val="en-US" w:eastAsia="zh-CN"/>
        </w:rPr>
        <w:t>国务院实行总理负责制。（√）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394.</w:t>
      </w:r>
      <w:r>
        <w:rPr>
          <w:rFonts w:hint="eastAsia" w:ascii="宋体" w:hAnsi="宋体" w:eastAsia="宋体" w:cs="宋体"/>
          <w:color w:val="000000"/>
          <w:sz w:val="24"/>
          <w:szCs w:val="24"/>
          <w:lang w:val="en-US" w:eastAsia="zh-CN"/>
        </w:rPr>
        <w:t>人民检察院是我国的法律监督机关，从性质上属于司法行政机关。（×）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395.</w:t>
      </w:r>
      <w:r>
        <w:rPr>
          <w:rFonts w:hint="eastAsia" w:ascii="宋体" w:hAnsi="宋体" w:eastAsia="宋体" w:cs="宋体"/>
          <w:color w:val="000000"/>
          <w:sz w:val="24"/>
          <w:szCs w:val="24"/>
          <w:lang w:val="en-US" w:eastAsia="zh-CN"/>
        </w:rPr>
        <w:t>在我国，成立非营利性社会团体不必履行登记手续。（×）</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396.</w:t>
      </w:r>
      <w:r>
        <w:rPr>
          <w:rFonts w:hint="eastAsia" w:ascii="宋体" w:hAnsi="宋体" w:eastAsia="宋体" w:cs="宋体"/>
          <w:color w:val="000000"/>
          <w:sz w:val="24"/>
          <w:szCs w:val="24"/>
          <w:lang w:val="en-US" w:eastAsia="zh-CN"/>
        </w:rPr>
        <w:t>全国人民代表大会有权改变或者撤销全国人民代表大会常务委员会不适当的决定。（√）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397.</w:t>
      </w:r>
      <w:r>
        <w:rPr>
          <w:rFonts w:hint="eastAsia" w:ascii="宋体" w:hAnsi="宋体" w:eastAsia="宋体" w:cs="宋体"/>
          <w:color w:val="000000"/>
          <w:sz w:val="24"/>
          <w:szCs w:val="24"/>
          <w:lang w:val="en-US" w:eastAsia="zh-CN"/>
        </w:rPr>
        <w:t>民族自治地方的国家机关都是自治机关。（×）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398.</w:t>
      </w:r>
      <w:r>
        <w:rPr>
          <w:rFonts w:hint="eastAsia" w:ascii="宋体" w:hAnsi="宋体" w:eastAsia="宋体" w:cs="宋体"/>
          <w:color w:val="000000"/>
          <w:sz w:val="24"/>
          <w:szCs w:val="24"/>
          <w:lang w:val="en-US" w:eastAsia="zh-CN"/>
        </w:rPr>
        <w:t>任何单位或者个人都不得侵入、搜查、查封公民的住宅。（×）</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399.</w:t>
      </w:r>
      <w:r>
        <w:rPr>
          <w:rFonts w:hint="eastAsia" w:ascii="宋体" w:hAnsi="宋体" w:eastAsia="宋体" w:cs="宋体"/>
          <w:color w:val="000000"/>
          <w:sz w:val="24"/>
          <w:szCs w:val="24"/>
          <w:lang w:val="en-US" w:eastAsia="zh-CN"/>
        </w:rPr>
        <w:t>自治区的自治条例和单行条例，报全国人民代表大会常务委员会批准后生效。（√）</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400.</w:t>
      </w:r>
      <w:r>
        <w:rPr>
          <w:rFonts w:hint="eastAsia" w:ascii="宋体" w:hAnsi="宋体" w:eastAsia="宋体" w:cs="宋体"/>
          <w:color w:val="000000"/>
          <w:sz w:val="24"/>
          <w:szCs w:val="24"/>
          <w:lang w:val="en-US" w:eastAsia="zh-CN"/>
        </w:rPr>
        <w:t>自治县的自治条例和单行条例，报省或者自治区的人民代表大会常务委员会批准后生效，并报全国人民代表大会常务委员会备案。（√）</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401.</w:t>
      </w:r>
      <w:r>
        <w:rPr>
          <w:rFonts w:hint="eastAsia" w:ascii="宋体" w:hAnsi="宋体" w:eastAsia="宋体" w:cs="宋体"/>
          <w:color w:val="000000"/>
          <w:sz w:val="24"/>
          <w:szCs w:val="24"/>
          <w:lang w:val="en-US" w:eastAsia="zh-CN"/>
        </w:rPr>
        <w:t>自治州州长由实行区域自治的民族的公民担任。（√）</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402.</w:t>
      </w:r>
      <w:r>
        <w:rPr>
          <w:rFonts w:hint="eastAsia" w:ascii="宋体" w:hAnsi="宋体" w:eastAsia="宋体" w:cs="宋体"/>
          <w:color w:val="000000"/>
          <w:sz w:val="24"/>
          <w:szCs w:val="24"/>
          <w:lang w:val="en-US" w:eastAsia="zh-CN"/>
        </w:rPr>
        <w:t>全国人民代表大会常务委员会认为必要，或者有五分之一以上的全国人民代表大会代表提议，可以临时召集全国人民代表大会会议。（√）</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403.</w:t>
      </w:r>
      <w:r>
        <w:rPr>
          <w:rFonts w:hint="eastAsia" w:ascii="宋体" w:hAnsi="宋体" w:eastAsia="宋体" w:cs="宋体"/>
          <w:color w:val="000000"/>
          <w:sz w:val="24"/>
          <w:szCs w:val="24"/>
          <w:lang w:val="en-US" w:eastAsia="zh-CN"/>
        </w:rPr>
        <w:t>有选举权和被选举权的年满四十周岁的中华人民共和国公民可以被选为中华人民共和国主席、副主席。（×）</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404.</w:t>
      </w:r>
      <w:r>
        <w:rPr>
          <w:rFonts w:hint="eastAsia" w:ascii="宋体" w:hAnsi="宋体" w:eastAsia="宋体" w:cs="宋体"/>
          <w:color w:val="000000"/>
          <w:sz w:val="24"/>
          <w:szCs w:val="24"/>
          <w:lang w:val="en-US" w:eastAsia="zh-CN"/>
        </w:rPr>
        <w:t>全国人民代表大会常务委员会有权罢免中华人民共和国主席、副主席。（×）</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405.</w:t>
      </w:r>
      <w:r>
        <w:rPr>
          <w:rFonts w:hint="eastAsia" w:ascii="宋体" w:hAnsi="宋体" w:eastAsia="宋体" w:cs="宋体"/>
          <w:color w:val="000000"/>
          <w:sz w:val="24"/>
          <w:szCs w:val="24"/>
          <w:lang w:val="en-US" w:eastAsia="zh-CN"/>
        </w:rPr>
        <w:t>国家主席根据全国人民代表大会常务委员会的决定，批准和废除同外国缔结的条约和重要协定。（√）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406.</w:t>
      </w:r>
      <w:r>
        <w:rPr>
          <w:rFonts w:hint="eastAsia" w:ascii="宋体" w:hAnsi="宋体" w:eastAsia="宋体" w:cs="宋体"/>
          <w:color w:val="000000"/>
          <w:sz w:val="24"/>
          <w:szCs w:val="24"/>
          <w:lang w:val="en-US" w:eastAsia="zh-CN"/>
        </w:rPr>
        <w:t>国家副主席受主席的委托，可以代行主席的部分职权。（√）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407.</w:t>
      </w:r>
      <w:r>
        <w:rPr>
          <w:rFonts w:hint="eastAsia" w:ascii="宋体" w:hAnsi="宋体" w:eastAsia="宋体" w:cs="宋体"/>
          <w:color w:val="000000"/>
          <w:sz w:val="24"/>
          <w:szCs w:val="24"/>
          <w:lang w:val="en-US" w:eastAsia="zh-CN"/>
        </w:rPr>
        <w:t>我国《宪法》规定，国务院总理连续任职不得超过三届。（×）</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408.</w:t>
      </w:r>
      <w:r>
        <w:rPr>
          <w:rFonts w:hint="eastAsia" w:ascii="宋体" w:hAnsi="宋体" w:eastAsia="宋体" w:cs="宋体"/>
          <w:color w:val="000000"/>
          <w:sz w:val="24"/>
          <w:szCs w:val="24"/>
          <w:lang w:val="en-US" w:eastAsia="zh-CN"/>
        </w:rPr>
        <w:t>国务院有权改变或者撤销地方各级国家行政机关的不适当的决定和命令</w:t>
      </w:r>
      <w:r>
        <w:rPr>
          <w:rFonts w:hint="eastAsia" w:ascii="宋体" w:hAnsi="宋体" w:cs="宋体"/>
          <w:color w:val="000000"/>
          <w:sz w:val="24"/>
          <w:szCs w:val="24"/>
          <w:lang w:val="en-US" w:eastAsia="zh-CN"/>
        </w:rPr>
        <w:t>。</w:t>
      </w:r>
      <w:r>
        <w:rPr>
          <w:rFonts w:hint="eastAsia" w:ascii="宋体" w:hAnsi="宋体" w:eastAsia="宋体" w:cs="宋体"/>
          <w:color w:val="00000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409.</w:t>
      </w:r>
      <w:r>
        <w:rPr>
          <w:rFonts w:hint="eastAsia" w:ascii="宋体" w:hAnsi="宋体" w:eastAsia="宋体" w:cs="宋体"/>
          <w:color w:val="000000"/>
          <w:sz w:val="24"/>
          <w:szCs w:val="24"/>
          <w:lang w:val="en-US" w:eastAsia="zh-CN"/>
        </w:rPr>
        <w:t>根据我国宪法的规定，国务院领导和管理经济工作和城乡建设。（√）</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410.</w:t>
      </w:r>
      <w:r>
        <w:rPr>
          <w:rFonts w:hint="eastAsia" w:ascii="宋体" w:hAnsi="宋体" w:eastAsia="宋体" w:cs="宋体"/>
          <w:color w:val="000000"/>
          <w:sz w:val="24"/>
          <w:szCs w:val="24"/>
          <w:lang w:val="en-US" w:eastAsia="zh-CN"/>
        </w:rPr>
        <w:t>中央和省、自治区、直辖市的国家行政机关的职权的具体划分由全国人民代表大会规定。（×）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411.</w:t>
      </w:r>
      <w:r>
        <w:rPr>
          <w:rFonts w:hint="eastAsia" w:ascii="宋体" w:hAnsi="宋体" w:eastAsia="宋体" w:cs="宋体"/>
          <w:color w:val="000000"/>
          <w:sz w:val="24"/>
          <w:szCs w:val="24"/>
          <w:lang w:val="en-US" w:eastAsia="zh-CN"/>
        </w:rPr>
        <w:t>中央军事委员会主席的每届任期同全国人民代表大会每届任期相同。（√）</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412.</w:t>
      </w:r>
      <w:r>
        <w:rPr>
          <w:rFonts w:hint="eastAsia" w:ascii="宋体" w:hAnsi="宋体" w:eastAsia="宋体" w:cs="宋体"/>
          <w:color w:val="000000"/>
          <w:sz w:val="24"/>
          <w:szCs w:val="24"/>
          <w:lang w:val="en-US" w:eastAsia="zh-CN"/>
        </w:rPr>
        <w:t>根据我国宪法，国务院监督最高人民法院的工作。（×）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413.</w:t>
      </w:r>
      <w:r>
        <w:rPr>
          <w:rFonts w:hint="eastAsia" w:ascii="宋体" w:hAnsi="宋体" w:eastAsia="宋体" w:cs="宋体"/>
          <w:color w:val="000000"/>
          <w:sz w:val="24"/>
          <w:szCs w:val="24"/>
          <w:lang w:val="en-US" w:eastAsia="zh-CN"/>
        </w:rPr>
        <w:t>人民法院在审理案件时，应依法独立行使审判权。（√）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414.</w:t>
      </w:r>
      <w:r>
        <w:rPr>
          <w:rFonts w:hint="eastAsia" w:ascii="宋体" w:hAnsi="宋体" w:eastAsia="宋体" w:cs="宋体"/>
          <w:color w:val="000000"/>
          <w:sz w:val="24"/>
          <w:szCs w:val="24"/>
          <w:lang w:val="en-US" w:eastAsia="zh-CN"/>
        </w:rPr>
        <w:t>在少数民族聚居或者多民族共同居住的地区，人民法院应当用当地通用的语言进行审理。（√）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415.</w:t>
      </w:r>
      <w:r>
        <w:rPr>
          <w:rFonts w:hint="eastAsia" w:ascii="宋体" w:hAnsi="宋体" w:eastAsia="宋体" w:cs="宋体"/>
          <w:color w:val="000000"/>
          <w:sz w:val="24"/>
          <w:szCs w:val="24"/>
          <w:lang w:val="en-US" w:eastAsia="zh-CN"/>
        </w:rPr>
        <w:t>人民检察院依照宪法和法律规定独立行使检察权。（√）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416.</w:t>
      </w:r>
      <w:r>
        <w:rPr>
          <w:rFonts w:hint="eastAsia" w:ascii="宋体" w:hAnsi="宋体" w:eastAsia="宋体" w:cs="宋体"/>
          <w:color w:val="000000"/>
          <w:sz w:val="24"/>
          <w:szCs w:val="24"/>
          <w:lang w:val="en-US" w:eastAsia="zh-CN"/>
        </w:rPr>
        <w:t>国务院的各部、各委员会实行部长、主任负责制。（√）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417.</w:t>
      </w:r>
      <w:r>
        <w:rPr>
          <w:rFonts w:hint="eastAsia" w:ascii="宋体" w:hAnsi="宋体" w:eastAsia="宋体" w:cs="宋体"/>
          <w:color w:val="000000"/>
          <w:sz w:val="24"/>
          <w:szCs w:val="24"/>
          <w:lang w:val="en-US" w:eastAsia="zh-CN"/>
        </w:rPr>
        <w:t>县级以上的地方各级人民代表大会常务委员会选举并且有权罢免本级人民法院院长和本级人民检察院检察长。（√）</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418.</w:t>
      </w:r>
      <w:r>
        <w:rPr>
          <w:rFonts w:hint="eastAsia" w:ascii="宋体" w:hAnsi="宋体" w:eastAsia="宋体" w:cs="宋体"/>
          <w:color w:val="000000"/>
          <w:sz w:val="24"/>
          <w:szCs w:val="24"/>
          <w:lang w:val="en-US" w:eastAsia="zh-CN"/>
        </w:rPr>
        <w:t>我国现行宪法规定，对国务院各部门和地方人民政府的财政收支进行监督的专门机关是监察机关。（×）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419.</w:t>
      </w:r>
      <w:r>
        <w:rPr>
          <w:rFonts w:hint="eastAsia" w:ascii="宋体" w:hAnsi="宋体" w:eastAsia="宋体" w:cs="宋体"/>
          <w:color w:val="000000"/>
          <w:sz w:val="24"/>
          <w:szCs w:val="24"/>
          <w:lang w:val="en-US" w:eastAsia="zh-CN"/>
        </w:rPr>
        <w:t>在我国，民族自治地方的自治机关具有两重性：一方面，它作为一级地方国家机关受中央和上级国家机关的领导，行使宪法赋予一般地方国家机关的职权，另一方面，它作为民族自治地方的自治机关，享有宪法赋予的自治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420.</w:t>
      </w:r>
      <w:r>
        <w:rPr>
          <w:rFonts w:hint="eastAsia" w:ascii="宋体" w:hAnsi="宋体" w:eastAsia="宋体" w:cs="宋体"/>
          <w:color w:val="000000"/>
          <w:sz w:val="24"/>
          <w:szCs w:val="24"/>
          <w:lang w:val="en-US" w:eastAsia="zh-CN"/>
        </w:rPr>
        <w:t>中华人民共和国国务院是最高国家行政机关。（√）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421.</w:t>
      </w:r>
      <w:r>
        <w:rPr>
          <w:rFonts w:hint="eastAsia" w:ascii="宋体" w:hAnsi="宋体" w:eastAsia="宋体" w:cs="宋体"/>
          <w:color w:val="000000"/>
          <w:sz w:val="24"/>
          <w:szCs w:val="24"/>
          <w:lang w:val="en-US" w:eastAsia="zh-CN"/>
        </w:rPr>
        <w:t>国务院和全国人民代表大会都实行首长负责制。（×）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422.</w:t>
      </w:r>
      <w:r>
        <w:rPr>
          <w:rFonts w:hint="eastAsia" w:ascii="宋体" w:hAnsi="宋体" w:eastAsia="宋体" w:cs="宋体"/>
          <w:color w:val="000000"/>
          <w:sz w:val="24"/>
          <w:szCs w:val="24"/>
          <w:lang w:val="en-US" w:eastAsia="zh-CN"/>
        </w:rPr>
        <w:t>根据现行宪法，国务院有权规定中央和省、自治区、直辖市的国家行政机关的职权的具体划分。（√）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423.</w:t>
      </w:r>
      <w:r>
        <w:rPr>
          <w:rFonts w:hint="eastAsia" w:ascii="宋体" w:hAnsi="宋体" w:eastAsia="宋体" w:cs="宋体"/>
          <w:color w:val="000000"/>
          <w:sz w:val="24"/>
          <w:szCs w:val="24"/>
          <w:lang w:val="en-US" w:eastAsia="zh-CN"/>
        </w:rPr>
        <w:t>全国人民代表大会代表在全国人民代表大会各种会议上的发言和表决，不受法律追究。（√）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424.</w:t>
      </w:r>
      <w:r>
        <w:rPr>
          <w:rFonts w:hint="eastAsia" w:ascii="宋体" w:hAnsi="宋体" w:eastAsia="宋体" w:cs="宋体"/>
          <w:color w:val="000000"/>
          <w:sz w:val="24"/>
          <w:szCs w:val="24"/>
          <w:lang w:val="en-US" w:eastAsia="zh-CN"/>
        </w:rPr>
        <w:t>全国人民代表大会代表一旦当选，便不再受原选举单位的监督。（×）</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425.</w:t>
      </w:r>
      <w:r>
        <w:rPr>
          <w:rFonts w:hint="eastAsia" w:ascii="宋体" w:hAnsi="宋体" w:eastAsia="宋体" w:cs="宋体"/>
          <w:color w:val="000000"/>
          <w:sz w:val="24"/>
          <w:szCs w:val="24"/>
          <w:lang w:val="en-US" w:eastAsia="zh-CN"/>
        </w:rPr>
        <w:t>中华人民共和国主席、副主席都缺位的时候，由全国人民代表大会补选，在补选以前，由国务院总理暂时代理主席职位。（×）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426.</w:t>
      </w:r>
      <w:r>
        <w:rPr>
          <w:rFonts w:hint="eastAsia" w:ascii="宋体" w:hAnsi="宋体" w:eastAsia="宋体" w:cs="宋体"/>
          <w:color w:val="000000"/>
          <w:sz w:val="24"/>
          <w:szCs w:val="24"/>
          <w:lang w:val="en-US" w:eastAsia="zh-CN"/>
        </w:rPr>
        <w:t>中央人民政府是最高国家权力机关的执行机关。（√）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427.</w:t>
      </w:r>
      <w:r>
        <w:rPr>
          <w:rFonts w:hint="eastAsia" w:ascii="宋体" w:hAnsi="宋体" w:eastAsia="宋体" w:cs="宋体"/>
          <w:color w:val="000000"/>
          <w:sz w:val="24"/>
          <w:szCs w:val="24"/>
          <w:lang w:val="en-US" w:eastAsia="zh-CN"/>
        </w:rPr>
        <w:t>国务院有权改变或者撤销各部、各委员会发布的不适当的命令、指示和规章。（√）</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428.</w:t>
      </w:r>
      <w:r>
        <w:rPr>
          <w:rFonts w:hint="eastAsia" w:ascii="宋体" w:hAnsi="宋体" w:eastAsia="宋体" w:cs="宋体"/>
          <w:color w:val="000000"/>
          <w:sz w:val="24"/>
          <w:szCs w:val="24"/>
          <w:lang w:val="en-US" w:eastAsia="zh-CN"/>
        </w:rPr>
        <w:t>审计机关依照法律规定独立行使审计监督权，不受国务院总理领导。（×）</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429.</w:t>
      </w:r>
      <w:r>
        <w:rPr>
          <w:rFonts w:hint="eastAsia" w:ascii="宋体" w:hAnsi="宋体" w:eastAsia="宋体" w:cs="宋体"/>
          <w:color w:val="000000"/>
          <w:sz w:val="24"/>
          <w:szCs w:val="24"/>
          <w:lang w:val="en-US" w:eastAsia="zh-CN"/>
        </w:rPr>
        <w:t>国务院只对全国人民代表大会常务委员会负责并报告工作。（×）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430.</w:t>
      </w:r>
      <w:r>
        <w:rPr>
          <w:rFonts w:hint="eastAsia" w:ascii="宋体" w:hAnsi="宋体" w:eastAsia="宋体" w:cs="宋体"/>
          <w:color w:val="000000"/>
          <w:sz w:val="24"/>
          <w:szCs w:val="24"/>
          <w:lang w:val="en-US" w:eastAsia="zh-CN"/>
        </w:rPr>
        <w:t>各民族公民都有用本民族语言文字进行诉讼的权利。（√）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431.</w:t>
      </w:r>
      <w:r>
        <w:rPr>
          <w:rFonts w:hint="eastAsia" w:ascii="宋体" w:hAnsi="宋体" w:eastAsia="宋体" w:cs="宋体"/>
          <w:color w:val="000000"/>
          <w:sz w:val="24"/>
          <w:szCs w:val="24"/>
          <w:lang w:val="en-US" w:eastAsia="zh-CN"/>
        </w:rPr>
        <w:t>在少数民族聚居的地方，我国实行的是民族区域自治制度。（√）</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432.</w:t>
      </w:r>
      <w:r>
        <w:rPr>
          <w:rFonts w:hint="eastAsia" w:ascii="宋体" w:hAnsi="宋体" w:eastAsia="宋体" w:cs="宋体"/>
          <w:color w:val="000000"/>
          <w:sz w:val="24"/>
          <w:szCs w:val="24"/>
          <w:lang w:val="en-US" w:eastAsia="zh-CN"/>
        </w:rPr>
        <w:t>地方各级政府是我国地方各级国家权力机关。（×）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433.</w:t>
      </w:r>
      <w:r>
        <w:rPr>
          <w:rFonts w:hint="eastAsia" w:ascii="宋体" w:hAnsi="宋体" w:eastAsia="宋体" w:cs="宋体"/>
          <w:color w:val="000000"/>
          <w:sz w:val="24"/>
          <w:szCs w:val="24"/>
          <w:lang w:val="en-US" w:eastAsia="zh-CN"/>
        </w:rPr>
        <w:t>全国人民代表大会代表应当同原选举单位和人民保持密切的联系。（√）</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434.</w:t>
      </w:r>
      <w:r>
        <w:rPr>
          <w:rFonts w:hint="eastAsia" w:ascii="宋体" w:hAnsi="宋体" w:eastAsia="宋体" w:cs="宋体"/>
          <w:color w:val="000000"/>
          <w:sz w:val="24"/>
          <w:szCs w:val="24"/>
          <w:lang w:val="en-US" w:eastAsia="zh-CN"/>
        </w:rPr>
        <w:t>地方各级人大代表，均由选举单位或选民通过直接选举的方式民主选举产生。（×）</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435.</w:t>
      </w:r>
      <w:r>
        <w:rPr>
          <w:rFonts w:hint="eastAsia" w:ascii="宋体" w:hAnsi="宋体" w:eastAsia="宋体" w:cs="宋体"/>
          <w:color w:val="000000"/>
          <w:sz w:val="24"/>
          <w:szCs w:val="24"/>
          <w:lang w:val="en-US" w:eastAsia="zh-CN"/>
        </w:rPr>
        <w:t>县级以上地方各级人大属于地方国家权力机关，每届任期五年。（√）</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436.</w:t>
      </w:r>
      <w:r>
        <w:rPr>
          <w:rFonts w:hint="eastAsia" w:ascii="宋体" w:hAnsi="宋体" w:eastAsia="宋体" w:cs="宋体"/>
          <w:color w:val="000000"/>
          <w:sz w:val="24"/>
          <w:szCs w:val="24"/>
          <w:lang w:val="en-US" w:eastAsia="zh-CN"/>
        </w:rPr>
        <w:t>村委会是中国人民代表大会制度的组织基础。（×）</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437.</w:t>
      </w:r>
      <w:r>
        <w:rPr>
          <w:rFonts w:hint="eastAsia" w:ascii="宋体" w:hAnsi="宋体" w:eastAsia="宋体" w:cs="宋体"/>
          <w:color w:val="000000"/>
          <w:sz w:val="24"/>
          <w:szCs w:val="24"/>
          <w:lang w:val="en-US" w:eastAsia="zh-CN"/>
        </w:rPr>
        <w:t>自治区主席、自治州州长、自治县县长由实行区域自治的民族的公民担任。（√）</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438.</w:t>
      </w:r>
      <w:r>
        <w:rPr>
          <w:rFonts w:hint="eastAsia" w:ascii="宋体" w:hAnsi="宋体" w:eastAsia="宋体" w:cs="宋体"/>
          <w:color w:val="000000"/>
          <w:sz w:val="24"/>
          <w:szCs w:val="24"/>
          <w:lang w:val="en-US" w:eastAsia="zh-CN"/>
        </w:rPr>
        <w:t>根据宪法规定，地方各级人民法院依照法律规定独立行使审判权。（√）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439.</w:t>
      </w:r>
      <w:r>
        <w:rPr>
          <w:rFonts w:hint="eastAsia" w:ascii="宋体" w:hAnsi="宋体" w:eastAsia="宋体" w:cs="宋体"/>
          <w:color w:val="000000"/>
          <w:sz w:val="24"/>
          <w:szCs w:val="24"/>
          <w:lang w:val="en-US" w:eastAsia="zh-CN"/>
        </w:rPr>
        <w:t>人民法院在审判案件时，对于不通晓当地通用的语言文字的当事人，可以为他们翻译。（×）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440.</w:t>
      </w:r>
      <w:r>
        <w:rPr>
          <w:rFonts w:hint="eastAsia" w:ascii="宋体" w:hAnsi="宋体" w:eastAsia="宋体" w:cs="宋体"/>
          <w:color w:val="000000"/>
          <w:sz w:val="24"/>
          <w:szCs w:val="24"/>
          <w:lang w:val="en-US" w:eastAsia="zh-CN"/>
        </w:rPr>
        <w:t>居民委员会和村民委员会是基层政权组织。（×）</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441.</w:t>
      </w:r>
      <w:r>
        <w:rPr>
          <w:rFonts w:hint="eastAsia" w:ascii="宋体" w:hAnsi="宋体" w:eastAsia="宋体" w:cs="宋体"/>
          <w:color w:val="000000"/>
          <w:sz w:val="24"/>
          <w:szCs w:val="24"/>
          <w:lang w:val="en-US" w:eastAsia="zh-CN"/>
        </w:rPr>
        <w:t>地方各级人民代表大会都是地方国家权力机关。（√）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442.</w:t>
      </w:r>
      <w:r>
        <w:rPr>
          <w:rFonts w:hint="eastAsia" w:ascii="宋体" w:hAnsi="宋体" w:eastAsia="宋体" w:cs="宋体"/>
          <w:color w:val="000000"/>
          <w:sz w:val="24"/>
          <w:szCs w:val="24"/>
          <w:lang w:val="en-US" w:eastAsia="zh-CN"/>
        </w:rPr>
        <w:t>县、自治县、不设区的市、市辖区、乡、民族乡、镇的人民代表大会代表由选民直接选举。（√）</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443.</w:t>
      </w:r>
      <w:r>
        <w:rPr>
          <w:rFonts w:hint="eastAsia" w:ascii="宋体" w:hAnsi="宋体" w:eastAsia="宋体" w:cs="宋体"/>
          <w:color w:val="000000"/>
          <w:sz w:val="24"/>
          <w:szCs w:val="24"/>
          <w:lang w:val="en-US" w:eastAsia="zh-CN"/>
        </w:rPr>
        <w:t>县级地方人民代表大会可以选举市级人民代表大会常务委员会组成人员。（×）</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444.</w:t>
      </w:r>
      <w:r>
        <w:rPr>
          <w:rFonts w:hint="eastAsia" w:ascii="宋体" w:hAnsi="宋体" w:eastAsia="宋体" w:cs="宋体"/>
          <w:color w:val="000000"/>
          <w:sz w:val="24"/>
          <w:szCs w:val="24"/>
          <w:lang w:val="en-US" w:eastAsia="zh-CN"/>
        </w:rPr>
        <w:t>居民委员会是我国的最低一级国家政权机关的派出机关。（×）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445.</w:t>
      </w:r>
      <w:r>
        <w:rPr>
          <w:rFonts w:hint="eastAsia" w:ascii="宋体" w:hAnsi="宋体" w:eastAsia="宋体" w:cs="宋体"/>
          <w:color w:val="000000"/>
          <w:sz w:val="24"/>
          <w:szCs w:val="24"/>
          <w:lang w:val="en-US" w:eastAsia="zh-CN"/>
        </w:rPr>
        <w:t>民族自治地方，即自治区、自治州、自治县的人民政府的正副主席、正副州长、正副县长都应当由实行区域自治的民族的公民担任。（×）</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446.</w:t>
      </w:r>
      <w:r>
        <w:rPr>
          <w:rFonts w:hint="eastAsia" w:ascii="宋体" w:hAnsi="宋体" w:eastAsia="宋体" w:cs="宋体"/>
          <w:color w:val="000000"/>
          <w:sz w:val="24"/>
          <w:szCs w:val="24"/>
          <w:lang w:val="en-US" w:eastAsia="zh-CN"/>
        </w:rPr>
        <w:t>我国地方各级人民法院对产生它的国家权力机关和上级人民法院负责。（×）</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447.</w:t>
      </w:r>
      <w:r>
        <w:rPr>
          <w:rFonts w:hint="eastAsia" w:ascii="宋体" w:hAnsi="宋体" w:eastAsia="宋体" w:cs="宋体"/>
          <w:color w:val="000000"/>
          <w:sz w:val="24"/>
          <w:szCs w:val="24"/>
          <w:lang w:val="en-US" w:eastAsia="zh-CN"/>
        </w:rPr>
        <w:t>我国地方各级人民检察院对产生它的国家权力机关和上级人民检察院负责。（√）</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448.</w:t>
      </w:r>
      <w:r>
        <w:rPr>
          <w:rFonts w:hint="eastAsia" w:ascii="宋体" w:hAnsi="宋体" w:eastAsia="宋体" w:cs="宋体"/>
          <w:color w:val="000000"/>
          <w:sz w:val="24"/>
          <w:szCs w:val="24"/>
          <w:lang w:val="en-US" w:eastAsia="zh-CN"/>
        </w:rPr>
        <w:t>在我国，民族乡虽然名字中有“民族”二字，但它不是我国宪法规定的民族自治地方。（√）</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449.</w:t>
      </w:r>
      <w:r>
        <w:rPr>
          <w:rFonts w:hint="eastAsia" w:ascii="宋体" w:hAnsi="宋体" w:eastAsia="宋体" w:cs="宋体"/>
          <w:color w:val="000000"/>
          <w:sz w:val="24"/>
          <w:szCs w:val="24"/>
          <w:lang w:val="en-US" w:eastAsia="zh-CN"/>
        </w:rPr>
        <w:t>县级人民代表大会代表受原选举单位的监督。（×）</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450.</w:t>
      </w:r>
      <w:r>
        <w:rPr>
          <w:rFonts w:hint="eastAsia" w:ascii="宋体" w:hAnsi="宋体" w:eastAsia="宋体" w:cs="宋体"/>
          <w:color w:val="000000"/>
          <w:sz w:val="24"/>
          <w:szCs w:val="24"/>
          <w:lang w:val="en-US" w:eastAsia="zh-CN"/>
        </w:rPr>
        <w:t>民族自治地方的人民代表大会中，除实行区域自治的民族的代表外，其他的民族也应当有适当名额的代表。（×）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451.</w:t>
      </w:r>
      <w:r>
        <w:rPr>
          <w:rFonts w:hint="eastAsia" w:ascii="宋体" w:hAnsi="宋体" w:eastAsia="宋体" w:cs="宋体"/>
          <w:color w:val="000000"/>
          <w:sz w:val="24"/>
          <w:szCs w:val="24"/>
          <w:lang w:val="en-US" w:eastAsia="zh-CN"/>
        </w:rPr>
        <w:t>民族自治地方的自治机关有管理地方财政的自治权。（√）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452.</w:t>
      </w:r>
      <w:r>
        <w:rPr>
          <w:rFonts w:hint="eastAsia" w:ascii="宋体" w:hAnsi="宋体" w:eastAsia="宋体" w:cs="宋体"/>
          <w:color w:val="000000"/>
          <w:sz w:val="24"/>
          <w:szCs w:val="24"/>
          <w:lang w:val="en-US" w:eastAsia="zh-CN"/>
        </w:rPr>
        <w:t>我国的政权组织形式实行的是人民代表大会制。（√）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453.</w:t>
      </w:r>
      <w:r>
        <w:rPr>
          <w:rFonts w:hint="eastAsia" w:ascii="宋体" w:hAnsi="宋体" w:eastAsia="宋体" w:cs="宋体"/>
          <w:color w:val="000000"/>
          <w:sz w:val="24"/>
          <w:szCs w:val="24"/>
          <w:lang w:val="en-US" w:eastAsia="zh-CN"/>
        </w:rPr>
        <w:t>各级法院、检察院都通过本级政府产生。（×）</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454.</w:t>
      </w:r>
      <w:r>
        <w:rPr>
          <w:rFonts w:hint="eastAsia" w:ascii="宋体" w:hAnsi="宋体" w:eastAsia="宋体" w:cs="宋体"/>
          <w:color w:val="000000"/>
          <w:sz w:val="24"/>
          <w:szCs w:val="24"/>
          <w:lang w:val="en-US" w:eastAsia="zh-CN"/>
        </w:rPr>
        <w:t>村级人大都由选民或选举单位民主选举产生。（×）</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455.</w:t>
      </w:r>
      <w:r>
        <w:rPr>
          <w:rFonts w:hint="eastAsia" w:ascii="宋体" w:hAnsi="宋体" w:eastAsia="宋体" w:cs="宋体"/>
          <w:color w:val="000000"/>
          <w:sz w:val="24"/>
          <w:szCs w:val="24"/>
          <w:lang w:val="en-US" w:eastAsia="zh-CN"/>
        </w:rPr>
        <w:t>人民代表大会制度是中国历史上第一次真正实现人民当家作主的政治制度。（√）</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456.</w:t>
      </w:r>
      <w:r>
        <w:rPr>
          <w:rFonts w:hint="eastAsia" w:ascii="宋体" w:hAnsi="宋体" w:eastAsia="宋体" w:cs="宋体"/>
          <w:color w:val="000000"/>
          <w:sz w:val="24"/>
          <w:szCs w:val="24"/>
          <w:lang w:val="en-US" w:eastAsia="zh-CN"/>
        </w:rPr>
        <w:t>我国现在实行的是中国共产党领导的多党合作和政治协商制度。（√）</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457.</w:t>
      </w:r>
      <w:r>
        <w:rPr>
          <w:rFonts w:hint="eastAsia" w:ascii="宋体" w:hAnsi="宋体" w:eastAsia="宋体" w:cs="宋体"/>
          <w:color w:val="000000"/>
          <w:sz w:val="24"/>
          <w:szCs w:val="24"/>
          <w:lang w:val="en-US" w:eastAsia="zh-CN"/>
        </w:rPr>
        <w:t>社会主义公有制经济包括全民所有制经济和劳动群众集体所有制经济，还包括混合所有制经济。（×）</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458.</w:t>
      </w:r>
      <w:r>
        <w:rPr>
          <w:rFonts w:hint="eastAsia" w:ascii="宋体" w:hAnsi="宋体" w:eastAsia="宋体" w:cs="宋体"/>
          <w:color w:val="000000"/>
          <w:sz w:val="24"/>
          <w:szCs w:val="24"/>
          <w:lang w:val="en-US" w:eastAsia="zh-CN"/>
        </w:rPr>
        <w:t>森林和山岭、草原、荒地、滩涂等自然资源既可以是国家所有，也可以是集体所有。（√）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459.</w:t>
      </w:r>
      <w:r>
        <w:rPr>
          <w:rFonts w:hint="eastAsia" w:ascii="宋体" w:hAnsi="宋体" w:eastAsia="宋体" w:cs="宋体"/>
          <w:color w:val="000000"/>
          <w:sz w:val="24"/>
          <w:szCs w:val="24"/>
          <w:lang w:val="en-US" w:eastAsia="zh-CN"/>
        </w:rPr>
        <w:t>在我国现阶段，非公有制经济包括在法律规定范围内的个体经济、私营经济。（√）</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460.</w:t>
      </w:r>
      <w:r>
        <w:rPr>
          <w:rFonts w:hint="eastAsia" w:ascii="宋体" w:hAnsi="宋体" w:eastAsia="宋体" w:cs="宋体"/>
          <w:color w:val="000000"/>
          <w:sz w:val="24"/>
          <w:szCs w:val="24"/>
          <w:lang w:val="en-US" w:eastAsia="zh-CN"/>
        </w:rPr>
        <w:t>我国实行的人民代表大会制，就是根据民主集中制原则，在总结革命政权建设经验的基础上，组织各级人民代表大会，并以人民代表大会为基础，建立国家机构，实现人民当家作主的一种根本政治制度。（√）</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461.</w:t>
      </w:r>
      <w:r>
        <w:rPr>
          <w:rFonts w:hint="eastAsia" w:ascii="宋体" w:hAnsi="宋体" w:eastAsia="宋体" w:cs="宋体"/>
          <w:color w:val="000000"/>
          <w:sz w:val="24"/>
          <w:szCs w:val="24"/>
          <w:lang w:val="en-US" w:eastAsia="zh-CN"/>
        </w:rPr>
        <w:t>我国国家机构的组织和活动原则是民主集中制，以民主为根基，以集中为规制，既可避免多数人的暴政，又可阻止独裁。（√）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462.</w:t>
      </w:r>
      <w:r>
        <w:rPr>
          <w:rFonts w:hint="eastAsia" w:ascii="宋体" w:hAnsi="宋体" w:eastAsia="宋体" w:cs="宋体"/>
          <w:color w:val="000000"/>
          <w:sz w:val="24"/>
          <w:szCs w:val="24"/>
          <w:lang w:val="en-US" w:eastAsia="zh-CN"/>
        </w:rPr>
        <w:t>全国人民代表大会有权改变或者撤销它的常务委员会制定的不适当的法律。（√）</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463.</w:t>
      </w:r>
      <w:r>
        <w:rPr>
          <w:rFonts w:hint="eastAsia" w:ascii="宋体" w:hAnsi="宋体" w:eastAsia="宋体" w:cs="宋体"/>
          <w:color w:val="000000"/>
          <w:sz w:val="24"/>
          <w:szCs w:val="24"/>
          <w:lang w:val="en-US" w:eastAsia="zh-CN"/>
        </w:rPr>
        <w:t>“中华人民共和国是工人阶级领导的、以工农联盟为基础的人民民主专政的社会主义国家。”这是宪法对我国国体的规定。（√）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464.</w:t>
      </w:r>
      <w:r>
        <w:rPr>
          <w:rFonts w:hint="eastAsia" w:ascii="宋体" w:hAnsi="宋体" w:eastAsia="宋体" w:cs="宋体"/>
          <w:color w:val="000000"/>
          <w:sz w:val="24"/>
          <w:szCs w:val="24"/>
          <w:lang w:val="en-US" w:eastAsia="zh-CN"/>
        </w:rPr>
        <w:t>在我国，土地的使用权可以依法转让。（√）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465.</w:t>
      </w:r>
      <w:r>
        <w:rPr>
          <w:rFonts w:hint="eastAsia" w:ascii="宋体" w:hAnsi="宋体" w:eastAsia="宋体" w:cs="宋体"/>
          <w:color w:val="000000"/>
          <w:sz w:val="24"/>
          <w:szCs w:val="24"/>
          <w:lang w:val="en-US" w:eastAsia="zh-CN"/>
        </w:rPr>
        <w:t>我国《宪法》规定，国务院有权依照法律规定决定个别省、自治区、直辖市进入紧急状态。（×）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466.</w:t>
      </w:r>
      <w:r>
        <w:rPr>
          <w:rFonts w:hint="eastAsia" w:ascii="宋体" w:hAnsi="宋体" w:eastAsia="宋体" w:cs="宋体"/>
          <w:color w:val="000000"/>
          <w:sz w:val="24"/>
          <w:szCs w:val="24"/>
          <w:lang w:val="en-US" w:eastAsia="zh-CN"/>
        </w:rPr>
        <w:t>现行宪法规定，全国人民代表大会的选举，如果遇到不能选举的非常情况，经全国人民代表大会常务委员会组成人员的半数以上通过，可以推迟选举。（×）</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467.</w:t>
      </w:r>
      <w:r>
        <w:rPr>
          <w:rFonts w:hint="eastAsia" w:ascii="宋体" w:hAnsi="宋体" w:eastAsia="宋体" w:cs="宋体"/>
          <w:color w:val="000000"/>
          <w:sz w:val="24"/>
          <w:szCs w:val="24"/>
          <w:lang w:val="en-US" w:eastAsia="zh-CN"/>
        </w:rPr>
        <w:t>在特别行政区内实行的制度按照具体情况由全国人民代表大会以法律规定。（√）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468.</w:t>
      </w:r>
      <w:r>
        <w:rPr>
          <w:rFonts w:hint="eastAsia" w:ascii="宋体" w:hAnsi="宋体" w:eastAsia="宋体" w:cs="宋体"/>
          <w:color w:val="000000"/>
          <w:sz w:val="24"/>
          <w:szCs w:val="24"/>
          <w:lang w:val="en-US" w:eastAsia="zh-CN"/>
        </w:rPr>
        <w:t>一切违反宪法和法律的行为，必须予以追究。（√）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469.</w:t>
      </w:r>
      <w:r>
        <w:rPr>
          <w:rFonts w:hint="eastAsia" w:ascii="宋体" w:hAnsi="宋体" w:eastAsia="宋体" w:cs="宋体"/>
          <w:color w:val="000000"/>
          <w:sz w:val="24"/>
          <w:szCs w:val="24"/>
          <w:lang w:val="en-US" w:eastAsia="zh-CN"/>
        </w:rPr>
        <w:t>中华人民共和国公民在法律面前一律平等。（√）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470.</w:t>
      </w:r>
      <w:r>
        <w:rPr>
          <w:rFonts w:hint="eastAsia" w:ascii="宋体" w:hAnsi="宋体" w:eastAsia="宋体" w:cs="宋体"/>
          <w:color w:val="000000"/>
          <w:sz w:val="24"/>
          <w:szCs w:val="24"/>
          <w:lang w:val="en-US" w:eastAsia="zh-CN"/>
        </w:rPr>
        <w:t>人民代表大会制度是中国的根本制度。（×）</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471.</w:t>
      </w:r>
      <w:r>
        <w:rPr>
          <w:rFonts w:hint="eastAsia" w:ascii="宋体" w:hAnsi="宋体" w:eastAsia="宋体" w:cs="宋体"/>
          <w:color w:val="000000"/>
          <w:sz w:val="24"/>
          <w:szCs w:val="24"/>
          <w:lang w:val="en-US" w:eastAsia="zh-CN"/>
        </w:rPr>
        <w:t>特赦由全国人民代表大会常务委员会决定，由国家主席发布特赦令。（√）</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472.</w:t>
      </w:r>
      <w:r>
        <w:rPr>
          <w:rFonts w:hint="eastAsia" w:ascii="宋体" w:hAnsi="宋体" w:eastAsia="宋体" w:cs="宋体"/>
          <w:color w:val="000000"/>
          <w:sz w:val="24"/>
          <w:szCs w:val="24"/>
          <w:lang w:val="en-US" w:eastAsia="zh-CN"/>
        </w:rPr>
        <w:t>国家为了公共利益的需要，可以依照法律规定对土地实行征收或者征用并给予补偿。（√）</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473.</w:t>
      </w:r>
      <w:r>
        <w:rPr>
          <w:rFonts w:hint="eastAsia" w:ascii="宋体" w:hAnsi="宋体" w:eastAsia="宋体" w:cs="宋体"/>
          <w:color w:val="000000"/>
          <w:sz w:val="24"/>
          <w:szCs w:val="24"/>
          <w:lang w:val="en-US" w:eastAsia="zh-CN"/>
        </w:rPr>
        <w:t>一切矿藏、水流、森林、山岭、草原、荒地和滩涂都属国家所有。（×）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474.</w:t>
      </w:r>
      <w:r>
        <w:rPr>
          <w:rFonts w:hint="eastAsia" w:ascii="宋体" w:hAnsi="宋体" w:eastAsia="宋体" w:cs="宋体"/>
          <w:color w:val="000000"/>
          <w:sz w:val="24"/>
          <w:szCs w:val="24"/>
          <w:lang w:val="en-US" w:eastAsia="zh-CN"/>
        </w:rPr>
        <w:t>我国《宪法》规定，法律和其他议案由全国人民代表大会以全体代表的过半数通过。（√）</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475.</w:t>
      </w:r>
      <w:r>
        <w:rPr>
          <w:rFonts w:hint="eastAsia" w:ascii="宋体" w:hAnsi="宋体" w:eastAsia="宋体" w:cs="宋体"/>
          <w:color w:val="000000"/>
          <w:sz w:val="24"/>
          <w:szCs w:val="24"/>
          <w:lang w:val="en-US" w:eastAsia="zh-CN"/>
        </w:rPr>
        <w:t>根据《宪法》的规定，全国人民代表大会有权解释宪法。（×）</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476.</w:t>
      </w:r>
      <w:r>
        <w:rPr>
          <w:rFonts w:hint="eastAsia" w:ascii="宋体" w:hAnsi="宋体" w:eastAsia="宋体" w:cs="宋体"/>
          <w:color w:val="000000"/>
          <w:sz w:val="24"/>
          <w:szCs w:val="24"/>
          <w:lang w:val="en-US" w:eastAsia="zh-CN"/>
        </w:rPr>
        <w:t>全国人民代表大会常务委员会的组成人员不得担任国家行政机关、审判机关和检察机关的职务。（√）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477.</w:t>
      </w:r>
      <w:r>
        <w:rPr>
          <w:rFonts w:hint="eastAsia" w:ascii="宋体" w:hAnsi="宋体" w:eastAsia="宋体" w:cs="宋体"/>
          <w:color w:val="000000"/>
          <w:sz w:val="24"/>
          <w:szCs w:val="24"/>
          <w:lang w:val="en-US" w:eastAsia="zh-CN"/>
        </w:rPr>
        <w:t>全国人民代表大会常务委员委员长、副委员长连续任职不得超过两届。（√）</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478.</w:t>
      </w:r>
      <w:r>
        <w:rPr>
          <w:rFonts w:hint="eastAsia" w:ascii="宋体" w:hAnsi="宋体" w:eastAsia="宋体" w:cs="宋体"/>
          <w:color w:val="000000"/>
          <w:sz w:val="24"/>
          <w:szCs w:val="24"/>
          <w:lang w:val="en-US" w:eastAsia="zh-CN"/>
        </w:rPr>
        <w:t>根据我国宪法的规定，矿藏、水流只能属于国家所有。（√）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479.</w:t>
      </w:r>
      <w:r>
        <w:rPr>
          <w:rFonts w:hint="eastAsia" w:ascii="宋体" w:hAnsi="宋体" w:eastAsia="宋体" w:cs="宋体"/>
          <w:color w:val="000000"/>
          <w:sz w:val="24"/>
          <w:szCs w:val="24"/>
          <w:lang w:val="en-US" w:eastAsia="zh-CN"/>
        </w:rPr>
        <w:t>在我国，全国人民代表大会是最高国家权力机关，行使国家最高监督权。（√）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480.</w:t>
      </w:r>
      <w:r>
        <w:rPr>
          <w:rFonts w:hint="eastAsia" w:ascii="宋体" w:hAnsi="宋体" w:eastAsia="宋体" w:cs="宋体"/>
          <w:color w:val="000000"/>
          <w:sz w:val="24"/>
          <w:szCs w:val="24"/>
          <w:lang w:val="en-US" w:eastAsia="zh-CN"/>
        </w:rPr>
        <w:t>宪法的制定和修改程序比普通法律更为严格。（√）</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481.</w:t>
      </w:r>
      <w:r>
        <w:rPr>
          <w:rFonts w:hint="eastAsia" w:ascii="宋体" w:hAnsi="宋体" w:eastAsia="宋体" w:cs="宋体"/>
          <w:color w:val="000000"/>
          <w:sz w:val="24"/>
          <w:szCs w:val="24"/>
          <w:lang w:val="en-US" w:eastAsia="zh-CN"/>
        </w:rPr>
        <w:t>我国宪法对国家权力的确认集中体现为对国家性质的规定。（√）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482.</w:t>
      </w:r>
      <w:r>
        <w:rPr>
          <w:rFonts w:hint="eastAsia" w:ascii="宋体" w:hAnsi="宋体" w:eastAsia="宋体" w:cs="宋体"/>
          <w:color w:val="000000"/>
          <w:sz w:val="24"/>
          <w:szCs w:val="24"/>
          <w:lang w:val="en-US" w:eastAsia="zh-CN"/>
        </w:rPr>
        <w:t>我国宪法以专章规定公民的基本权利，确认公民在政治、经济、文化、社会生活的各个领域的自由和利益。（√）</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483.</w:t>
      </w:r>
      <w:r>
        <w:rPr>
          <w:rFonts w:hint="eastAsia" w:ascii="宋体" w:hAnsi="宋体" w:eastAsia="宋体" w:cs="宋体"/>
          <w:color w:val="000000"/>
          <w:sz w:val="24"/>
          <w:szCs w:val="24"/>
          <w:lang w:val="en-US" w:eastAsia="zh-CN"/>
        </w:rPr>
        <w:t>根据我国宪法的规定，全国人民代表大会代表的选举由国务院办公厅主持。（×）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484.</w:t>
      </w:r>
      <w:r>
        <w:rPr>
          <w:rFonts w:hint="eastAsia" w:ascii="宋体" w:hAnsi="宋体" w:eastAsia="宋体" w:cs="宋体"/>
          <w:color w:val="000000"/>
          <w:sz w:val="24"/>
          <w:szCs w:val="24"/>
          <w:lang w:val="en-US" w:eastAsia="zh-CN"/>
        </w:rPr>
        <w:t>我国在社会主义初级阶段的基本经济制度是坚持以公有制为主体，多种所有制经济共同发展。（√）</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485.</w:t>
      </w:r>
      <w:r>
        <w:rPr>
          <w:rFonts w:hint="eastAsia" w:ascii="宋体" w:hAnsi="宋体" w:eastAsia="宋体" w:cs="宋体"/>
          <w:color w:val="000000"/>
          <w:sz w:val="24"/>
          <w:szCs w:val="24"/>
          <w:lang w:val="en-US" w:eastAsia="zh-CN"/>
        </w:rPr>
        <w:t>我国国家机关组织和活动的最基本的原则是民主集中制原则。（√）</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486.</w:t>
      </w:r>
      <w:r>
        <w:rPr>
          <w:rFonts w:hint="eastAsia" w:ascii="宋体" w:hAnsi="宋体" w:eastAsia="宋体" w:cs="宋体"/>
          <w:color w:val="000000"/>
          <w:sz w:val="24"/>
          <w:szCs w:val="24"/>
          <w:lang w:val="en-US" w:eastAsia="zh-CN"/>
        </w:rPr>
        <w:t>国家的一切权力属于人民是我国人民代表大会制度的核心内容和实质。（√）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487.</w:t>
      </w:r>
      <w:r>
        <w:rPr>
          <w:rFonts w:hint="eastAsia" w:ascii="宋体" w:hAnsi="宋体" w:eastAsia="宋体" w:cs="宋体"/>
          <w:color w:val="000000"/>
          <w:sz w:val="24"/>
          <w:szCs w:val="24"/>
          <w:lang w:val="en-US" w:eastAsia="zh-CN"/>
        </w:rPr>
        <w:t>我国社会主义经济制度的基础是生产资料的社会主义公有制。（√）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488.</w:t>
      </w:r>
      <w:r>
        <w:rPr>
          <w:rFonts w:hint="eastAsia" w:ascii="宋体" w:hAnsi="宋体" w:eastAsia="宋体" w:cs="宋体"/>
          <w:color w:val="000000"/>
          <w:sz w:val="24"/>
          <w:szCs w:val="24"/>
          <w:lang w:val="en-US" w:eastAsia="zh-CN"/>
        </w:rPr>
        <w:t>根据我国宪法的规定，全国人民代表大会常务委员会是可以提出宪法修改有效议案的主体。（√）</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489.</w:t>
      </w:r>
      <w:r>
        <w:rPr>
          <w:rFonts w:hint="eastAsia" w:ascii="宋体" w:hAnsi="宋体" w:eastAsia="宋体" w:cs="宋体"/>
          <w:color w:val="000000"/>
          <w:sz w:val="24"/>
          <w:szCs w:val="24"/>
          <w:lang w:val="en-US" w:eastAsia="zh-CN"/>
        </w:rPr>
        <w:t>我国选举权的平等原则既注重机会平等，也重视实质平等。（√）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490.</w:t>
      </w:r>
      <w:r>
        <w:rPr>
          <w:rFonts w:hint="eastAsia" w:ascii="宋体" w:hAnsi="宋体" w:eastAsia="宋体" w:cs="宋体"/>
          <w:color w:val="000000"/>
          <w:sz w:val="24"/>
          <w:szCs w:val="24"/>
          <w:lang w:val="en-US" w:eastAsia="zh-CN"/>
        </w:rPr>
        <w:t>公民的私有财产神圣不可侵犯是我国宪法的一项基本原则。（×）</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491.</w:t>
      </w:r>
      <w:r>
        <w:rPr>
          <w:rFonts w:hint="eastAsia" w:ascii="宋体" w:hAnsi="宋体" w:eastAsia="宋体" w:cs="宋体"/>
          <w:color w:val="000000"/>
          <w:sz w:val="24"/>
          <w:szCs w:val="24"/>
          <w:lang w:val="en-US" w:eastAsia="zh-CN"/>
        </w:rPr>
        <w:t>受教育既是公民的权利，又是公民的义务。（√）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492.</w:t>
      </w:r>
      <w:r>
        <w:rPr>
          <w:rFonts w:hint="eastAsia" w:ascii="宋体" w:hAnsi="宋体" w:eastAsia="宋体" w:cs="宋体"/>
          <w:color w:val="000000"/>
          <w:sz w:val="24"/>
          <w:szCs w:val="24"/>
          <w:lang w:val="en-US" w:eastAsia="zh-CN"/>
        </w:rPr>
        <w:t>人格权主要是指姓名、名誉、肖像和人身等权利。（√）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493.</w:t>
      </w:r>
      <w:r>
        <w:rPr>
          <w:rFonts w:hint="eastAsia" w:ascii="宋体" w:hAnsi="宋体" w:eastAsia="宋体" w:cs="宋体"/>
          <w:color w:val="000000"/>
          <w:sz w:val="24"/>
          <w:szCs w:val="24"/>
          <w:lang w:val="en-US" w:eastAsia="zh-CN"/>
        </w:rPr>
        <w:t>言论、出版、集会、结社、游行与示威、罢工自由是宪法所明确规定的我国公民的政治自由。（×）</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494.</w:t>
      </w:r>
      <w:r>
        <w:rPr>
          <w:rFonts w:hint="eastAsia" w:ascii="宋体" w:hAnsi="宋体" w:eastAsia="宋体" w:cs="宋体"/>
          <w:color w:val="000000"/>
          <w:sz w:val="24"/>
          <w:szCs w:val="24"/>
          <w:lang w:val="en-US" w:eastAsia="zh-CN"/>
        </w:rPr>
        <w:t>华侨是居住在外国的中国公民，国家保护华侨的正当的权利和利益。（√）</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495.</w:t>
      </w:r>
      <w:r>
        <w:rPr>
          <w:rFonts w:hint="eastAsia" w:ascii="宋体" w:hAnsi="宋体" w:eastAsia="宋体" w:cs="宋体"/>
          <w:color w:val="000000"/>
          <w:sz w:val="24"/>
          <w:szCs w:val="24"/>
          <w:lang w:val="en-US" w:eastAsia="zh-CN"/>
        </w:rPr>
        <w:t>公民通过言论自由表达的内容受法律的保护，不受非法干预，所以公民享有的言论自由是绝对的。（×）</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496.</w:t>
      </w:r>
      <w:r>
        <w:rPr>
          <w:rFonts w:hint="eastAsia" w:ascii="宋体" w:hAnsi="宋体" w:eastAsia="宋体" w:cs="宋体"/>
          <w:color w:val="000000"/>
          <w:sz w:val="24"/>
          <w:szCs w:val="24"/>
          <w:lang w:val="en-US" w:eastAsia="zh-CN"/>
        </w:rPr>
        <w:t>在我国，公民通常是指具有一国国籍，并根据我国宪法和法律规定享有权利并承担义务的自然人或社会组织。（×）</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497.</w:t>
      </w:r>
      <w:r>
        <w:rPr>
          <w:rFonts w:hint="eastAsia" w:ascii="宋体" w:hAnsi="宋体" w:eastAsia="宋体" w:cs="宋体"/>
          <w:color w:val="000000"/>
          <w:sz w:val="24"/>
          <w:szCs w:val="24"/>
          <w:lang w:val="en-US" w:eastAsia="zh-CN"/>
        </w:rPr>
        <w:t>一九四九年，中国人民掌握了国家的权力，成为国家的主人。（√）</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498.</w:t>
      </w:r>
      <w:r>
        <w:rPr>
          <w:rFonts w:hint="eastAsia" w:ascii="宋体" w:hAnsi="宋体" w:eastAsia="宋体" w:cs="宋体"/>
          <w:color w:val="000000"/>
          <w:sz w:val="24"/>
          <w:szCs w:val="24"/>
          <w:lang w:val="en-US" w:eastAsia="zh-CN"/>
        </w:rPr>
        <w:t>凡我国公民都平等地享有宪法和法律规定的各项权利，但可以不平等地履行宪法和法律规定的各项义务。（×）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499.</w:t>
      </w:r>
      <w:r>
        <w:rPr>
          <w:rFonts w:hint="eastAsia" w:ascii="宋体" w:hAnsi="宋体" w:eastAsia="宋体" w:cs="宋体"/>
          <w:color w:val="000000"/>
          <w:sz w:val="24"/>
          <w:szCs w:val="24"/>
          <w:lang w:val="en-US" w:eastAsia="zh-CN"/>
        </w:rPr>
        <w:t>公民的任何行为，都受到法律保护。（×）</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500.</w:t>
      </w:r>
      <w:r>
        <w:rPr>
          <w:rFonts w:hint="eastAsia" w:ascii="宋体" w:hAnsi="宋体" w:eastAsia="宋体" w:cs="宋体"/>
          <w:color w:val="000000"/>
          <w:sz w:val="24"/>
          <w:szCs w:val="24"/>
          <w:lang w:val="en-US" w:eastAsia="zh-CN"/>
        </w:rPr>
        <w:t>除法定情形，任何组织或者个人不得以任何理由侵犯公民的通信自由和通信秘密。（√）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501.</w:t>
      </w:r>
      <w:r>
        <w:rPr>
          <w:rFonts w:hint="eastAsia" w:ascii="宋体" w:hAnsi="宋体" w:eastAsia="宋体" w:cs="宋体"/>
          <w:color w:val="000000"/>
          <w:sz w:val="24"/>
          <w:szCs w:val="24"/>
          <w:lang w:val="en-US" w:eastAsia="zh-CN"/>
        </w:rPr>
        <w:t>我国《宪法》规定，国家保护正常的宗教活动。（√）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502.</w:t>
      </w:r>
      <w:r>
        <w:rPr>
          <w:rFonts w:hint="eastAsia" w:ascii="宋体" w:hAnsi="宋体" w:eastAsia="宋体" w:cs="宋体"/>
          <w:color w:val="000000"/>
          <w:sz w:val="24"/>
          <w:szCs w:val="24"/>
          <w:lang w:val="en-US" w:eastAsia="zh-CN"/>
        </w:rPr>
        <w:t>在我国，宗教事务不受外国势力的支配，大型宗教团体可以受国外势力的领导。（×）</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503.</w:t>
      </w:r>
      <w:r>
        <w:rPr>
          <w:rFonts w:hint="eastAsia" w:ascii="宋体" w:hAnsi="宋体" w:eastAsia="宋体" w:cs="宋体"/>
          <w:color w:val="000000"/>
          <w:sz w:val="24"/>
          <w:szCs w:val="24"/>
          <w:lang w:val="en-US" w:eastAsia="zh-CN"/>
        </w:rPr>
        <w:t>由于国家机关和国家工作人员侵犯公民权利而受到损失的人，有依照法律规定取得赔偿的权利。（√）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504.</w:t>
      </w:r>
      <w:r>
        <w:rPr>
          <w:rFonts w:hint="eastAsia" w:ascii="宋体" w:hAnsi="宋体" w:eastAsia="宋体" w:cs="宋体"/>
          <w:color w:val="000000"/>
          <w:sz w:val="24"/>
          <w:szCs w:val="24"/>
          <w:lang w:val="en-US" w:eastAsia="zh-CN"/>
        </w:rPr>
        <w:t>劳动既是我国公民的权利，也是义务。（√）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505.</w:t>
      </w:r>
      <w:r>
        <w:rPr>
          <w:rFonts w:hint="eastAsia" w:ascii="宋体" w:hAnsi="宋体" w:eastAsia="宋体" w:cs="宋体"/>
          <w:color w:val="000000"/>
          <w:sz w:val="24"/>
          <w:szCs w:val="24"/>
          <w:lang w:val="en-US" w:eastAsia="zh-CN"/>
        </w:rPr>
        <w:t>中华人民共和国劳动者有休息的权利。（√）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506.</w:t>
      </w:r>
      <w:r>
        <w:rPr>
          <w:rFonts w:hint="eastAsia" w:ascii="宋体" w:hAnsi="宋体" w:eastAsia="宋体" w:cs="宋体"/>
          <w:color w:val="000000"/>
          <w:sz w:val="24"/>
          <w:szCs w:val="24"/>
          <w:lang w:val="en-US" w:eastAsia="zh-CN"/>
        </w:rPr>
        <w:t>《宪法》明确规定，国家和社会帮助安排盲、聋、哑和其他有残疾的公民的劳动、生活和教育。（√）</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507.</w:t>
      </w:r>
      <w:r>
        <w:rPr>
          <w:rFonts w:hint="eastAsia" w:ascii="宋体" w:hAnsi="宋体" w:eastAsia="宋体" w:cs="宋体"/>
          <w:color w:val="000000"/>
          <w:sz w:val="24"/>
          <w:szCs w:val="24"/>
          <w:lang w:val="en-US" w:eastAsia="zh-CN"/>
        </w:rPr>
        <w:t>受教育是我国公民的权利，不是义务。（×）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508.</w:t>
      </w:r>
      <w:r>
        <w:rPr>
          <w:rFonts w:hint="eastAsia" w:ascii="宋体" w:hAnsi="宋体" w:eastAsia="宋体" w:cs="宋体"/>
          <w:color w:val="000000"/>
          <w:sz w:val="24"/>
          <w:szCs w:val="24"/>
          <w:lang w:val="en-US" w:eastAsia="zh-CN"/>
        </w:rPr>
        <w:t>中华人民共和国公民有进行科学研究、文学艺术创作和其他文化活动的自由。（√）</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509.</w:t>
      </w:r>
      <w:r>
        <w:rPr>
          <w:rFonts w:hint="eastAsia" w:ascii="宋体" w:hAnsi="宋体" w:eastAsia="宋体" w:cs="宋体"/>
          <w:color w:val="000000"/>
          <w:sz w:val="24"/>
          <w:szCs w:val="24"/>
          <w:lang w:val="en-US" w:eastAsia="zh-CN"/>
        </w:rPr>
        <w:t>《宪法》明确规定，成年子女有赡养扶助父母的义务。（√）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510.</w:t>
      </w:r>
      <w:r>
        <w:rPr>
          <w:rFonts w:hint="eastAsia" w:ascii="宋体" w:hAnsi="宋体" w:eastAsia="宋体" w:cs="宋体"/>
          <w:color w:val="000000"/>
          <w:sz w:val="24"/>
          <w:szCs w:val="24"/>
          <w:lang w:val="en-US" w:eastAsia="zh-CN"/>
        </w:rPr>
        <w:t>我国《宪法》规定，国家提倡社会主义劳动竞赛，奖励劳动模范和先进工作者。（√）</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511.</w:t>
      </w:r>
      <w:r>
        <w:rPr>
          <w:rFonts w:hint="eastAsia" w:ascii="宋体" w:hAnsi="宋体" w:eastAsia="宋体" w:cs="宋体"/>
          <w:color w:val="000000"/>
          <w:sz w:val="24"/>
          <w:szCs w:val="24"/>
          <w:lang w:val="en-US" w:eastAsia="zh-CN"/>
        </w:rPr>
        <w:t>《宪法》明确规定，国家提倡公民从事义务劳动。（√）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512.</w:t>
      </w:r>
      <w:r>
        <w:rPr>
          <w:rFonts w:hint="eastAsia" w:ascii="宋体" w:hAnsi="宋体" w:eastAsia="宋体" w:cs="宋体"/>
          <w:color w:val="000000"/>
          <w:sz w:val="24"/>
          <w:szCs w:val="24"/>
          <w:lang w:val="en-US" w:eastAsia="zh-CN"/>
        </w:rPr>
        <w:t>国家对就业前的公民进行必要的劳动就业训练。（√）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513.</w:t>
      </w:r>
      <w:r>
        <w:rPr>
          <w:rFonts w:hint="eastAsia" w:ascii="宋体" w:hAnsi="宋体" w:eastAsia="宋体" w:cs="宋体"/>
          <w:color w:val="000000"/>
          <w:sz w:val="24"/>
          <w:szCs w:val="24"/>
          <w:lang w:val="en-US" w:eastAsia="zh-CN"/>
        </w:rPr>
        <w:t>在我国，退休人员的生活一般得不到国家和社会的保障。（×）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514.</w:t>
      </w:r>
      <w:r>
        <w:rPr>
          <w:rFonts w:hint="eastAsia" w:ascii="宋体" w:hAnsi="宋体" w:eastAsia="宋体" w:cs="宋体"/>
          <w:color w:val="000000"/>
          <w:sz w:val="24"/>
          <w:szCs w:val="24"/>
          <w:lang w:val="en-US" w:eastAsia="zh-CN"/>
        </w:rPr>
        <w:t>我国《宪法》明确规定，国家禁止破坏婚姻自由，禁止虐待老人、妇女和儿童。（√）</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515.</w:t>
      </w:r>
      <w:r>
        <w:rPr>
          <w:rFonts w:hint="eastAsia" w:ascii="宋体" w:hAnsi="宋体" w:eastAsia="宋体" w:cs="宋体"/>
          <w:color w:val="000000"/>
          <w:sz w:val="24"/>
          <w:szCs w:val="24"/>
          <w:lang w:val="en-US" w:eastAsia="zh-CN"/>
        </w:rPr>
        <w:t>中华人民共和国公民有维护国家统一和全国各民族团结的义务。（√）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516.</w:t>
      </w:r>
      <w:r>
        <w:rPr>
          <w:rFonts w:hint="eastAsia" w:ascii="宋体" w:hAnsi="宋体" w:eastAsia="宋体" w:cs="宋体"/>
          <w:color w:val="000000"/>
          <w:sz w:val="24"/>
          <w:szCs w:val="24"/>
          <w:lang w:val="en-US" w:eastAsia="zh-CN"/>
        </w:rPr>
        <w:t>公民的基本权利和义务是我国宪法的核心内容。（√）</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517.</w:t>
      </w:r>
      <w:r>
        <w:rPr>
          <w:rFonts w:hint="eastAsia" w:ascii="宋体" w:hAnsi="宋体" w:eastAsia="宋体" w:cs="宋体"/>
          <w:color w:val="000000"/>
          <w:sz w:val="24"/>
          <w:szCs w:val="24"/>
          <w:lang w:val="en-US" w:eastAsia="zh-CN"/>
        </w:rPr>
        <w:t>宪法是每个公民享有权利、履行义务的根本保证。（√）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518.</w:t>
      </w:r>
      <w:r>
        <w:rPr>
          <w:rFonts w:hint="eastAsia" w:ascii="宋体" w:hAnsi="宋体" w:eastAsia="宋体" w:cs="宋体"/>
          <w:color w:val="000000"/>
          <w:sz w:val="24"/>
          <w:szCs w:val="24"/>
          <w:lang w:val="en-US" w:eastAsia="zh-CN"/>
        </w:rPr>
        <w:t>在我国，公民是国家的主人。（×）</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519.</w:t>
      </w:r>
      <w:r>
        <w:rPr>
          <w:rFonts w:hint="eastAsia" w:ascii="宋体" w:hAnsi="宋体" w:eastAsia="宋体" w:cs="宋体"/>
          <w:color w:val="000000"/>
          <w:sz w:val="24"/>
          <w:szCs w:val="24"/>
          <w:lang w:val="en-US" w:eastAsia="zh-CN"/>
        </w:rPr>
        <w:t>任何公民，非经人民检察院批准或者决定或者人民法院决定，并由公安机关执行，不受逮捕。（√）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520.</w:t>
      </w:r>
      <w:r>
        <w:rPr>
          <w:rFonts w:hint="eastAsia" w:ascii="宋体" w:hAnsi="宋体" w:eastAsia="宋体" w:cs="宋体"/>
          <w:color w:val="000000"/>
          <w:sz w:val="24"/>
          <w:szCs w:val="24"/>
          <w:lang w:val="en-US" w:eastAsia="zh-CN"/>
        </w:rPr>
        <w:t>中华人民共和国公民对于任何国家机关和国家工作人员有提出批评和建议的权利。（√）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521.</w:t>
      </w:r>
      <w:r>
        <w:rPr>
          <w:rFonts w:hint="eastAsia" w:ascii="宋体" w:hAnsi="宋体" w:eastAsia="宋体" w:cs="宋体"/>
          <w:color w:val="000000"/>
          <w:sz w:val="24"/>
          <w:szCs w:val="24"/>
          <w:lang w:val="en-US" w:eastAsia="zh-CN"/>
        </w:rPr>
        <w:t>根据我国《宪法》规定，公民的私有财产不受侵犯。公民的私有财产权和继承权不可被剥夺。（×）</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522.</w:t>
      </w:r>
      <w:r>
        <w:rPr>
          <w:rFonts w:hint="eastAsia" w:ascii="宋体" w:hAnsi="宋体" w:eastAsia="宋体" w:cs="宋体"/>
          <w:color w:val="000000"/>
          <w:sz w:val="24"/>
          <w:szCs w:val="24"/>
          <w:lang w:val="en-US" w:eastAsia="zh-CN"/>
        </w:rPr>
        <w:t>公民享有的结社自由，但结社必须经过申请登记才能合法。（√）</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523.</w:t>
      </w:r>
      <w:r>
        <w:rPr>
          <w:rFonts w:hint="eastAsia" w:ascii="宋体" w:hAnsi="宋体" w:eastAsia="宋体" w:cs="宋体"/>
          <w:color w:val="000000"/>
          <w:sz w:val="24"/>
          <w:szCs w:val="24"/>
          <w:lang w:val="en-US" w:eastAsia="zh-CN"/>
        </w:rPr>
        <w:t>我国《宪法》明确规定，国家尊重和保障人权。（√）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524.</w:t>
      </w:r>
      <w:r>
        <w:rPr>
          <w:rFonts w:hint="eastAsia" w:ascii="宋体" w:hAnsi="宋体" w:eastAsia="宋体" w:cs="宋体"/>
          <w:color w:val="000000"/>
          <w:sz w:val="24"/>
          <w:szCs w:val="24"/>
          <w:lang w:val="en-US" w:eastAsia="zh-CN"/>
        </w:rPr>
        <w:t>我国《宪法》明确保护归侨和侨眷的合法的权利和利益。（√）</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525.</w:t>
      </w:r>
      <w:r>
        <w:rPr>
          <w:rFonts w:hint="eastAsia" w:ascii="宋体" w:hAnsi="宋体" w:eastAsia="宋体" w:cs="宋体"/>
          <w:color w:val="000000"/>
          <w:sz w:val="24"/>
          <w:szCs w:val="24"/>
          <w:lang w:val="en-US" w:eastAsia="zh-CN"/>
        </w:rPr>
        <w:t>国家和社会保障残废军人的生活，抚恤烈士家属，优待军人家属。（√）</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526.</w:t>
      </w:r>
      <w:r>
        <w:rPr>
          <w:rFonts w:hint="eastAsia" w:ascii="宋体" w:hAnsi="宋体" w:eastAsia="宋体" w:cs="宋体"/>
          <w:color w:val="000000"/>
          <w:sz w:val="24"/>
          <w:szCs w:val="24"/>
          <w:lang w:val="en-US" w:eastAsia="zh-CN"/>
        </w:rPr>
        <w:t>根据我国宪法的明确规定，要规定职工的工作时间和休假制度。（√）</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527.</w:t>
      </w:r>
      <w:r>
        <w:rPr>
          <w:rFonts w:hint="eastAsia" w:ascii="宋体" w:hAnsi="宋体" w:eastAsia="宋体" w:cs="宋体"/>
          <w:color w:val="000000"/>
          <w:sz w:val="24"/>
          <w:szCs w:val="24"/>
          <w:lang w:val="en-US" w:eastAsia="zh-CN"/>
        </w:rPr>
        <w:t>我国《宪法》明确规定，禁止非法搜查公民的身体。（√）</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528.</w:t>
      </w:r>
      <w:r>
        <w:rPr>
          <w:rFonts w:hint="eastAsia" w:ascii="宋体" w:hAnsi="宋体" w:eastAsia="宋体" w:cs="宋体"/>
          <w:color w:val="000000"/>
          <w:sz w:val="24"/>
          <w:szCs w:val="24"/>
          <w:lang w:val="en-US" w:eastAsia="zh-CN"/>
        </w:rPr>
        <w:t>宪法规定，我国的直辖市和较大的市分为区、县。（√）</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529.</w:t>
      </w:r>
      <w:r>
        <w:rPr>
          <w:rFonts w:hint="eastAsia" w:ascii="宋体" w:hAnsi="宋体" w:eastAsia="宋体" w:cs="宋体"/>
          <w:color w:val="000000"/>
          <w:sz w:val="24"/>
          <w:szCs w:val="24"/>
          <w:lang w:val="en-US" w:eastAsia="zh-CN"/>
        </w:rPr>
        <w:t>一切国家机关和国家工作人员必须依靠人民的支持，努力为人民服务。（√）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530.</w:t>
      </w:r>
      <w:r>
        <w:rPr>
          <w:rFonts w:hint="eastAsia" w:ascii="宋体" w:hAnsi="宋体" w:eastAsia="宋体" w:cs="宋体"/>
          <w:color w:val="000000"/>
          <w:sz w:val="24"/>
          <w:szCs w:val="24"/>
          <w:lang w:val="en-US" w:eastAsia="zh-CN"/>
        </w:rPr>
        <w:t>全国人民代表大会常务委员会有权批准省、自治区和直辖市的建置。（×）</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80" w:firstLineChars="200"/>
        <w:jc w:val="left"/>
        <w:textAlignment w:val="auto"/>
        <w:outlineLvl w:val="9"/>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531.</w:t>
      </w:r>
      <w:r>
        <w:rPr>
          <w:rFonts w:hint="eastAsia" w:ascii="宋体" w:hAnsi="宋体" w:eastAsia="宋体" w:cs="宋体"/>
          <w:color w:val="000000"/>
          <w:sz w:val="24"/>
          <w:szCs w:val="24"/>
          <w:lang w:val="en-US" w:eastAsia="zh-CN"/>
        </w:rPr>
        <w:t>国务院有权审定行政机构的编制，依照法律规定任免、培训、考核和奖惩行政人员。（√）</w:t>
      </w:r>
    </w:p>
    <w:p>
      <w:pPr>
        <w:widowControl w:val="0"/>
        <w:wordWrap/>
        <w:adjustRightInd/>
        <w:snapToGrid/>
        <w:spacing w:line="440" w:lineRule="exact"/>
        <w:ind w:left="0" w:leftChars="0" w:right="0" w:firstLine="480" w:firstLineChars="200"/>
        <w:jc w:val="left"/>
        <w:textAlignment w:val="auto"/>
        <w:rPr>
          <w:rFonts w:hint="eastAsia" w:ascii="宋体" w:hAnsi="宋体" w:eastAsia="宋体" w:cs="宋体"/>
          <w:color w:val="000000"/>
          <w:sz w:val="24"/>
          <w:szCs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B6328"/>
    <w:multiLevelType w:val="singleLevel"/>
    <w:tmpl w:val="595B6328"/>
    <w:lvl w:ilvl="0" w:tentative="0">
      <w:start w:val="3"/>
      <w:numFmt w:val="chineseCounting"/>
      <w:suff w:val="nothing"/>
      <w:lvlText w:val="%1、"/>
      <w:lvlJc w:val="left"/>
    </w:lvl>
  </w:abstractNum>
  <w:abstractNum w:abstractNumId="1">
    <w:nsid w:val="5A040B95"/>
    <w:multiLevelType w:val="singleLevel"/>
    <w:tmpl w:val="5A040B95"/>
    <w:lvl w:ilvl="0" w:tentative="0">
      <w:start w:val="1"/>
      <w:numFmt w:val="upperLetter"/>
      <w:lvlText w:val="%1."/>
      <w:lvlJc w:val="left"/>
      <w:pPr>
        <w:tabs>
          <w:tab w:val="left" w:pos="312"/>
        </w:tabs>
      </w:pPr>
    </w:lvl>
  </w:abstractNum>
  <w:abstractNum w:abstractNumId="2">
    <w:nsid w:val="5A050FC8"/>
    <w:multiLevelType w:val="singleLevel"/>
    <w:tmpl w:val="5A050FC8"/>
    <w:lvl w:ilvl="0" w:tentative="0">
      <w:start w:val="1"/>
      <w:numFmt w:val="upperLetter"/>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3031EB"/>
    <w:rsid w:val="04473B50"/>
    <w:rsid w:val="0BCC0AE8"/>
    <w:rsid w:val="0E894F7A"/>
    <w:rsid w:val="11D309AC"/>
    <w:rsid w:val="126F7852"/>
    <w:rsid w:val="16BA50C2"/>
    <w:rsid w:val="1A95222B"/>
    <w:rsid w:val="255A6C57"/>
    <w:rsid w:val="27E81F1E"/>
    <w:rsid w:val="29B52964"/>
    <w:rsid w:val="2E1A4541"/>
    <w:rsid w:val="35A4398E"/>
    <w:rsid w:val="3CE120F1"/>
    <w:rsid w:val="453479E6"/>
    <w:rsid w:val="457B2B9A"/>
    <w:rsid w:val="46053B6D"/>
    <w:rsid w:val="4D590F73"/>
    <w:rsid w:val="4DF542F3"/>
    <w:rsid w:val="523C76E8"/>
    <w:rsid w:val="5248561B"/>
    <w:rsid w:val="527E7CA0"/>
    <w:rsid w:val="53164BA2"/>
    <w:rsid w:val="573031EB"/>
    <w:rsid w:val="57FC57B2"/>
    <w:rsid w:val="59FA02F8"/>
    <w:rsid w:val="68C13D67"/>
    <w:rsid w:val="6D8D2DD8"/>
    <w:rsid w:val="6FE32ADD"/>
    <w:rsid w:val="7B0556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3"/>
    <w:basedOn w:val="1"/>
    <w:next w:val="1"/>
    <w:link w:val="6"/>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3">
    <w:name w:val="Default Paragraph Font"/>
    <w:semiHidden/>
    <w:qFormat/>
    <w:uiPriority w:val="0"/>
  </w:style>
  <w:style w:type="table" w:default="1" w:styleId="5">
    <w:name w:val="Normal Table"/>
    <w:semiHidden/>
    <w:qFormat/>
    <w:uiPriority w:val="0"/>
    <w:tblPr>
      <w:tblStyle w:val="5"/>
      <w:tblLayout w:type="fixed"/>
      <w:tblCellMar>
        <w:top w:w="0" w:type="dxa"/>
        <w:left w:w="108" w:type="dxa"/>
        <w:bottom w:w="0" w:type="dxa"/>
        <w:right w:w="108" w:type="dxa"/>
      </w:tblCellMar>
    </w:tblPr>
  </w:style>
  <w:style w:type="character" w:styleId="4">
    <w:name w:val="Strong"/>
    <w:basedOn w:val="3"/>
    <w:qFormat/>
    <w:uiPriority w:val="0"/>
    <w:rPr>
      <w:b/>
      <w:bCs/>
    </w:rPr>
  </w:style>
  <w:style w:type="character" w:customStyle="1" w:styleId="6">
    <w:name w:val="标题 3 Char"/>
    <w:link w:val="2"/>
    <w:uiPriority w:val="0"/>
    <w:rPr>
      <w:b/>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xuanzaixian\Desktop\&#12298;&#20013;&#21326;&#20154;&#27665;&#20849;&#21644;&#22269;&#23466;&#27861;&#12299;&#26080;&#32440;&#21270;&#32771;&#39064;.wp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《中华人民共和国宪法》无纸化考题.wps</Template>
  <Pages>47</Pages>
  <Words>29594</Words>
  <Characters>32619</Characters>
  <Lines>0</Lines>
  <Paragraphs>0</Paragraphs>
  <ScaleCrop>false</ScaleCrop>
  <LinksUpToDate>false</LinksUpToDate>
  <CharactersWithSpaces>35183</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2017-11-10T09:08:00Z</dcterms:created>
  <dc:creator>faxuanzaixian</dc:creator>
  <cp:lastModifiedBy>faxuanzaixian</cp:lastModifiedBy>
  <dcterms:modified xsi:type="dcterms:W3CDTF">2017-11-10T09:09:53Z</dcterms:modified>
  <dc:title>山西省无纸化考题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