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8CC" w:rsidRPr="009B293E" w:rsidRDefault="005C78CC" w:rsidP="00253581">
      <w:pPr>
        <w:jc w:val="center"/>
        <w:rPr>
          <w:b/>
          <w:sz w:val="32"/>
          <w:szCs w:val="32"/>
        </w:rPr>
      </w:pPr>
      <w:r w:rsidRPr="009B293E">
        <w:rPr>
          <w:rFonts w:hint="eastAsia"/>
          <w:b/>
          <w:sz w:val="32"/>
          <w:szCs w:val="32"/>
        </w:rPr>
        <w:t>关于开展常州开放大学开放教育、高职教育名师工作室建设年度考核的通知</w:t>
      </w:r>
    </w:p>
    <w:p w:rsidR="005C78CC" w:rsidRPr="009B293E" w:rsidRDefault="005C78CC" w:rsidP="00253581">
      <w:pPr>
        <w:spacing w:line="360" w:lineRule="auto"/>
        <w:rPr>
          <w:sz w:val="24"/>
          <w:szCs w:val="24"/>
        </w:rPr>
      </w:pPr>
      <w:r w:rsidRPr="009B293E">
        <w:rPr>
          <w:rFonts w:hint="eastAsia"/>
          <w:sz w:val="24"/>
          <w:szCs w:val="24"/>
        </w:rPr>
        <w:t>各二级学院：</w:t>
      </w:r>
    </w:p>
    <w:p w:rsidR="005C78CC" w:rsidRPr="009B293E" w:rsidRDefault="005C78CC" w:rsidP="00E91224">
      <w:pPr>
        <w:spacing w:line="360" w:lineRule="auto"/>
        <w:ind w:firstLineChars="200" w:firstLine="480"/>
        <w:rPr>
          <w:sz w:val="24"/>
          <w:szCs w:val="24"/>
        </w:rPr>
      </w:pPr>
      <w:r w:rsidRPr="009B293E">
        <w:rPr>
          <w:rFonts w:hint="eastAsia"/>
          <w:sz w:val="24"/>
          <w:szCs w:val="24"/>
        </w:rPr>
        <w:t>根据《关于开展常州开放大学首届“开放教育、高职教育名师工作室”申报工作的通知（常开大</w:t>
      </w:r>
      <w:r w:rsidRPr="009B293E">
        <w:rPr>
          <w:sz w:val="24"/>
          <w:szCs w:val="24"/>
        </w:rPr>
        <w:t>[2015]19</w:t>
      </w:r>
      <w:r w:rsidRPr="009B293E">
        <w:rPr>
          <w:rFonts w:hint="eastAsia"/>
          <w:sz w:val="24"/>
          <w:szCs w:val="24"/>
        </w:rPr>
        <w:t>号）</w:t>
      </w:r>
      <w:r w:rsidRPr="009B293E">
        <w:rPr>
          <w:sz w:val="24"/>
          <w:szCs w:val="24"/>
        </w:rPr>
        <w:t> </w:t>
      </w:r>
      <w:r w:rsidRPr="009B293E">
        <w:rPr>
          <w:rFonts w:hint="eastAsia"/>
          <w:sz w:val="24"/>
          <w:szCs w:val="24"/>
        </w:rPr>
        <w:t>》要求。学校近期要对已经立项建设的常州开放大学开放教育、高职教育名师工作室进行年度考核。请各名师工作室的领衔人和工作室成员认真对照《常州开放大学开放教育、高职教育名师工作室建设考核评估细则</w:t>
      </w:r>
      <w:bookmarkStart w:id="0" w:name="111864"/>
      <w:bookmarkEnd w:id="0"/>
      <w:r w:rsidRPr="009B293E">
        <w:rPr>
          <w:rFonts w:hint="eastAsia"/>
          <w:sz w:val="24"/>
          <w:szCs w:val="24"/>
        </w:rPr>
        <w:t>》，按年度对工作室运行发展情况进行自评总结。每周期考核结果均分为优秀、合格和不合格三个等级。对考评不合格的工作室停止拨款，但保留其两年内继续建设的资格。</w:t>
      </w:r>
    </w:p>
    <w:p w:rsidR="005C78CC" w:rsidRPr="009B293E" w:rsidRDefault="005C78CC" w:rsidP="00E91224">
      <w:pPr>
        <w:spacing w:line="360" w:lineRule="auto"/>
        <w:ind w:firstLineChars="200" w:firstLine="480"/>
        <w:rPr>
          <w:sz w:val="24"/>
          <w:szCs w:val="24"/>
        </w:rPr>
      </w:pPr>
      <w:r w:rsidRPr="009B293E">
        <w:rPr>
          <w:rFonts w:hint="eastAsia"/>
          <w:sz w:val="24"/>
          <w:szCs w:val="24"/>
        </w:rPr>
        <w:t>请各名师工作室领衔人在</w:t>
      </w:r>
      <w:r w:rsidRPr="009B293E">
        <w:rPr>
          <w:sz w:val="24"/>
          <w:szCs w:val="24"/>
        </w:rPr>
        <w:t>6</w:t>
      </w:r>
      <w:r w:rsidRPr="009B293E">
        <w:rPr>
          <w:rFonts w:hint="eastAsia"/>
          <w:sz w:val="24"/>
          <w:szCs w:val="24"/>
        </w:rPr>
        <w:t>月</w:t>
      </w:r>
      <w:r w:rsidRPr="009B293E">
        <w:rPr>
          <w:sz w:val="24"/>
          <w:szCs w:val="24"/>
        </w:rPr>
        <w:t>20</w:t>
      </w:r>
      <w:r w:rsidRPr="009B293E">
        <w:rPr>
          <w:rFonts w:hint="eastAsia"/>
          <w:sz w:val="24"/>
          <w:szCs w:val="24"/>
        </w:rPr>
        <w:t>日前完成对《常州开放大学开放教育、高职教育名师工作室建设考核评估细则》自评部分的填报，提交各工作室的年度工作计划、年度工作总结并对照《常州开放大学开放教育、高职教育名师工作室建设考核评估细则》提交工作室建设年度成果佐证材料的纸质稿、电子材料（各一份），所有材料请学院统一进行汇总、审核后再发至教务处庞蔚老师处，电子邮箱：</w:t>
      </w:r>
      <w:hyperlink r:id="rId6" w:history="1">
        <w:r w:rsidRPr="009B293E">
          <w:t xml:space="preserve"> </w:t>
        </w:r>
        <w:r w:rsidRPr="009B293E">
          <w:rPr>
            <w:rStyle w:val="Hyperlink"/>
            <w:color w:val="auto"/>
            <w:sz w:val="24"/>
            <w:szCs w:val="24"/>
          </w:rPr>
          <w:t xml:space="preserve"> 438582676@qq.com</w:t>
        </w:r>
      </w:hyperlink>
      <w:r w:rsidRPr="009B293E">
        <w:rPr>
          <w:rFonts w:hint="eastAsia"/>
          <w:sz w:val="24"/>
          <w:szCs w:val="24"/>
        </w:rPr>
        <w:t>。</w:t>
      </w:r>
    </w:p>
    <w:p w:rsidR="005C78CC" w:rsidRDefault="005C78CC" w:rsidP="00E91224">
      <w:pPr>
        <w:spacing w:line="360" w:lineRule="auto"/>
        <w:ind w:firstLineChars="200" w:firstLine="480"/>
        <w:rPr>
          <w:sz w:val="24"/>
          <w:szCs w:val="24"/>
        </w:rPr>
      </w:pPr>
      <w:r w:rsidRPr="009B293E">
        <w:rPr>
          <w:sz w:val="24"/>
          <w:szCs w:val="24"/>
        </w:rPr>
        <w:t xml:space="preserve">                                                </w:t>
      </w:r>
    </w:p>
    <w:p w:rsidR="005C78CC" w:rsidRDefault="005C78CC" w:rsidP="00C47A4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附：《常州开放大学开放教育、高职教育名师工作室建设考核评估细则》</w:t>
      </w:r>
    </w:p>
    <w:p w:rsidR="005C78CC" w:rsidRDefault="005C78CC" w:rsidP="00C47A4F">
      <w:pPr>
        <w:spacing w:line="360" w:lineRule="auto"/>
        <w:ind w:firstLineChars="2500" w:firstLine="6000"/>
        <w:rPr>
          <w:sz w:val="24"/>
          <w:szCs w:val="24"/>
        </w:rPr>
      </w:pPr>
    </w:p>
    <w:p w:rsidR="005C78CC" w:rsidRPr="009B293E" w:rsidRDefault="005C78CC" w:rsidP="00C47A4F">
      <w:pPr>
        <w:spacing w:line="360" w:lineRule="auto"/>
        <w:ind w:firstLineChars="2500" w:firstLine="6000"/>
        <w:rPr>
          <w:sz w:val="24"/>
          <w:szCs w:val="24"/>
        </w:rPr>
      </w:pPr>
      <w:r w:rsidRPr="009B293E">
        <w:rPr>
          <w:sz w:val="24"/>
          <w:szCs w:val="24"/>
        </w:rPr>
        <w:t xml:space="preserve"> </w:t>
      </w:r>
      <w:r w:rsidRPr="009B293E">
        <w:rPr>
          <w:rFonts w:hint="eastAsia"/>
          <w:sz w:val="24"/>
          <w:szCs w:val="24"/>
        </w:rPr>
        <w:t>教务处</w:t>
      </w:r>
    </w:p>
    <w:p w:rsidR="005C78CC" w:rsidRPr="009B293E" w:rsidRDefault="005C78CC" w:rsidP="00E91224">
      <w:pPr>
        <w:spacing w:line="360" w:lineRule="auto"/>
        <w:ind w:firstLineChars="200" w:firstLine="480"/>
        <w:rPr>
          <w:sz w:val="24"/>
          <w:szCs w:val="24"/>
        </w:rPr>
      </w:pPr>
      <w:r w:rsidRPr="009B293E">
        <w:rPr>
          <w:sz w:val="24"/>
          <w:szCs w:val="24"/>
        </w:rPr>
        <w:t xml:space="preserve">                                 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"/>
          <w:attr w:name="Month" w:val="6"/>
          <w:attr w:name="Year" w:val="2016"/>
        </w:smartTagPr>
        <w:r w:rsidRPr="009B293E">
          <w:rPr>
            <w:sz w:val="24"/>
            <w:szCs w:val="24"/>
          </w:rPr>
          <w:t>2016</w:t>
        </w:r>
        <w:r w:rsidRPr="009B293E">
          <w:rPr>
            <w:rFonts w:hint="eastAsia"/>
            <w:sz w:val="24"/>
            <w:szCs w:val="24"/>
          </w:rPr>
          <w:t>年</w:t>
        </w:r>
        <w:r w:rsidRPr="009B293E">
          <w:rPr>
            <w:sz w:val="24"/>
            <w:szCs w:val="24"/>
          </w:rPr>
          <w:t>6</w:t>
        </w:r>
        <w:r w:rsidRPr="009B293E">
          <w:rPr>
            <w:rFonts w:hint="eastAsia"/>
            <w:sz w:val="24"/>
            <w:szCs w:val="24"/>
          </w:rPr>
          <w:t>月</w:t>
        </w:r>
        <w:r w:rsidRPr="009B293E">
          <w:rPr>
            <w:sz w:val="24"/>
            <w:szCs w:val="24"/>
          </w:rPr>
          <w:t>3</w:t>
        </w:r>
        <w:r w:rsidRPr="009B293E">
          <w:rPr>
            <w:rFonts w:hint="eastAsia"/>
            <w:sz w:val="24"/>
            <w:szCs w:val="24"/>
          </w:rPr>
          <w:t>日</w:t>
        </w:r>
      </w:smartTag>
    </w:p>
    <w:sectPr w:rsidR="005C78CC" w:rsidRPr="009B293E" w:rsidSect="00BC3C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8CC" w:rsidRDefault="005C78CC" w:rsidP="00925DDE">
      <w:r>
        <w:separator/>
      </w:r>
    </w:p>
  </w:endnote>
  <w:endnote w:type="continuationSeparator" w:id="0">
    <w:p w:rsidR="005C78CC" w:rsidRDefault="005C78CC" w:rsidP="00925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8CC" w:rsidRDefault="005C78CC" w:rsidP="00925DDE">
      <w:r>
        <w:separator/>
      </w:r>
    </w:p>
  </w:footnote>
  <w:footnote w:type="continuationSeparator" w:id="0">
    <w:p w:rsidR="005C78CC" w:rsidRDefault="005C78CC" w:rsidP="00925D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3581"/>
    <w:rsid w:val="000E7A35"/>
    <w:rsid w:val="000F7DE1"/>
    <w:rsid w:val="001553F4"/>
    <w:rsid w:val="001E5A3F"/>
    <w:rsid w:val="00253581"/>
    <w:rsid w:val="00347121"/>
    <w:rsid w:val="00365991"/>
    <w:rsid w:val="003B1B6D"/>
    <w:rsid w:val="003C1CFF"/>
    <w:rsid w:val="004D2F22"/>
    <w:rsid w:val="005C78CC"/>
    <w:rsid w:val="006A721A"/>
    <w:rsid w:val="006B1A24"/>
    <w:rsid w:val="00713F76"/>
    <w:rsid w:val="008854B3"/>
    <w:rsid w:val="00925DDE"/>
    <w:rsid w:val="0094622C"/>
    <w:rsid w:val="009B293E"/>
    <w:rsid w:val="009F7FE2"/>
    <w:rsid w:val="00AE1493"/>
    <w:rsid w:val="00B87810"/>
    <w:rsid w:val="00BC3C52"/>
    <w:rsid w:val="00C47A4F"/>
    <w:rsid w:val="00CC1935"/>
    <w:rsid w:val="00CF1259"/>
    <w:rsid w:val="00D7623C"/>
    <w:rsid w:val="00DF40BA"/>
    <w:rsid w:val="00E91224"/>
    <w:rsid w:val="00F53A7F"/>
    <w:rsid w:val="00FA3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C5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2535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DF40B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925D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5DD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25D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25DDE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5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6311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438582676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1</Pages>
  <Words>95</Words>
  <Characters>547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</dc:creator>
  <cp:keywords/>
  <dc:description/>
  <cp:lastModifiedBy>庞蔚</cp:lastModifiedBy>
  <cp:revision>12</cp:revision>
  <dcterms:created xsi:type="dcterms:W3CDTF">2016-06-03T00:02:00Z</dcterms:created>
  <dcterms:modified xsi:type="dcterms:W3CDTF">2016-06-03T02:24:00Z</dcterms:modified>
</cp:coreProperties>
</file>