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48" w:rsidRPr="00C91695" w:rsidRDefault="004D4448" w:rsidP="00C91695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hAnsi="宋体" w:cs="宋体"/>
          <w:b/>
          <w:kern w:val="0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margin-left:157.5pt;margin-top:-7.8pt;width:254.25pt;height:69pt;z-index:251658240" filled="f" stroked="f">
            <v:textbox style="mso-next-textbox:#文本框 2">
              <w:txbxContent>
                <w:p w:rsidR="004D4448" w:rsidRDefault="004D4448" w:rsidP="00C91695">
                  <w:pPr>
                    <w:widowControl/>
                    <w:spacing w:line="432" w:lineRule="auto"/>
                    <w:ind w:right="600"/>
                    <w:jc w:val="left"/>
                    <w:rPr>
                      <w:rFonts w:cs="宋体"/>
                      <w:b/>
                      <w:spacing w:val="180"/>
                      <w:kern w:val="0"/>
                      <w:sz w:val="32"/>
                      <w:szCs w:val="32"/>
                    </w:rPr>
                  </w:pPr>
                  <w:r>
                    <w:rPr>
                      <w:rFonts w:cs="宋体" w:hint="eastAsia"/>
                      <w:b/>
                      <w:spacing w:val="180"/>
                      <w:kern w:val="0"/>
                      <w:sz w:val="32"/>
                      <w:szCs w:val="32"/>
                    </w:rPr>
                    <w:t>常州开放大学</w:t>
                  </w:r>
                </w:p>
                <w:p w:rsidR="004D4448" w:rsidRDefault="004D4448" w:rsidP="00C91695">
                  <w:pPr>
                    <w:widowControl/>
                    <w:spacing w:line="432" w:lineRule="auto"/>
                    <w:ind w:right="600"/>
                    <w:jc w:val="left"/>
                  </w:pPr>
                  <w:r>
                    <w:rPr>
                      <w:rFonts w:cs="宋体" w:hint="eastAsia"/>
                      <w:b/>
                      <w:kern w:val="0"/>
                      <w:sz w:val="32"/>
                      <w:szCs w:val="32"/>
                    </w:rPr>
                    <w:t>江苏城市职业学院常州学院</w:t>
                  </w:r>
                </w:p>
              </w:txbxContent>
            </v:textbox>
          </v:shape>
        </w:pic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 xml:space="preserve">                                                         </w:t>
      </w:r>
      <w:r w:rsidRPr="00C91695">
        <w:rPr>
          <w:rFonts w:ascii="Times New Roman" w:hAnsi="宋体" w:cs="宋体" w:hint="eastAsia"/>
          <w:b/>
          <w:kern w:val="0"/>
          <w:sz w:val="32"/>
          <w:szCs w:val="32"/>
        </w:rPr>
        <w:t>市级教学开放日</w:t>
      </w:r>
    </w:p>
    <w:p w:rsidR="004D4448" w:rsidRDefault="004D4448" w:rsidP="00007B36">
      <w:pPr>
        <w:widowControl/>
        <w:tabs>
          <w:tab w:val="left" w:pos="720"/>
        </w:tabs>
        <w:snapToGrid w:val="0"/>
        <w:spacing w:line="360" w:lineRule="auto"/>
        <w:jc w:val="center"/>
        <w:rPr>
          <w:rFonts w:cs="宋体"/>
          <w:b/>
          <w:kern w:val="0"/>
          <w:sz w:val="32"/>
          <w:szCs w:val="32"/>
        </w:rPr>
      </w:pPr>
      <w:r>
        <w:rPr>
          <w:rFonts w:cs="宋体"/>
          <w:b/>
          <w:kern w:val="0"/>
          <w:sz w:val="32"/>
          <w:szCs w:val="32"/>
        </w:rPr>
        <w:t xml:space="preserve">                            </w:t>
      </w:r>
      <w:r w:rsidRPr="00C91695">
        <w:rPr>
          <w:rFonts w:cs="宋体" w:hint="eastAsia"/>
          <w:b/>
          <w:kern w:val="0"/>
          <w:sz w:val="32"/>
          <w:szCs w:val="32"/>
        </w:rPr>
        <w:t>暨课堂教学评比报名表</w:t>
      </w:r>
    </w:p>
    <w:tbl>
      <w:tblPr>
        <w:tblW w:w="14805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7"/>
        <w:gridCol w:w="1045"/>
        <w:gridCol w:w="1155"/>
        <w:gridCol w:w="1680"/>
        <w:gridCol w:w="2832"/>
        <w:gridCol w:w="1560"/>
        <w:gridCol w:w="931"/>
        <w:gridCol w:w="1260"/>
        <w:gridCol w:w="1365"/>
        <w:gridCol w:w="1155"/>
        <w:gridCol w:w="1365"/>
      </w:tblGrid>
      <w:tr w:rsidR="004D4448" w:rsidRPr="00C9668C" w:rsidTr="00890847">
        <w:trPr>
          <w:trHeight w:val="775"/>
        </w:trPr>
        <w:tc>
          <w:tcPr>
            <w:tcW w:w="457" w:type="dxa"/>
            <w:noWrap/>
            <w:vAlign w:val="center"/>
          </w:tcPr>
          <w:p w:rsidR="004D4448" w:rsidRPr="00997A95" w:rsidRDefault="004D4448" w:rsidP="00C9668C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45" w:type="dxa"/>
            <w:noWrap/>
            <w:vAlign w:val="center"/>
          </w:tcPr>
          <w:p w:rsidR="004D4448" w:rsidRPr="00997A95" w:rsidRDefault="004D4448" w:rsidP="00C9668C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专业系（部）</w:t>
            </w:r>
          </w:p>
        </w:tc>
        <w:tc>
          <w:tcPr>
            <w:tcW w:w="1155" w:type="dxa"/>
            <w:noWrap/>
            <w:vAlign w:val="center"/>
          </w:tcPr>
          <w:p w:rsidR="004D4448" w:rsidRPr="00997A95" w:rsidRDefault="004D4448" w:rsidP="00C9668C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开课教师</w:t>
            </w:r>
          </w:p>
        </w:tc>
        <w:tc>
          <w:tcPr>
            <w:tcW w:w="1680" w:type="dxa"/>
            <w:noWrap/>
            <w:vAlign w:val="center"/>
          </w:tcPr>
          <w:p w:rsidR="004D4448" w:rsidRPr="00997A95" w:rsidRDefault="004D4448" w:rsidP="00C9668C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开课课程</w:t>
            </w:r>
          </w:p>
        </w:tc>
        <w:tc>
          <w:tcPr>
            <w:tcW w:w="2832" w:type="dxa"/>
            <w:noWrap/>
            <w:vAlign w:val="center"/>
          </w:tcPr>
          <w:p w:rsidR="004D4448" w:rsidRPr="00997A95" w:rsidRDefault="004D4448" w:rsidP="00C9668C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开课内容</w:t>
            </w:r>
          </w:p>
        </w:tc>
        <w:tc>
          <w:tcPr>
            <w:tcW w:w="1560" w:type="dxa"/>
            <w:vAlign w:val="center"/>
          </w:tcPr>
          <w:p w:rsidR="004D4448" w:rsidRPr="00997A95" w:rsidRDefault="004D4448" w:rsidP="0004490B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授课班级</w:t>
            </w:r>
          </w:p>
        </w:tc>
        <w:tc>
          <w:tcPr>
            <w:tcW w:w="931" w:type="dxa"/>
            <w:vAlign w:val="center"/>
          </w:tcPr>
          <w:p w:rsidR="004D4448" w:rsidRPr="00997A95" w:rsidRDefault="004D4448" w:rsidP="0004490B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授课地点</w:t>
            </w:r>
          </w:p>
        </w:tc>
        <w:tc>
          <w:tcPr>
            <w:tcW w:w="1260" w:type="dxa"/>
            <w:vAlign w:val="center"/>
          </w:tcPr>
          <w:p w:rsidR="004D4448" w:rsidRPr="00997A95" w:rsidRDefault="004D4448" w:rsidP="0004490B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上课时间</w:t>
            </w:r>
          </w:p>
        </w:tc>
        <w:tc>
          <w:tcPr>
            <w:tcW w:w="1365" w:type="dxa"/>
            <w:noWrap/>
            <w:vAlign w:val="center"/>
          </w:tcPr>
          <w:p w:rsidR="004D4448" w:rsidRPr="00997A95" w:rsidRDefault="004D4448" w:rsidP="00890847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评课主持人（系部主任）</w:t>
            </w:r>
          </w:p>
        </w:tc>
        <w:tc>
          <w:tcPr>
            <w:tcW w:w="1155" w:type="dxa"/>
            <w:noWrap/>
            <w:vAlign w:val="center"/>
          </w:tcPr>
          <w:p w:rsidR="004D4448" w:rsidRPr="00997A95" w:rsidRDefault="004D4448" w:rsidP="008B10F2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评课参加对象</w:t>
            </w:r>
          </w:p>
        </w:tc>
        <w:tc>
          <w:tcPr>
            <w:tcW w:w="1365" w:type="dxa"/>
            <w:noWrap/>
            <w:vAlign w:val="center"/>
          </w:tcPr>
          <w:p w:rsidR="004D4448" w:rsidRPr="00997A95" w:rsidRDefault="004D4448" w:rsidP="008B10F2">
            <w:pPr>
              <w:jc w:val="center"/>
              <w:rPr>
                <w:b/>
                <w:bCs/>
                <w:sz w:val="24"/>
                <w:szCs w:val="24"/>
              </w:rPr>
            </w:pPr>
            <w:r w:rsidRPr="00997A95">
              <w:rPr>
                <w:rFonts w:hint="eastAsia"/>
                <w:b/>
                <w:bCs/>
                <w:sz w:val="24"/>
                <w:szCs w:val="24"/>
              </w:rPr>
              <w:t>评课地点、时间</w:t>
            </w:r>
          </w:p>
        </w:tc>
      </w:tr>
      <w:tr w:rsidR="004D4448" w:rsidRPr="00C9668C" w:rsidTr="00890847">
        <w:trPr>
          <w:trHeight w:val="612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 w:rsidRPr="00C9668C">
              <w:t>1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606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 w:rsidRPr="00C9668C">
              <w:t>2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614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 w:rsidRPr="00C9668C">
              <w:t>3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622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 w:rsidRPr="00C9668C">
              <w:t>4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744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 w:rsidRPr="00C9668C">
              <w:t>5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625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 w:rsidRPr="00C9668C">
              <w:t>6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619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>
              <w:t>7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614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>
              <w:t>8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594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>
              <w:t>9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  <w:tr w:rsidR="004D4448" w:rsidRPr="00C9668C" w:rsidTr="00890847">
        <w:trPr>
          <w:trHeight w:val="594"/>
        </w:trPr>
        <w:tc>
          <w:tcPr>
            <w:tcW w:w="457" w:type="dxa"/>
            <w:vAlign w:val="center"/>
          </w:tcPr>
          <w:p w:rsidR="004D4448" w:rsidRPr="00C9668C" w:rsidRDefault="004D4448" w:rsidP="00C9668C">
            <w:pPr>
              <w:jc w:val="center"/>
            </w:pPr>
            <w:r>
              <w:t>10</w:t>
            </w:r>
          </w:p>
        </w:tc>
        <w:tc>
          <w:tcPr>
            <w:tcW w:w="104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680" w:type="dxa"/>
            <w:vAlign w:val="center"/>
          </w:tcPr>
          <w:p w:rsidR="004D4448" w:rsidRPr="00C9668C" w:rsidRDefault="004D4448" w:rsidP="002C3420"/>
        </w:tc>
        <w:tc>
          <w:tcPr>
            <w:tcW w:w="2832" w:type="dxa"/>
            <w:vAlign w:val="center"/>
          </w:tcPr>
          <w:p w:rsidR="004D4448" w:rsidRPr="00C9668C" w:rsidRDefault="004D4448" w:rsidP="002C3420"/>
        </w:tc>
        <w:tc>
          <w:tcPr>
            <w:tcW w:w="15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931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260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365" w:type="dxa"/>
          </w:tcPr>
          <w:p w:rsidR="004D4448" w:rsidRPr="00C9668C" w:rsidRDefault="004D4448" w:rsidP="00C9668C">
            <w:pPr>
              <w:jc w:val="center"/>
            </w:pPr>
          </w:p>
        </w:tc>
        <w:tc>
          <w:tcPr>
            <w:tcW w:w="1155" w:type="dxa"/>
            <w:vAlign w:val="center"/>
          </w:tcPr>
          <w:p w:rsidR="004D4448" w:rsidRPr="00C9668C" w:rsidRDefault="004D4448" w:rsidP="002C3420"/>
        </w:tc>
        <w:tc>
          <w:tcPr>
            <w:tcW w:w="1365" w:type="dxa"/>
            <w:vAlign w:val="center"/>
          </w:tcPr>
          <w:p w:rsidR="004D4448" w:rsidRPr="00C9668C" w:rsidRDefault="004D4448" w:rsidP="00C9668C">
            <w:pPr>
              <w:jc w:val="center"/>
            </w:pPr>
          </w:p>
        </w:tc>
      </w:tr>
    </w:tbl>
    <w:p w:rsidR="004D4448" w:rsidRPr="00B11BBD" w:rsidRDefault="004D4448" w:rsidP="00FC34A3">
      <w:pPr>
        <w:widowControl/>
        <w:tabs>
          <w:tab w:val="left" w:pos="720"/>
        </w:tabs>
        <w:snapToGrid w:val="0"/>
        <w:spacing w:line="360" w:lineRule="auto"/>
        <w:jc w:val="left"/>
      </w:pPr>
    </w:p>
    <w:sectPr w:rsidR="004D4448" w:rsidRPr="00B11BBD" w:rsidSect="00FC34A3">
      <w:pgSz w:w="16838" w:h="11906" w:orient="landscape" w:code="9"/>
      <w:pgMar w:top="1531" w:right="1440" w:bottom="153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448" w:rsidRDefault="004D4448" w:rsidP="00806EE0">
      <w:r>
        <w:separator/>
      </w:r>
    </w:p>
  </w:endnote>
  <w:endnote w:type="continuationSeparator" w:id="0">
    <w:p w:rsidR="004D4448" w:rsidRDefault="004D4448" w:rsidP="00806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448" w:rsidRDefault="004D4448" w:rsidP="00806EE0">
      <w:r>
        <w:separator/>
      </w:r>
    </w:p>
  </w:footnote>
  <w:footnote w:type="continuationSeparator" w:id="0">
    <w:p w:rsidR="004D4448" w:rsidRDefault="004D4448" w:rsidP="00806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5CF5"/>
    <w:multiLevelType w:val="hybridMultilevel"/>
    <w:tmpl w:val="287686BA"/>
    <w:lvl w:ilvl="0" w:tplc="97FAB87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AAD470A"/>
    <w:multiLevelType w:val="hybridMultilevel"/>
    <w:tmpl w:val="923A395A"/>
    <w:lvl w:ilvl="0" w:tplc="AA1C7E2A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5C717F8"/>
    <w:multiLevelType w:val="hybridMultilevel"/>
    <w:tmpl w:val="4EE65D28"/>
    <w:lvl w:ilvl="0" w:tplc="0F3249D2">
      <w:start w:val="2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EE0"/>
    <w:rsid w:val="00007B36"/>
    <w:rsid w:val="0004490B"/>
    <w:rsid w:val="000935C7"/>
    <w:rsid w:val="001F7112"/>
    <w:rsid w:val="002C3420"/>
    <w:rsid w:val="00352186"/>
    <w:rsid w:val="00407ECF"/>
    <w:rsid w:val="004814E5"/>
    <w:rsid w:val="004D4448"/>
    <w:rsid w:val="004F17D4"/>
    <w:rsid w:val="005E3BB8"/>
    <w:rsid w:val="00674A52"/>
    <w:rsid w:val="006A59BA"/>
    <w:rsid w:val="007B07A7"/>
    <w:rsid w:val="007D78F2"/>
    <w:rsid w:val="00801218"/>
    <w:rsid w:val="00806EE0"/>
    <w:rsid w:val="00890847"/>
    <w:rsid w:val="008946BE"/>
    <w:rsid w:val="008B10F2"/>
    <w:rsid w:val="009246BF"/>
    <w:rsid w:val="00963CCA"/>
    <w:rsid w:val="00976665"/>
    <w:rsid w:val="00997A95"/>
    <w:rsid w:val="00AC375B"/>
    <w:rsid w:val="00B11BBD"/>
    <w:rsid w:val="00B21252"/>
    <w:rsid w:val="00C00C85"/>
    <w:rsid w:val="00C46EE1"/>
    <w:rsid w:val="00C63D92"/>
    <w:rsid w:val="00C7090E"/>
    <w:rsid w:val="00C91695"/>
    <w:rsid w:val="00C9668C"/>
    <w:rsid w:val="00D61C9F"/>
    <w:rsid w:val="00D81496"/>
    <w:rsid w:val="00D86E71"/>
    <w:rsid w:val="00EF7199"/>
    <w:rsid w:val="00F108BE"/>
    <w:rsid w:val="00FC34A3"/>
    <w:rsid w:val="00FD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6B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06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6EE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06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6EE0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806EE0"/>
    <w:pPr>
      <w:ind w:firstLineChars="200" w:firstLine="420"/>
    </w:pPr>
  </w:style>
  <w:style w:type="table" w:styleId="TableGrid">
    <w:name w:val="Table Grid"/>
    <w:basedOn w:val="TableNormal"/>
    <w:uiPriority w:val="99"/>
    <w:rsid w:val="00806EE0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45</Words>
  <Characters>260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</dc:creator>
  <cp:keywords/>
  <dc:description/>
  <cp:lastModifiedBy>庞蔚</cp:lastModifiedBy>
  <cp:revision>17</cp:revision>
  <dcterms:created xsi:type="dcterms:W3CDTF">2016-09-08T11:45:00Z</dcterms:created>
  <dcterms:modified xsi:type="dcterms:W3CDTF">2016-09-28T02:14:00Z</dcterms:modified>
</cp:coreProperties>
</file>