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spacing w:line="70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第十六届“生命之水”主题诗歌创作征集表</w:t>
      </w:r>
    </w:p>
    <w:p>
      <w:pPr>
        <w:spacing w:line="560" w:lineRule="exact"/>
        <w:jc w:val="center"/>
        <w:rPr>
          <w:rFonts w:ascii="仿宋_GB2312" w:hAnsi="宋体" w:eastAsia="仿宋_GB2312" w:cs="Times New Roman"/>
          <w:sz w:val="32"/>
          <w:szCs w:val="32"/>
        </w:rPr>
      </w:pPr>
    </w:p>
    <w:p>
      <w:pPr>
        <w:spacing w:line="560" w:lineRule="exact"/>
        <w:ind w:firstLine="140" w:firstLineChars="50"/>
        <w:jc w:val="left"/>
        <w:rPr>
          <w:rFonts w:ascii="仿宋_GB2312" w:hAnsi="宋体" w:eastAsia="仿宋_GB2312" w:cs="Times New Roman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辖市（区）</w:t>
      </w:r>
      <w:r>
        <w:rPr>
          <w:rFonts w:ascii="仿宋_GB2312" w:hAnsi="宋体" w:eastAsia="仿宋_GB2312" w:cs="仿宋_GB2312"/>
          <w:sz w:val="28"/>
          <w:szCs w:val="28"/>
        </w:rPr>
        <w:t>/</w:t>
      </w:r>
      <w:r>
        <w:rPr>
          <w:rFonts w:hint="eastAsia" w:ascii="仿宋_GB2312" w:hAnsi="宋体" w:eastAsia="仿宋_GB2312" w:cs="仿宋_GB2312"/>
          <w:sz w:val="28"/>
          <w:szCs w:val="28"/>
        </w:rPr>
        <w:t>局属学校：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2162"/>
        <w:gridCol w:w="1879"/>
        <w:gridCol w:w="2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作者姓名</w:t>
            </w:r>
          </w:p>
        </w:tc>
        <w:tc>
          <w:tcPr>
            <w:tcW w:w="216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所</w:t>
            </w: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在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年（班）级</w:t>
            </w:r>
          </w:p>
        </w:tc>
        <w:tc>
          <w:tcPr>
            <w:tcW w:w="271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8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学校全称</w:t>
            </w:r>
          </w:p>
        </w:tc>
        <w:tc>
          <w:tcPr>
            <w:tcW w:w="67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8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指导教师</w:t>
            </w:r>
          </w:p>
        </w:tc>
        <w:tc>
          <w:tcPr>
            <w:tcW w:w="216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187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271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87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诗歌内容</w:t>
            </w:r>
          </w:p>
        </w:tc>
        <w:tc>
          <w:tcPr>
            <w:tcW w:w="67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（如内容较长，可另附页）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Times New Roman"/>
                <w:sz w:val="32"/>
                <w:szCs w:val="32"/>
              </w:rPr>
            </w:pPr>
          </w:p>
        </w:tc>
      </w:tr>
    </w:tbl>
    <w:p>
      <w:pPr>
        <w:rPr>
          <w:rFonts w:ascii="仿宋_GB2312" w:eastAsia="仿宋_GB2312" w:cs="Times New Roman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531" w:right="1701" w:bottom="1531" w:left="170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- 10 -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mYzZWE3ZjcyYzk3YTczZTJhMTgxZmQ2MTRiZTUifQ=="/>
  </w:docVars>
  <w:rsids>
    <w:rsidRoot w:val="003D2323"/>
    <w:rsid w:val="00002228"/>
    <w:rsid w:val="00127E4D"/>
    <w:rsid w:val="002107D1"/>
    <w:rsid w:val="00237F33"/>
    <w:rsid w:val="002774D4"/>
    <w:rsid w:val="002A2E8C"/>
    <w:rsid w:val="003612F1"/>
    <w:rsid w:val="003D2323"/>
    <w:rsid w:val="003D6BD7"/>
    <w:rsid w:val="003E797A"/>
    <w:rsid w:val="004B5A53"/>
    <w:rsid w:val="004C7429"/>
    <w:rsid w:val="004D444C"/>
    <w:rsid w:val="004F26F2"/>
    <w:rsid w:val="00513FDF"/>
    <w:rsid w:val="00623BC7"/>
    <w:rsid w:val="006D22D8"/>
    <w:rsid w:val="00721203"/>
    <w:rsid w:val="007F23FA"/>
    <w:rsid w:val="008A2AC3"/>
    <w:rsid w:val="008E558F"/>
    <w:rsid w:val="008F54A3"/>
    <w:rsid w:val="009941FD"/>
    <w:rsid w:val="009A1305"/>
    <w:rsid w:val="00AF342B"/>
    <w:rsid w:val="00B71387"/>
    <w:rsid w:val="00BB7A67"/>
    <w:rsid w:val="00C56B67"/>
    <w:rsid w:val="00C63C83"/>
    <w:rsid w:val="00C970C1"/>
    <w:rsid w:val="00CA5ABA"/>
    <w:rsid w:val="00CC31E4"/>
    <w:rsid w:val="00CF6C78"/>
    <w:rsid w:val="00DA1949"/>
    <w:rsid w:val="00E9667E"/>
    <w:rsid w:val="00F00F4D"/>
    <w:rsid w:val="00F75C41"/>
    <w:rsid w:val="00FA5377"/>
    <w:rsid w:val="00FB5B0E"/>
    <w:rsid w:val="49E0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Footer Char"/>
    <w:basedOn w:val="5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5</Pages>
  <Words>469</Words>
  <Characters>471</Characters>
  <Lines>0</Lines>
  <Paragraphs>0</Paragraphs>
  <TotalTime>24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2022-06-24T03:18:00Z</dcterms:created>
  <dc:creator>旭娇 刘</dc:creator>
  <cp:lastModifiedBy>Administrator</cp:lastModifiedBy>
  <dcterms:modified xsi:type="dcterms:W3CDTF">2023-09-11T02:24:22Z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40EBAA6CB7FE4748988F38C1A9D3BF19_13</vt:lpwstr>
  </property>
</Properties>
</file>