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line="360" w:lineRule="auto"/>
        <w:ind w:left="0"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10464800</wp:posOffset>
            </wp:positionV>
            <wp:extent cx="2667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FFFFFF"/>
        </w:rPr>
        <w:t>《认识时、分》教学设计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教学内容：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苏教版小学数学二年级下册p8-10的内容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教学目标：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1.让学生探究、了解钟面上的知识，认识时间单位时、分，知道 1 时＝60分。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2.让学生经历1时、1分的时间，初步建立时、分的时间观念，体验数学与生活的联系，促进养成遵守和爱惜时间的良好习惯。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3.在认识时、分的过程中，培养观察能力、动手操作能力、探索实践的能力以及积极的学习情感与态度。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学情分析：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钟表在日常生活中经常接触,时间的知识在我们的日常生活中处处都离不开,学生每天起床、吃饭、上课、下课都要按照一定的时间来进行,这样在生活中潜移默化的就感知了时间这一抽象概念的存在,而且二年级学生在学前教育时就初步认识了钟面,所以本节课的内容对于他们来说并不陌生。本节课是认识时分的第一课时，要掌握的知识很多，而时间单位具有抽象性，时间进率具有复杂性，低年级孩子掌握这些知识还是有一定难度的。教学中要充分利用孩子的生活经验，把时和分结合起来教学，有助于学生感受时间.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教学重点难点：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教学重点：认识钟面上的整时和感受1小时、1分的时间长短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教学难点：建立1小时、1分的时间长短观念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教学准备：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学具钟、课件、板贴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一、创设情境，激发求知欲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1、师：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小朋友们上课前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我们一起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来猜个谜语。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出示猜谜（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录音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）我有一个好朋友，嘀嗒嘀嗒不停走，叫我学习和休息，真是我的好帮手。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师：猜猜看是什么？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钟表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（师拿出实物钟）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师：那你知道钟有什么用呢？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生：告诉我们时间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师：是的，今天我们就一起去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钟表王国看看吧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动手操作，探究新知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1、初步认识钟面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播放录音: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我是一个闹钟，但是我身上的好朋友们都走丢了，聪明的同学，你能帮我找回我的朋友吗？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观察一下自己的学具钟，看看钟面上少了一些什么？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生1：有12个数。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你观察到有数（板贴）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师：我们一起把12个数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按顺序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读一读，边读边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指一指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它们的位置。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没错有1-12（板贴)的数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生2：有两根针，一根长一根短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师：嗯~你发现有针，一根长，一根短（板贴）在同一个钟面上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长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的这个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叫分针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板贴）摸着你的分针读一读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的这个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叫时针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板贴）摸着你时针读一读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【生2：有时针和分针，师：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看来你已经提前预习过了，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那你知道怎样区分时针和分针吗？师：同一个钟面上，长针叫分针，短针叫时针】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生3：还发现了有格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师：真是善于发现~板贴（格）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2、认识整时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师：谁知道这个钟面表示的时间是几时？（引导观察时针和分针分别指向什么数）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生：8时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没错是8时，在生活中有的时候我们也说8点）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没错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像这样，分针指着——12，时针指着——8，就是8时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板贴钟面）8时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我们这样写，中间的两个点表示“间隔”，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一起比划一下8时怎么写。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师：老师这里还有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几个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钟面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在你们学习单的第一题你会认钟面上的时间并表示吗？完成后和同桌交流一下。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全班交流一下，第一个是几时，你是怎么看出来的？时针指着？分针指着？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师：小朋友们这里都是整时，你观察一下时针和分针你发现了什么？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生：分针都指着12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师：对！分针指着12，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时针指着几就是——几时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接下来来挑战一下自己掌握得如何吧？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整点时刻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写一写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先说出钟面上几时，再写一写，这个时间是小朋友们做什么的时间说一说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延申：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12时是不是出错了，时针去哪里了？生：重叠了。师：也就是说时针分针都指向12是12时。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（2）时针分针画一画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你能给下面的钟面画上时针和分针吗？先看看缺少了什么针？</w:t>
      </w:r>
    </w:p>
    <w:p>
      <w:pPr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认识大格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小格</w:t>
      </w:r>
    </w:p>
    <w:p>
      <w:pPr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接下来我们继续来认识我们的钟面，刚才有细心的小朋友发现钟面上有间隔，从12到1这样是一大格，钟面上还有哪里到哪里是一大格？小朋友们来观察一下钟面上有几个大格？生：12个大格（板贴）（指着你钟面的大格我们一起来数一数）。那每个大格里有几个小格呢，大家看这是一小格，小朋友的学具钟上这样是一小格，你观察一下一大格里面有几个小格？没错是5个（板贴1大格=5小格）。那一共有多少个小格呢？你是怎么数的？和同桌交流一下数一数并把学习单的第二题填好吧。</w:t>
      </w:r>
    </w:p>
    <w:p>
      <w:pPr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师：钟面上一共有多少个小格呢？60个，你是怎么数的？5个5个数的，一起数数看。小朋友你们发现了吗？有几大格就有几个5相加。没错有60个小格（板贴）。</w:t>
      </w:r>
    </w:p>
    <w:p>
      <w:pPr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下面老师从12开始，指到1，有几个小格？5个小格，你就说5，指到2呢？10小格你就说10，准备好了吗，我指1你说5......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、认识时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师 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小朋友们，钟面上的时针和分针每天都在辛勤的工作。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这个钟面时针分针都指着——12，表示的时间是——12时，接下来，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李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老师来考考哪位小朋友眼力最好，仔细观察！（课件演示动态转动）刚才时针是怎样变化的呀？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生：时针从12走到1。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师：走了几大格？【走了一大格】时针走1大格经过的时间就是——1小时。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老师把钟面请了下来，大家想一想：时针从哪里走到哪里也可以表示1小时？从2走到4表示几小时？从12走到6呢?你想到了什么？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生：时针走了几大格，经过的时间就是几小时。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、认识分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师：是的，时针走1大格就是1小时，那分针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怎么工作的呢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？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（演示分针走1小格）看，分针走了——（1小格）分针走1小格是1分钟。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提问：那分针走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一大格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是多少分钟？（是5分钟）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为什么？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分针从12走到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，走了多少分钟？如果分针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走一圈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一共走了多少分钟？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、认识时、分的进率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其实，分针和时针是同时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工作的，但是他们还是觉得不公平，请看出示动画ppt。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接下来老师想请小朋友们探究一下，看看时针走一大格，分针走了多少，到底谁说的有道理呢？接下来请把时针和分针拨到12的位置上，轻轻地转动分针，看看时针走一大格分针走了多少？你发现了什么？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生：时针走一大格分针刚好走了一圈，师：那分针走一圈说明分针走了？60小格？时针走一大格？也就是说时针走了？一小时。分针走60小格也就是分针走了？60分钟。（一步一步点出大屏幕的小人）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是的，时针走1大格，分针正好走1圈，时针走1大格是——1小时，分针正好走一圈是——60分。所用的时间是相同的，所以——1时=60分（板贴：1时=60分）</w:t>
      </w:r>
    </w:p>
    <w:p>
      <w:pPr>
        <w:pStyle w:val="4"/>
        <w:widowControl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三、加强体验，实践应用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1、感受1分钟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过渡：其实，在我们学习的过程中，时间一直在一分一秒的流逝，那1分钟到底有多长呢？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我们静静坐着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看一段1分钟的视频，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一起来感受一下。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短短的1分钟之内我们见识了祖国的昌盛强大。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师：下面，我们来听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分钟的音乐，看1分钟内能做几道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口算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（轻音乐）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你就停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，数一数你做了几道？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有没有全部完成的小朋友？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请2-3名学生汇报。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师：1分钟还能做什么呢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大家请看实践任务：下课之后可以回家让爸爸妈妈帮忙，看看看1分钟能写多少个字，跳多少个绳，踢多少个毽子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总结：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小朋友们，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1分钟虽然不长，但充分利用还是可以做很多事的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我们要学会珍惜时间，下课之后再想想一分钟可以做哪些事情吧。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2、感受1小时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过渡：1分钟大概有多长我们已经初步感受过了，那么1小时又有多长呢? 我们一起来感受一下。  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①播放1集儿童动画片是20分钟，播放（   ）集的时间是1小时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一节课是40分钟，再加（）分钟是1小时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师：在这段奇妙而有趣的时间之旅中，我们认识了时、分（板贴课题）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3、钟面时间拨一拨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在钟面上分别拨出3时、 9时和12时。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听清口令来挑战一下，好的小朋友举起来给我看看，3时，9时，最后一个12时，大家真迅速，来把学具钟放下来吧，坐端正。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全课总结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小朋友们，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通过今天的学习，你有哪些收获？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师：今天这场时间之旅中，我们主要认识了时、分，同学们学到了很多关于时间的知识。时间很宝贵，让我们合理安排时间，珍惜时间，做时间的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主人吧。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最后给同学们看一看我们古时的一些计时工具吧。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E27F23"/>
    <w:multiLevelType w:val="singleLevel"/>
    <w:tmpl w:val="2AE27F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yMTQ4YWRkZmYyYTRiYWZjYjc2ZGRiYmZhYWY1NGYifQ=="/>
  </w:docVars>
  <w:rsids>
    <w:rsidRoot w:val="40151A13"/>
    <w:rsid w:val="004151FC"/>
    <w:rsid w:val="00545FBD"/>
    <w:rsid w:val="00665866"/>
    <w:rsid w:val="00723FDC"/>
    <w:rsid w:val="00C02FC6"/>
    <w:rsid w:val="012A0541"/>
    <w:rsid w:val="05931059"/>
    <w:rsid w:val="05D32A1C"/>
    <w:rsid w:val="06351D49"/>
    <w:rsid w:val="07E07279"/>
    <w:rsid w:val="097F728F"/>
    <w:rsid w:val="0A4D7AF5"/>
    <w:rsid w:val="0AA274D7"/>
    <w:rsid w:val="0F3210BF"/>
    <w:rsid w:val="17B364A6"/>
    <w:rsid w:val="1A394E55"/>
    <w:rsid w:val="1ABB084B"/>
    <w:rsid w:val="1DF41F69"/>
    <w:rsid w:val="1E5430E8"/>
    <w:rsid w:val="202267AE"/>
    <w:rsid w:val="20EF72BC"/>
    <w:rsid w:val="23436267"/>
    <w:rsid w:val="26125854"/>
    <w:rsid w:val="29111359"/>
    <w:rsid w:val="2B98244E"/>
    <w:rsid w:val="2BD615E9"/>
    <w:rsid w:val="35656D09"/>
    <w:rsid w:val="37AA0860"/>
    <w:rsid w:val="3970291A"/>
    <w:rsid w:val="3A811803"/>
    <w:rsid w:val="3D55035B"/>
    <w:rsid w:val="40151A13"/>
    <w:rsid w:val="411327F7"/>
    <w:rsid w:val="52EA2F1B"/>
    <w:rsid w:val="5B41694B"/>
    <w:rsid w:val="5BB51980"/>
    <w:rsid w:val="5BB55B5B"/>
    <w:rsid w:val="5E0D1758"/>
    <w:rsid w:val="674F6C70"/>
    <w:rsid w:val="6D31746D"/>
    <w:rsid w:val="6D535020"/>
    <w:rsid w:val="72DE2883"/>
    <w:rsid w:val="76C00D0B"/>
    <w:rsid w:val="7FC5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7B75232B38-A165-1FB7-499C-2E1C792CACB5%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7B75232B38-A165-1FB7-499C-2E1C792CACB5%252525252525252525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il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6</Pages>
  <Words>2970</Words>
  <Characters>3025</Characters>
  <Lines>28</Lines>
  <Paragraphs>8</Paragraphs>
  <TotalTime>27</TotalTime>
  <ScaleCrop>false</ScaleCrop>
  <LinksUpToDate>false</LinksUpToDate>
  <CharactersWithSpaces>3039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2018-11-12T01:13:00Z</dcterms:created>
  <dc:creator>小李加油</dc:creator>
  <cp:lastModifiedBy>li钰</cp:lastModifiedBy>
  <dcterms:modified xsi:type="dcterms:W3CDTF">2023-03-15T08:22:05Z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2052-11.1.0.13012</vt:lpwstr>
  </property>
  <property fmtid="{D5CDD505-2E9C-101B-9397-08002B2CF9AE}" pid="7" name="ICV">
    <vt:lpwstr>3747E94C75894EA2A4BDBD37DD2C8D75</vt:lpwstr>
  </property>
</Properties>
</file>