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A09" w:rsidRPr="00DE506C" w:rsidRDefault="00DE6A09">
      <w:pPr>
        <w:adjustRightInd w:val="0"/>
        <w:snapToGrid w:val="0"/>
        <w:spacing w:line="560" w:lineRule="exact"/>
        <w:rPr>
          <w:rFonts w:ascii="黑体" w:eastAsia="黑体" w:hAnsi="黑体" w:cs="黑体"/>
          <w:sz w:val="32"/>
          <w:szCs w:val="32"/>
        </w:rPr>
      </w:pPr>
      <w:r w:rsidRPr="00DE506C">
        <w:rPr>
          <w:rFonts w:ascii="黑体" w:eastAsia="黑体" w:hAnsi="黑体" w:cs="黑体" w:hint="eastAsia"/>
          <w:sz w:val="32"/>
          <w:szCs w:val="32"/>
        </w:rPr>
        <w:t>附件</w:t>
      </w:r>
      <w:r w:rsidRPr="00DE506C">
        <w:rPr>
          <w:rFonts w:ascii="黑体" w:eastAsia="黑体" w:hAnsi="黑体" w:cs="黑体"/>
          <w:sz w:val="32"/>
          <w:szCs w:val="32"/>
        </w:rPr>
        <w:t>2</w:t>
      </w:r>
    </w:p>
    <w:p w:rsidR="00DE6A09" w:rsidRPr="00DE506C" w:rsidRDefault="00DE6A09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DE506C">
        <w:rPr>
          <w:rFonts w:ascii="方正小标宋简体" w:eastAsia="方正小标宋简体" w:hAnsi="Times New Roman" w:cs="方正小标宋简体" w:hint="eastAsia"/>
          <w:sz w:val="44"/>
          <w:szCs w:val="44"/>
        </w:rPr>
        <w:t>推荐材料清单</w:t>
      </w:r>
    </w:p>
    <w:p w:rsidR="00DE6A09" w:rsidRDefault="00DE6A09" w:rsidP="002F7780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DE506C">
        <w:rPr>
          <w:rFonts w:ascii="黑体" w:eastAsia="黑体" w:hAnsi="黑体" w:cs="黑体" w:hint="eastAsia"/>
          <w:sz w:val="32"/>
          <w:szCs w:val="32"/>
        </w:rPr>
        <w:t>一、“常州市教育系统太雷团支部”推荐材料清单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1.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“常州市教育系统太雷团支部”推荐表（盖章）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2.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事迹材料（</w:t>
      </w:r>
      <w:r w:rsidRPr="00DE506C">
        <w:rPr>
          <w:rFonts w:ascii="仿宋_GB2312" w:eastAsia="仿宋_GB2312" w:hAnsi="Times New Roman" w:cs="仿宋_GB2312"/>
          <w:sz w:val="32"/>
          <w:szCs w:val="32"/>
        </w:rPr>
        <w:t>1000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字以内）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3.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“常州市教育系统太雷团支部”推荐名单排序汇总表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黑体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4.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团支部最近两次换届证明材料、所获荣誉证明材料、公示无异议证明材料等备查。</w:t>
      </w:r>
      <w:bookmarkStart w:id="0" w:name="_GoBack"/>
      <w:bookmarkEnd w:id="0"/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DE506C">
        <w:rPr>
          <w:rFonts w:ascii="黑体" w:eastAsia="黑体" w:hAnsi="黑体" w:cs="黑体" w:hint="eastAsia"/>
          <w:sz w:val="32"/>
          <w:szCs w:val="32"/>
        </w:rPr>
        <w:t>二、“常州市教育系统五四红旗团支部”推荐材料清单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1.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“常州市教育系统五四红旗团支部”推荐表（盖章）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2.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事迹材料（</w:t>
      </w:r>
      <w:r w:rsidRPr="00DE506C">
        <w:rPr>
          <w:rFonts w:ascii="仿宋_GB2312" w:eastAsia="仿宋_GB2312" w:hAnsi="Times New Roman" w:cs="仿宋_GB2312"/>
          <w:sz w:val="32"/>
          <w:szCs w:val="32"/>
        </w:rPr>
        <w:t>1000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字以内）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3.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“常州市教育系统五四红旗团支部”推荐名单排序汇总表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4.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团支部最近两次换届证明材料、所获荣誉证明材料、公示无异议证明材料等备查。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DE506C">
        <w:rPr>
          <w:rFonts w:ascii="黑体" w:eastAsia="黑体" w:hAnsi="黑体" w:cs="黑体" w:hint="eastAsia"/>
          <w:sz w:val="32"/>
          <w:szCs w:val="32"/>
        </w:rPr>
        <w:t>三、“常州市教育系统五四红旗团委”推荐材料清单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1.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“常州市教育系统五四红旗团委”推荐表（盖章）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2.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事迹材料（</w:t>
      </w:r>
      <w:r w:rsidRPr="00DE506C">
        <w:rPr>
          <w:rFonts w:ascii="仿宋_GB2312" w:eastAsia="仿宋_GB2312" w:hAnsi="Times New Roman" w:cs="仿宋_GB2312"/>
          <w:sz w:val="32"/>
          <w:szCs w:val="32"/>
        </w:rPr>
        <w:t>1000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字以内）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3.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“常州市教育系统五四红旗团委”推荐名单排序汇总表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4.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团委最近两次换届证明材料、所获荣誉证明材料、上公示无异议证明材料等备查。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DE506C">
        <w:rPr>
          <w:rFonts w:ascii="黑体" w:eastAsia="黑体" w:hAnsi="黑体" w:cs="黑体" w:hint="eastAsia"/>
          <w:sz w:val="32"/>
          <w:szCs w:val="32"/>
        </w:rPr>
        <w:t>四、“常州市教育系统优秀共青团员”推荐材料清单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1.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“常州市优秀共青团员”推荐表（盖章）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2.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事迹材料（</w:t>
      </w:r>
      <w:r w:rsidRPr="00DE506C">
        <w:rPr>
          <w:rFonts w:ascii="仿宋_GB2312" w:eastAsia="仿宋_GB2312" w:hAnsi="Times New Roman" w:cs="仿宋_GB2312"/>
          <w:sz w:val="32"/>
          <w:szCs w:val="32"/>
        </w:rPr>
        <w:t>1000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字以内）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3.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“常州市教育系统优秀共青团员”推荐名单排序汇总表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4.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教育评议等次证明材料、所获荣誉证明材料（重要荣誉</w:t>
      </w:r>
      <w:r w:rsidRPr="00DE506C">
        <w:rPr>
          <w:rFonts w:ascii="仿宋_GB2312" w:eastAsia="仿宋_GB2312" w:hAnsi="Times New Roman" w:cs="仿宋_GB2312"/>
          <w:sz w:val="32"/>
          <w:szCs w:val="32"/>
        </w:rPr>
        <w:t>3-5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项即可）、上年度和累计志愿服务时长证明材料、公示无异议证明材料等备查。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DE506C">
        <w:rPr>
          <w:rFonts w:ascii="黑体" w:eastAsia="黑体" w:hAnsi="黑体" w:cs="黑体" w:hint="eastAsia"/>
          <w:sz w:val="32"/>
          <w:szCs w:val="32"/>
        </w:rPr>
        <w:t>五、“常州市教育系统优秀共青团干部”推荐材料清单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1.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“常州市教育系统优秀共青团干部”推荐表（盖章）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2.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事迹材料（</w:t>
      </w:r>
      <w:r w:rsidRPr="00DE506C">
        <w:rPr>
          <w:rFonts w:ascii="仿宋_GB2312" w:eastAsia="仿宋_GB2312" w:hAnsi="Times New Roman" w:cs="仿宋_GB2312"/>
          <w:sz w:val="32"/>
          <w:szCs w:val="32"/>
        </w:rPr>
        <w:t>1000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字以内）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3.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“常州市教育系统优秀共青团干部”推荐名单排序汇总表</w:t>
      </w:r>
    </w:p>
    <w:p w:rsidR="00DE6A09" w:rsidRPr="00DE506C" w:rsidRDefault="00DE6A09" w:rsidP="002F7780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DE506C">
        <w:rPr>
          <w:rFonts w:ascii="仿宋_GB2312" w:eastAsia="仿宋_GB2312" w:hAnsi="Times New Roman" w:cs="仿宋_GB2312"/>
          <w:sz w:val="32"/>
          <w:szCs w:val="32"/>
        </w:rPr>
        <w:t>4.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从事团的工作年限、</w:t>
      </w:r>
      <w:r w:rsidRPr="00DE506C">
        <w:rPr>
          <w:rFonts w:ascii="仿宋_GB2312" w:eastAsia="仿宋_GB2312" w:hAnsi="Times New Roman" w:cs="仿宋_GB2312"/>
          <w:sz w:val="32"/>
          <w:szCs w:val="32"/>
        </w:rPr>
        <w:t>2022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年度本人所属团组织述职评议考核综合评价等次或</w:t>
      </w:r>
      <w:r w:rsidRPr="00DE506C">
        <w:rPr>
          <w:rFonts w:ascii="仿宋_GB2312" w:eastAsia="仿宋_GB2312" w:hAnsi="Times New Roman" w:cs="仿宋_GB2312"/>
          <w:sz w:val="32"/>
          <w:szCs w:val="32"/>
        </w:rPr>
        <w:t>2021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年度、</w:t>
      </w:r>
      <w:r w:rsidRPr="00DE506C">
        <w:rPr>
          <w:rFonts w:ascii="仿宋_GB2312" w:eastAsia="仿宋_GB2312" w:hAnsi="Times New Roman" w:cs="仿宋_GB2312"/>
          <w:sz w:val="32"/>
          <w:szCs w:val="32"/>
        </w:rPr>
        <w:t>2022</w:t>
      </w:r>
      <w:r w:rsidRPr="00DE506C">
        <w:rPr>
          <w:rFonts w:ascii="仿宋_GB2312" w:eastAsia="仿宋_GB2312" w:hAnsi="Times New Roman" w:cs="仿宋_GB2312" w:hint="eastAsia"/>
          <w:sz w:val="32"/>
          <w:szCs w:val="32"/>
        </w:rPr>
        <w:t>年度工作考核结果等次等证明材料，所获荣誉证明材料、公示无异议证明材料等备查。</w:t>
      </w:r>
    </w:p>
    <w:p w:rsidR="00DE6A09" w:rsidRDefault="00DE6A09">
      <w:pPr>
        <w:rPr>
          <w:rFonts w:ascii="Times New Roman" w:hAnsi="Times New Roman" w:cs="Times New Roman"/>
        </w:rPr>
      </w:pPr>
    </w:p>
    <w:sectPr w:rsidR="00DE6A09" w:rsidSect="002F7780">
      <w:footerReference w:type="default" r:id="rId6"/>
      <w:pgSz w:w="11906" w:h="16838"/>
      <w:pgMar w:top="1701" w:right="1531" w:bottom="1701" w:left="1531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A09" w:rsidRDefault="00DE6A0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E6A09" w:rsidRDefault="00DE6A0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汉仪书宋二KW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A09" w:rsidRPr="00DE506C" w:rsidRDefault="00DE6A09" w:rsidP="00452913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DE506C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DE506C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DE506C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- 11 -</w:t>
    </w:r>
    <w:r w:rsidRPr="00DE506C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E6A09" w:rsidRDefault="00DE6A09" w:rsidP="00DE506C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A09" w:rsidRDefault="00DE6A0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E6A09" w:rsidRDefault="00DE6A0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EBDBE838"/>
    <w:rsid w:val="EBDBE838"/>
    <w:rsid w:val="EDEFE8F4"/>
    <w:rsid w:val="002F7780"/>
    <w:rsid w:val="00346020"/>
    <w:rsid w:val="00402378"/>
    <w:rsid w:val="00452913"/>
    <w:rsid w:val="00603024"/>
    <w:rsid w:val="00623591"/>
    <w:rsid w:val="00AE6234"/>
    <w:rsid w:val="00CF67A1"/>
    <w:rsid w:val="00DE506C"/>
    <w:rsid w:val="00DE6A09"/>
    <w:rsid w:val="00FC5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locked="1" w:semiHidden="0" w:uiPriority="0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next w:val="BodyTextFirstIndent2"/>
    <w:qFormat/>
    <w:rsid w:val="00CF67A1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F67A1"/>
    <w:pPr>
      <w:ind w:firstLineChars="200" w:firstLine="200"/>
    </w:pPr>
    <w:rPr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1"/>
      <w:szCs w:val="21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CF67A1"/>
    <w:pPr>
      <w:ind w:firstLine="42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</w:style>
  <w:style w:type="paragraph" w:styleId="Header">
    <w:name w:val="header"/>
    <w:basedOn w:val="Normal"/>
    <w:link w:val="HeaderChar"/>
    <w:uiPriority w:val="99"/>
    <w:rsid w:val="00DE50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DE50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DE50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356</Words>
  <Characters>385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枫林</dc:creator>
  <cp:keywords/>
  <dc:description/>
  <cp:lastModifiedBy>吴琳赟</cp:lastModifiedBy>
  <cp:revision>3</cp:revision>
  <dcterms:created xsi:type="dcterms:W3CDTF">2023-04-04T19:28:00Z</dcterms:created>
  <dcterms:modified xsi:type="dcterms:W3CDTF">2023-04-07T01:17:00Z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AAC090847FE571B47B992B649D55802B</vt:lpwstr>
  </property>
</Properties>
</file>