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27" w:rsidRPr="00356F1F" w:rsidRDefault="002E0D27" w:rsidP="008848C4">
      <w:pPr>
        <w:rPr>
          <w:rFonts w:ascii="黑体" w:eastAsia="黑体" w:hAnsi="黑体" w:cs="黑体"/>
          <w:sz w:val="32"/>
          <w:szCs w:val="32"/>
        </w:rPr>
      </w:pPr>
      <w:r w:rsidRPr="00356F1F">
        <w:rPr>
          <w:rFonts w:ascii="黑体" w:eastAsia="黑体" w:hAnsi="黑体" w:cs="黑体" w:hint="eastAsia"/>
          <w:sz w:val="32"/>
          <w:szCs w:val="32"/>
        </w:rPr>
        <w:t>附件</w:t>
      </w:r>
      <w:r w:rsidRPr="00356F1F">
        <w:rPr>
          <w:rFonts w:ascii="黑体" w:eastAsia="黑体" w:hAnsi="黑体" w:cs="黑体"/>
          <w:sz w:val="32"/>
          <w:szCs w:val="32"/>
        </w:rPr>
        <w:t>1</w:t>
      </w:r>
    </w:p>
    <w:p w:rsidR="002E0D27" w:rsidRDefault="002E0D27" w:rsidP="00356F1F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356F1F">
        <w:rPr>
          <w:rFonts w:ascii="方正小标宋简体" w:eastAsia="方正小标宋简体" w:cs="方正小标宋简体" w:hint="eastAsia"/>
          <w:sz w:val="44"/>
          <w:szCs w:val="44"/>
        </w:rPr>
        <w:t>常州市第</w:t>
      </w:r>
      <w:r>
        <w:rPr>
          <w:rFonts w:ascii="方正小标宋简体" w:eastAsia="方正小标宋简体" w:cs="方正小标宋简体" w:hint="eastAsia"/>
          <w:sz w:val="44"/>
          <w:szCs w:val="44"/>
        </w:rPr>
        <w:t>九</w:t>
      </w:r>
      <w:r w:rsidRPr="00356F1F">
        <w:rPr>
          <w:rFonts w:ascii="方正小标宋简体" w:eastAsia="方正小标宋简体" w:cs="方正小标宋简体" w:hint="eastAsia"/>
          <w:sz w:val="44"/>
          <w:szCs w:val="44"/>
        </w:rPr>
        <w:t>届“师德标兵”候选人名额分配表</w:t>
      </w:r>
    </w:p>
    <w:p w:rsidR="002E0D27" w:rsidRPr="00356F1F" w:rsidRDefault="002E0D27" w:rsidP="00356F1F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6"/>
        <w:gridCol w:w="4261"/>
      </w:tblGrid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</w:rPr>
              <w:t>推荐单位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</w:rPr>
              <w:t>候选人名额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溧阳市教育局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13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金坛区教育局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13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武进区教育局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13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经开区社会事业局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6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新北区教育局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8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天宁区教育局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8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钟楼区教育局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8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bookmarkStart w:id="0" w:name="_GoBack" w:colFirst="2" w:colLast="2"/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在常高校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EC4DEF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12</w:t>
            </w:r>
          </w:p>
        </w:tc>
      </w:tr>
      <w:bookmarkEnd w:id="0"/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职业学校</w:t>
            </w:r>
          </w:p>
        </w:tc>
        <w:tc>
          <w:tcPr>
            <w:tcW w:w="4261" w:type="dxa"/>
            <w:vAlign w:val="center"/>
          </w:tcPr>
          <w:p w:rsidR="002E0D27" w:rsidRDefault="002E0D27" w:rsidP="00B10192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4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局属单位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10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3507A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其他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5</w:t>
            </w:r>
          </w:p>
        </w:tc>
      </w:tr>
    </w:tbl>
    <w:p w:rsidR="002E0D27" w:rsidRPr="004A1128" w:rsidRDefault="002E0D27" w:rsidP="003507A2">
      <w:pPr>
        <w:rPr>
          <w:rFonts w:ascii="宋体"/>
          <w:sz w:val="32"/>
          <w:szCs w:val="32"/>
        </w:rPr>
      </w:pPr>
    </w:p>
    <w:sectPr w:rsidR="002E0D27" w:rsidRPr="004A1128" w:rsidSect="00356F1F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D27" w:rsidRDefault="002E0D27">
      <w:r>
        <w:separator/>
      </w:r>
    </w:p>
  </w:endnote>
  <w:endnote w:type="continuationSeparator" w:id="1">
    <w:p w:rsidR="002E0D27" w:rsidRDefault="002E0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-方正超大字符集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7" w:rsidRPr="00356F1F" w:rsidRDefault="002E0D27" w:rsidP="001F58E6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356F1F">
      <w:rPr>
        <w:rStyle w:val="PageNumber"/>
        <w:sz w:val="28"/>
        <w:szCs w:val="28"/>
      </w:rPr>
      <w:fldChar w:fldCharType="begin"/>
    </w:r>
    <w:r w:rsidRPr="00356F1F">
      <w:rPr>
        <w:rStyle w:val="PageNumber"/>
        <w:sz w:val="28"/>
        <w:szCs w:val="28"/>
      </w:rPr>
      <w:instrText xml:space="preserve">PAGE  </w:instrText>
    </w:r>
    <w:r w:rsidRPr="00356F1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- 6 -</w:t>
    </w:r>
    <w:r w:rsidRPr="00356F1F">
      <w:rPr>
        <w:rStyle w:val="PageNumber"/>
        <w:sz w:val="28"/>
        <w:szCs w:val="28"/>
      </w:rPr>
      <w:fldChar w:fldCharType="end"/>
    </w:r>
  </w:p>
  <w:p w:rsidR="002E0D27" w:rsidRPr="00356F1F" w:rsidRDefault="002E0D27" w:rsidP="00356F1F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D27" w:rsidRDefault="002E0D27">
      <w:r>
        <w:separator/>
      </w:r>
    </w:p>
  </w:footnote>
  <w:footnote w:type="continuationSeparator" w:id="1">
    <w:p w:rsidR="002E0D27" w:rsidRDefault="002E0D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48C4"/>
    <w:rsid w:val="000A0275"/>
    <w:rsid w:val="000E66C9"/>
    <w:rsid w:val="00123B51"/>
    <w:rsid w:val="0014119B"/>
    <w:rsid w:val="001E3125"/>
    <w:rsid w:val="001E31C5"/>
    <w:rsid w:val="001F58E6"/>
    <w:rsid w:val="00232F59"/>
    <w:rsid w:val="002D3E16"/>
    <w:rsid w:val="002E0D27"/>
    <w:rsid w:val="003100EA"/>
    <w:rsid w:val="003274CA"/>
    <w:rsid w:val="003507A2"/>
    <w:rsid w:val="00356F1F"/>
    <w:rsid w:val="00384C75"/>
    <w:rsid w:val="0039300F"/>
    <w:rsid w:val="003A5778"/>
    <w:rsid w:val="003C3578"/>
    <w:rsid w:val="004A1128"/>
    <w:rsid w:val="004D7F15"/>
    <w:rsid w:val="004E5AEA"/>
    <w:rsid w:val="005D42B2"/>
    <w:rsid w:val="00604124"/>
    <w:rsid w:val="006120C9"/>
    <w:rsid w:val="00705A5A"/>
    <w:rsid w:val="008379C0"/>
    <w:rsid w:val="008848C4"/>
    <w:rsid w:val="00885978"/>
    <w:rsid w:val="008F2498"/>
    <w:rsid w:val="00A31618"/>
    <w:rsid w:val="00A66DFF"/>
    <w:rsid w:val="00AA04A7"/>
    <w:rsid w:val="00B10192"/>
    <w:rsid w:val="00B45CF2"/>
    <w:rsid w:val="00C26905"/>
    <w:rsid w:val="00C737F9"/>
    <w:rsid w:val="00CA169B"/>
    <w:rsid w:val="00CA4740"/>
    <w:rsid w:val="00D36DB1"/>
    <w:rsid w:val="00E63A38"/>
    <w:rsid w:val="00EB73E3"/>
    <w:rsid w:val="00EC4DEF"/>
    <w:rsid w:val="00F82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8C4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uiPriority w:val="99"/>
    <w:semiHidden/>
    <w:rsid w:val="008848C4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8848C4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8848C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848C4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8848C4"/>
  </w:style>
  <w:style w:type="paragraph" w:styleId="Header">
    <w:name w:val="header"/>
    <w:basedOn w:val="Normal"/>
    <w:link w:val="HeaderChar"/>
    <w:uiPriority w:val="99"/>
    <w:rsid w:val="005D4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42B2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8F2498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249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1</Pages>
  <Words>72</Words>
  <Characters>74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20</cp:revision>
  <cp:lastPrinted>2020-07-02T06:06:00Z</cp:lastPrinted>
  <dcterms:created xsi:type="dcterms:W3CDTF">2019-05-22T07:11:00Z</dcterms:created>
  <dcterms:modified xsi:type="dcterms:W3CDTF">2022-05-07T01:25:00Z</dcterms:modified>
</cp:coreProperties>
</file>