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55" w:rsidRPr="00185CE9" w:rsidRDefault="00CB3F55">
      <w:pPr>
        <w:rPr>
          <w:rFonts w:ascii="黑体" w:eastAsia="黑体" w:hAnsi="黑体" w:cs="黑体"/>
          <w:sz w:val="32"/>
          <w:szCs w:val="32"/>
        </w:rPr>
      </w:pPr>
      <w:r w:rsidRPr="00185CE9">
        <w:rPr>
          <w:rFonts w:ascii="黑体" w:eastAsia="黑体" w:hAnsi="黑体" w:cs="黑体" w:hint="eastAsia"/>
          <w:sz w:val="32"/>
          <w:szCs w:val="32"/>
        </w:rPr>
        <w:t>附件</w:t>
      </w:r>
      <w:r w:rsidRPr="00185CE9">
        <w:rPr>
          <w:rFonts w:ascii="黑体" w:eastAsia="黑体" w:hAnsi="黑体" w:cs="黑体"/>
          <w:sz w:val="32"/>
          <w:szCs w:val="32"/>
        </w:rPr>
        <w:t>1</w:t>
      </w:r>
    </w:p>
    <w:p w:rsidR="00CB3F55" w:rsidRDefault="00CB3F55" w:rsidP="00185CE9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185CE9">
        <w:rPr>
          <w:rFonts w:ascii="方正小标宋简体" w:eastAsia="方正小标宋简体" w:cs="方正小标宋简体" w:hint="eastAsia"/>
          <w:sz w:val="44"/>
          <w:szCs w:val="44"/>
        </w:rPr>
        <w:t>“学党史</w:t>
      </w:r>
      <w:r w:rsidRPr="00185CE9">
        <w:rPr>
          <w:rFonts w:ascii="方正小标宋简体" w:eastAsia="方正小标宋简体" w:cs="方正小标宋简体"/>
          <w:sz w:val="44"/>
          <w:szCs w:val="44"/>
        </w:rPr>
        <w:t xml:space="preserve"> </w:t>
      </w:r>
      <w:r w:rsidRPr="00185CE9">
        <w:rPr>
          <w:rFonts w:ascii="方正小标宋简体" w:eastAsia="方正小标宋简体" w:cs="方正小标宋简体" w:hint="eastAsia"/>
          <w:sz w:val="44"/>
          <w:szCs w:val="44"/>
        </w:rPr>
        <w:t>颂党恩</w:t>
      </w:r>
      <w:r w:rsidRPr="00185CE9">
        <w:rPr>
          <w:rFonts w:ascii="方正小标宋简体" w:eastAsia="方正小标宋简体" w:cs="方正小标宋简体"/>
          <w:sz w:val="44"/>
          <w:szCs w:val="44"/>
        </w:rPr>
        <w:t xml:space="preserve"> </w:t>
      </w:r>
      <w:r w:rsidRPr="00185CE9">
        <w:rPr>
          <w:rFonts w:ascii="方正小标宋简体" w:eastAsia="方正小标宋简体" w:cs="方正小标宋简体" w:hint="eastAsia"/>
          <w:sz w:val="44"/>
          <w:szCs w:val="44"/>
        </w:rPr>
        <w:t>筑信念”</w:t>
      </w:r>
    </w:p>
    <w:p w:rsidR="00CB3F55" w:rsidRPr="00185CE9" w:rsidRDefault="00CB3F55" w:rsidP="00185CE9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185CE9">
        <w:rPr>
          <w:rFonts w:ascii="方正小标宋简体" w:eastAsia="方正小标宋简体" w:cs="方正小标宋简体" w:hint="eastAsia"/>
          <w:sz w:val="44"/>
          <w:szCs w:val="44"/>
        </w:rPr>
        <w:t>常州市青少年书法作品展硬笔组奖获名单</w:t>
      </w:r>
    </w:p>
    <w:p w:rsidR="00CB3F55" w:rsidRDefault="00CB3F55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CB3F55" w:rsidRPr="00185CE9" w:rsidRDefault="00CB3F55">
      <w:pPr>
        <w:jc w:val="center"/>
        <w:rPr>
          <w:rFonts w:ascii="黑体" w:eastAsia="黑体" w:hAnsi="黑体" w:cs="Times New Roman"/>
          <w:sz w:val="32"/>
          <w:szCs w:val="32"/>
        </w:rPr>
      </w:pPr>
      <w:r w:rsidRPr="00185CE9">
        <w:rPr>
          <w:rFonts w:ascii="黑体" w:eastAsia="黑体" w:hAnsi="黑体" w:cs="黑体" w:hint="eastAsia"/>
          <w:sz w:val="32"/>
          <w:szCs w:val="32"/>
        </w:rPr>
        <w:t>一等奖</w:t>
      </w:r>
    </w:p>
    <w:tbl>
      <w:tblPr>
        <w:tblW w:w="9630" w:type="dxa"/>
        <w:jc w:val="center"/>
        <w:tblLayout w:type="fixed"/>
        <w:tblLook w:val="00A0"/>
      </w:tblPr>
      <w:tblGrid>
        <w:gridCol w:w="743"/>
        <w:gridCol w:w="1211"/>
        <w:gridCol w:w="1346"/>
        <w:gridCol w:w="4090"/>
        <w:gridCol w:w="1270"/>
        <w:gridCol w:w="970"/>
      </w:tblGrid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组别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奖项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谢梓恒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许小定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陈馨慧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许小定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周子砚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许小定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史可欣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许小定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宾滨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樊里香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吴思仪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左婧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王钰涵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周婷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谭韬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常州市武进区卢家巷实验学校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胡亚莉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何可倾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吴樾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鲍欣蕾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王晋文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王张一诺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常州市新北区西夏墅小学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张敏慧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刘凌涛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左雅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路雅涵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印亚宏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毛成铭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陈佳煜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管乐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常州市广化小学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蒋薇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瞿盛尧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常州市荆川小学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孙倩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张晨瑶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马力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钱灏宇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常州市武进区宋剑湖小学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章志英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朱槿熙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常州市武进区芙蓉小学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刘洋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张倾城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陆建华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黄禹杨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常州市金坛华城实验小学朝阳分校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黄春根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梁旭成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王侍琦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陈心怡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许波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施天煜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许波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张铭轩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许波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王佳艺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许波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徐煊畅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周晓英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杨国英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陈松鹤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武晓雨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陈松鹤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朱雯铄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陈如洁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黄莉雯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黄一枫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魏铭</w:t>
            </w:r>
            <w:r w:rsidRPr="00185CE9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玥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徐姣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陈奕杉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常州市武进区星河实验学校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徐惠华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徐子淇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承斐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宋子怡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潘春美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潘春美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汪虹君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常州市武进区南宅实验学校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蒋建刚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庄子轩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江欣怿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周惠芬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卞敏慧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常州市武进区运村实验学校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丁姣英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路佳钰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路佳晔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黄优璇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常州市武进区卢家巷实验学校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胡亚莉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林感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王慧娟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姜金晶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王晋文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高嘉悦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常州市新北区新华实验小学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浦祥云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陈培琳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常州市新北区新华实验小学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浦祥云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倪好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常州市新北区泰山小学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马丽芬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严梓杨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刘小琴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董</w:t>
            </w:r>
            <w:r w:rsidRPr="00185CE9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珺</w:t>
            </w: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李梓菡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肖天灏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庄丽贤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王清萱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刘建立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刘子寅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杨静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吴俊陈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江健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江健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龚家宝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常州市香梅小学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杨奕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赵庭雨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张雨寒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钱玟铎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张雨寒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蒋依凝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李通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任浮萍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李晨曦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杨欣萱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奚敏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金煜雯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倪子昂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胡丹凤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奚敏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查知妤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章婕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刘雨沐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孙岚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姜灏一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詹菁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巢姝媛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吴怡轩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郭亚敏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王俪颖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陆美兰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王思瑶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谢安妮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邵燕娟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陈景钰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陈晓蕾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徐郑暄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刘玉英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戚家铭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常州市戚墅堰东方小学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汤皎丽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刘心语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常州市金坛第五初级中学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凌俊华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常州市金坛第五初级中学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凌俊华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殷艺娜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常州市幼儿师范学校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王昔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孙天绮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常州市幼儿师范学校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龚子涵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常州市幼儿师范学校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江苏省武进高级中学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仇秀文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刘锦程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常州市武进区前黄实验学校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周芬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陈逸然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蒋秋霞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强丽涵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常州市武进区潘家初级中学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徐元亮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王素静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常州市武进区潘家初级中学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徐元亮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吴宜乐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常州市武进区人民路初级中学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李佳琳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常州市武进区淹城初级中学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王晟韵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周晨绯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金佳逸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周晨绯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石咏玮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常州市滨江中学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蒋雯娜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王瑶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陈柯睿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李昭君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周晨怡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赵佳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尹景源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蔡冬梅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叶升兰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常州市教科院附属中学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陈圣方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</w:tbl>
    <w:p w:rsidR="00CB3F55" w:rsidRDefault="00CB3F55">
      <w:pPr>
        <w:jc w:val="center"/>
        <w:rPr>
          <w:rFonts w:ascii="黑体" w:eastAsia="黑体" w:hAnsi="黑体" w:cs="Times New Roman"/>
          <w:sz w:val="32"/>
          <w:szCs w:val="32"/>
        </w:rPr>
      </w:pPr>
    </w:p>
    <w:p w:rsidR="00CB3F55" w:rsidRPr="00185CE9" w:rsidRDefault="00CB3F55">
      <w:pPr>
        <w:jc w:val="center"/>
        <w:rPr>
          <w:rFonts w:ascii="黑体" w:eastAsia="黑体" w:hAnsi="黑体" w:cs="Times New Roman"/>
          <w:sz w:val="32"/>
          <w:szCs w:val="32"/>
        </w:rPr>
      </w:pPr>
      <w:r w:rsidRPr="00185CE9">
        <w:rPr>
          <w:rFonts w:ascii="黑体" w:eastAsia="黑体" w:hAnsi="黑体" w:cs="黑体" w:hint="eastAsia"/>
          <w:sz w:val="32"/>
          <w:szCs w:val="32"/>
        </w:rPr>
        <w:t>二等奖</w:t>
      </w:r>
    </w:p>
    <w:tbl>
      <w:tblPr>
        <w:tblW w:w="9640" w:type="dxa"/>
        <w:jc w:val="center"/>
        <w:tblLayout w:type="fixed"/>
        <w:tblLook w:val="00A0"/>
      </w:tblPr>
      <w:tblGrid>
        <w:gridCol w:w="743"/>
        <w:gridCol w:w="1211"/>
        <w:gridCol w:w="1346"/>
        <w:gridCol w:w="5040"/>
        <w:gridCol w:w="1300"/>
      </w:tblGrid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王一一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陈逸锦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王晟菲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宋宁林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须梓晟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张亦瑶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黄慕晓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张松瑞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常州市武进区湖塘桥第三实验小学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王子阅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蒋子阳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常州市武进区村前小学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吴蓓蓓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胡鑫瑞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常州市武进区夏溪小学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钱君诚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王昕怡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金湘颐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张紫瑜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尹紫湘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张敏宇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徐菁潞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孟欣语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徐芮萱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柳佳琦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常州市新北区奔牛实验小学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邹语笑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常州市新北区百丈中心小学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李明朗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常州市新北区泰山小学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毛誉开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张芸淇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韩若瑜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杨宗达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陈未</w:t>
            </w:r>
            <w:r w:rsidRPr="00185CE9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莫乔婷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徐悦铭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常州市香梅小学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潘泽宇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常州市冠英小学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蒋承志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常州市冠英小学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张秦堇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李翩然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常州市武进区宋剑湖小学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陶美凤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溧阳市泓口小学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王思诺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溧阳市泓口小学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杨奕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戴然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王思淇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李煜欣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</w:t>
            </w:r>
            <w:r w:rsidRPr="00185CE9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张尧琪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周麒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施天煜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王佳艺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王佳蔚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常州市武进区牛塘中心小学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刘茗溪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常州大学附属小学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庄承洋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熊雅婷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常州市武进区新安小学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贺慧妮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周雅偌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常州市武进区南宅实验学校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宋诗琪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张璐瑶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李杨钰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程韵莱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常州市武进区寨桥小学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张恒睿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陈思萌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何佳妮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毛佳卉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周子淳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储凡岚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李俊栋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赵靖寒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常州市武进区礼河实验学校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张静雯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常州市武进区城东小学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冯琪淇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常州市武进清英外国语学校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包盈盈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张梦瑶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殷鑫宇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常州市武进区人民路小学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左义菲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常州市武进区礼嘉中心小学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张议丹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吴佳妮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常州市武进区成章小学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</w:t>
            </w:r>
            <w:r w:rsidRPr="00185CE9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沄</w:t>
            </w: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叶梓萱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邓语涵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尹和谐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刘恣含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马婧凝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常州市新北区魏村中心小学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钱思言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常州市新北区百丈小学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王静淑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常州市新北区新华实验小学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刘君桐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金智恩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芮婉清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孙钰茹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彭代航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董嘉琪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许入言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金沫函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常州市新北区五兴小学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刘夏涵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常州市新北区泰山小学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张可馨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吴其右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万宇煊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查晟华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孙亿宏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王浩宇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常州市解放路小学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陈妙涵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常州市虹景小学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刘梦瑶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常州市虹景小学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卞铭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陈天熙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费书晓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李沛珊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常州市怀德苑小学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范澍楷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罗苏悦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常州市戚墅堰东方小学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衡星月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查铭琦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祝梓涵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常州市武进区横林实验小学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戈颖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王浩阳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江苏省前黄高级中学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张茜羚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江苏省武进高级中学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沈灵瑜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江苏省武进高级中学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陈昕筠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江苏省武进高级中学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吴雨桐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黄浩鑫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王清翊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黄陈茹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常州市武进区前黄实验学校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易子珈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顾凌宁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常州市武进区淹城初级中学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方文洁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常州市武进区淹城初级中学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彭首铭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王心语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张庭浩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常州市河海实验学校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马郁茜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常州市河海实验学校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胡东旭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常州市正衡中学天宁分校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谭佳佳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丁子玉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张梓轩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孙明洁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常州市高级职业技术学校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王天恒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姚亚娟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贾凝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范佳仪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王欣怡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谢文婧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陆蕴涵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徐润茜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王胤嘉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张伊涵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邱亦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</w:tbl>
    <w:p w:rsidR="00CB3F55" w:rsidRDefault="00CB3F55">
      <w:pPr>
        <w:jc w:val="center"/>
        <w:rPr>
          <w:rFonts w:ascii="黑体" w:eastAsia="黑体" w:hAnsi="黑体" w:cs="Times New Roman"/>
          <w:sz w:val="32"/>
          <w:szCs w:val="32"/>
        </w:rPr>
      </w:pPr>
    </w:p>
    <w:p w:rsidR="00CB3F55" w:rsidRPr="00185CE9" w:rsidRDefault="00CB3F55">
      <w:pPr>
        <w:jc w:val="center"/>
        <w:rPr>
          <w:rFonts w:ascii="黑体" w:eastAsia="黑体" w:hAnsi="黑体" w:cs="Times New Roman"/>
          <w:sz w:val="32"/>
          <w:szCs w:val="32"/>
        </w:rPr>
      </w:pPr>
      <w:r w:rsidRPr="00185CE9">
        <w:rPr>
          <w:rFonts w:ascii="黑体" w:eastAsia="黑体" w:hAnsi="黑体" w:cs="黑体" w:hint="eastAsia"/>
          <w:sz w:val="32"/>
          <w:szCs w:val="32"/>
        </w:rPr>
        <w:t>三等奖</w:t>
      </w:r>
    </w:p>
    <w:tbl>
      <w:tblPr>
        <w:tblW w:w="9649" w:type="dxa"/>
        <w:jc w:val="center"/>
        <w:tblLayout w:type="fixed"/>
        <w:tblLook w:val="00A0"/>
      </w:tblPr>
      <w:tblGrid>
        <w:gridCol w:w="743"/>
        <w:gridCol w:w="1211"/>
        <w:gridCol w:w="1346"/>
        <w:gridCol w:w="5040"/>
        <w:gridCol w:w="1309"/>
      </w:tblGrid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梁可欣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溧阳市泓口小学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张易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付欣悦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常州市武进区政平小学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丁圣煜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常州市武进区新安小学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梁梦萍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常州市武进区新安小学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马琳雅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常州市武进区漕桥小学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李嘉怡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常州市武进区漕桥小学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陆峻熙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汪欣晨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陈梓菡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常州大学附属小学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施董纤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常州市武进区礼嘉中心小学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莫孝琴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常州市武进区村前小学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张海洋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常州市武进区夏溪小学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张宸宇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常州市武进区运村实验学校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殷子砚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常州市武进区雪堰中心小学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顾宇枫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常州市武进区雪堰中心小学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万欣廷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常州市武进区东安实验学校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蒋欣晔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常州市武进区运村实验学校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李妍羲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杨璐嘉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谢昊炎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印嘉媛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赵宇翔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王欣雨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钱妤涵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王辰希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常州市新北区新桥第二实验小学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曹子矜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陈有洲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常州市解放路小学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蔡抒涵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常州市博爱路小学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杨诺一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常州市博爱路小学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徐睿孜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常州市博爱路小学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李晨菲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丁梓轩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罗嘉怡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陆明浩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</w:t>
            </w:r>
            <w:r w:rsidRPr="00185CE9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玥</w:t>
            </w: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彤馨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殷晨曦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李珂凡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陈科丞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荆姚淇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常州市觅渡桥小学广化校区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张津毓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姜子熙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冯予沐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常州市经开区实验小学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李昱萱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小低硬笔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常州市武进区宋剑湖小学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王馨悦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溧阳市泓口小学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沈昱彤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溧阳市泓口小学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谭思娜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常州市金坛华城实验小学朝阳分校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秦楠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常州市金坛华城实验小学春风分校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杨子豪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常州市武进区礼嘉中心小学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薛嘉怡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宋依诺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刘朕宇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常州市武进区马杭中心小学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沈若熙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常州市武进区村前小学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樊晶晶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常州市武进区南宅实验学校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张慕涵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常州市武进区南宅实验学校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马芷涵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常州市武进区夏溪小学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徐燕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常州市武进区夏溪小学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韦语嫣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常州市武进区寨桥小学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骆雨明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钟泽</w:t>
            </w:r>
            <w:r w:rsidRPr="00185CE9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叶俊杰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常州市武进区运村实验学校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聂雅鑫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李泽阳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管芯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常州市武进区李公朴小学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钮艺涵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常州市武进区雪堰中心小学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常州市武进区成章小学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路言茗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常州市武进区东安实验小学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裴佳琪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常州市武进区东安实验小学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孙奕恺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常州市武进区星辰实验学校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吕雅静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言欣朵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胡峻豪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李晶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张子怡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常州市武进区新安小学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王欣怡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常州市武进区新安小学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张文茜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常州市武进区卢家巷实验学校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赵依依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常州市武进区村前小学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管星宇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李昕恬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杨昊宇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张雨霏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常州市新北区香槟湖小学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沈健平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杨思周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赵幸妍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郭千睿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吉涵煜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常州市新北区泰山小学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杜新元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常州市新北区泰山小学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孙梓轩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常州市新北区小河中心小学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宋潇娅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张瑾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常州市新北区魏村中心小学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郑熙雯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常州市新北区魏村中心小学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陈佳慧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常州市新北区魏村中心小学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叶琳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奚敏嘉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常州市新北区薛家实验小学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徐子浩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朱嘉琦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孙佳琪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张默雅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常州市新北区安家中心小学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张芷若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花俊涵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吴恒宇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丁湘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邓宝琳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常州市新北区河海实验小学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盛丹晨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汤承熙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张梦源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严晗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常州市虹景小学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夏俊豪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常州市虹景小学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杜延炀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常州市虹景小学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孟心怡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沈逸婷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常州市东坡小学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曾文菲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王子敬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朱菲予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严卓旖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常州市北京师范大学附属学校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陈洲泰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王忠悦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王梓瑞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刘隽有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常州市花园小学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韩栩晨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常州市西新桥实验小学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郭笑言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霍音菲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蒋昀攸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常州市冠英小学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王洛锌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常州市冠英小学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王思媛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常州市丁堰小学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蔡欣雯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常州市丁堰小学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常州市丁堰小学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管静薇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常州市武进区芙蓉小学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任鑫楠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常州市武进区芙蓉小学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奚望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常州市武进区芙蓉小学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奚睿莺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常州市武进区芙蓉小学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葛籽妍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何天泽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常州市武进区遥观中心小学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张峻熙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常州市武进区横林实验小学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俞兰妍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小高硬笔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常州市戚墅堰实验小学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岳舶蓝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常州市金坛第五初级中学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王莹菊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常州市金坛第五初级中学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李佳欣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常州市武进区东安实验学校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常州市武进区东安实验学校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黄鑫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常州市武进区淹城初级中学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王欣悦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常州市武进区淹城初级中学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王欣怡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常州市武进区淹城初级中学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周泓妤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王子涵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汤昕怡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金翰林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常州市武进区湟里初级中学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周成璐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常州市武进区前黄实验学校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陶娅琳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常州市武进区前黄实验学校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盛李佳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陈欣慧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常州市武进区鸣凰中学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包莘颜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常州市河海实验学校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常州市河海实验学校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王熠红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高程雯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周佳欣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常州市新北区罗溪中学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常玺铖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常州市新北区实验中学龙城大道校区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张燕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贺奕婷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陈桃宁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常州市西夏墅中学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王明昊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常州市圩塘中学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郭</w:t>
            </w:r>
            <w:r w:rsidRPr="00185CE9">
              <w:rPr>
                <w:rFonts w:ascii="仿宋_GB2312" w:eastAsia="仿宋" w:hAnsi="仿宋" w:cs="仿宋" w:hint="eastAsia"/>
                <w:color w:val="000000"/>
                <w:kern w:val="0"/>
                <w:sz w:val="24"/>
                <w:szCs w:val="24"/>
              </w:rPr>
              <w:t>玥</w:t>
            </w: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柳雪妮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常州市正衡中学天宁分校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刘景锐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吴佳怡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吴承倩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石盼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荀子希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常州市卜弋中学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陈婧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王江远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常州市戚墅堰高级中学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沈心宇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姜诗露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常州刘国钧高等职业学校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刘烨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金湘祺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蔡沁愉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卞馨玲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常州市丽华中学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李逸飞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常州市丽华中学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丁海欣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常州市丽华中学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刘睿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耿思睿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常州北郊初级中学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周紫涵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常州市教科院附属中学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汤婧萱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沈心一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CB3F55" w:rsidRPr="00185CE9" w:rsidTr="00185CE9">
        <w:trPr>
          <w:trHeight w:val="37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陈诚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中学硬笔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55" w:rsidRPr="00185CE9" w:rsidRDefault="00CB3F5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185CE9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</w:tbl>
    <w:p w:rsidR="00CB3F55" w:rsidRPr="00185CE9" w:rsidRDefault="00CB3F55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sectPr w:rsidR="00CB3F55" w:rsidRPr="00185CE9" w:rsidSect="00185CE9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F55" w:rsidRDefault="00CB3F5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B3F55" w:rsidRDefault="00CB3F5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F55" w:rsidRPr="00185CE9" w:rsidRDefault="00CB3F55" w:rsidP="0017045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85CE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85CE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85CE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- 16 -</w:t>
    </w:r>
    <w:r w:rsidRPr="00185CE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CB3F55" w:rsidRDefault="00CB3F55" w:rsidP="00185CE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F55" w:rsidRDefault="00CB3F5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B3F55" w:rsidRDefault="00CB3F5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3FE2652"/>
    <w:rsid w:val="00170450"/>
    <w:rsid w:val="00185CE9"/>
    <w:rsid w:val="003C2245"/>
    <w:rsid w:val="00427BFA"/>
    <w:rsid w:val="00594E30"/>
    <w:rsid w:val="005E679C"/>
    <w:rsid w:val="006D422D"/>
    <w:rsid w:val="0089071D"/>
    <w:rsid w:val="009E05B0"/>
    <w:rsid w:val="00CB3F55"/>
    <w:rsid w:val="03FE2652"/>
    <w:rsid w:val="212027B0"/>
    <w:rsid w:val="2AEF1D24"/>
    <w:rsid w:val="6761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BF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5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23127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185C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23127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185C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14</Pages>
  <Words>1910</Words>
  <Characters>10889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5</cp:revision>
  <dcterms:created xsi:type="dcterms:W3CDTF">2021-07-12T01:32:00Z</dcterms:created>
  <dcterms:modified xsi:type="dcterms:W3CDTF">2021-07-28T06:46:00Z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8802A79A6AFC4BFFA4740AD6EEF6B559</vt:lpwstr>
  </property>
</Properties>
</file>