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6D" w:rsidRPr="00B44D18" w:rsidRDefault="00854E6D" w:rsidP="001E3725">
      <w:pPr>
        <w:spacing w:line="400" w:lineRule="exact"/>
        <w:jc w:val="left"/>
        <w:rPr>
          <w:rFonts w:ascii="黑体" w:eastAsia="黑体" w:hAnsi="黑体" w:cs="黑体"/>
          <w:sz w:val="32"/>
          <w:szCs w:val="32"/>
        </w:rPr>
      </w:pPr>
      <w:r w:rsidRPr="00B44D18">
        <w:rPr>
          <w:rFonts w:ascii="黑体" w:eastAsia="黑体" w:hAnsi="黑体" w:cs="黑体" w:hint="eastAsia"/>
          <w:sz w:val="32"/>
          <w:szCs w:val="32"/>
        </w:rPr>
        <w:t>附件</w:t>
      </w:r>
      <w:r w:rsidRPr="00B44D18">
        <w:rPr>
          <w:rFonts w:ascii="黑体" w:eastAsia="黑体" w:hAnsi="黑体" w:cs="黑体"/>
          <w:sz w:val="32"/>
          <w:szCs w:val="32"/>
        </w:rPr>
        <w:t>3</w:t>
      </w:r>
    </w:p>
    <w:p w:rsidR="00854E6D" w:rsidRDefault="00854E6D" w:rsidP="001E3725">
      <w:pPr>
        <w:spacing w:line="6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常州市教育局</w:t>
      </w:r>
    </w:p>
    <w:p w:rsidR="00854E6D" w:rsidRDefault="00854E6D" w:rsidP="001E3725">
      <w:pPr>
        <w:spacing w:line="6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中小学在职教师个人补课事项报告表</w:t>
      </w:r>
    </w:p>
    <w:p w:rsidR="00854E6D" w:rsidRPr="00B44D18" w:rsidRDefault="00854E6D" w:rsidP="001E3725">
      <w:pPr>
        <w:pStyle w:val="BodyText"/>
        <w:widowControl w:val="0"/>
        <w:spacing w:line="600" w:lineRule="exact"/>
        <w:jc w:val="center"/>
        <w:rPr>
          <w:rFonts w:eastAsia="楷体_GB2312" w:cs="Times New Roman"/>
          <w:b/>
          <w:bCs/>
          <w:color w:val="000000"/>
          <w:spacing w:val="-6"/>
          <w:sz w:val="28"/>
          <w:szCs w:val="28"/>
        </w:rPr>
      </w:pPr>
      <w:r w:rsidRPr="00B44D18">
        <w:rPr>
          <w:rFonts w:eastAsia="楷体_GB2312" w:cs="楷体_GB2312" w:hint="eastAsia"/>
          <w:b/>
          <w:bCs/>
          <w:color w:val="000000"/>
          <w:spacing w:val="-6"/>
          <w:sz w:val="28"/>
          <w:szCs w:val="28"/>
        </w:rPr>
        <w:t>（本表须由教师本人亲笔填写）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928"/>
        <w:gridCol w:w="1765"/>
        <w:gridCol w:w="977"/>
        <w:gridCol w:w="10"/>
        <w:gridCol w:w="852"/>
        <w:gridCol w:w="1133"/>
        <w:gridCol w:w="988"/>
        <w:gridCol w:w="6"/>
        <w:gridCol w:w="1273"/>
        <w:gridCol w:w="1162"/>
      </w:tblGrid>
      <w:tr w:rsidR="00854E6D" w:rsidRPr="00E02BD0">
        <w:trPr>
          <w:trHeight w:val="572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 w:rsidP="00854E6D">
            <w:pPr>
              <w:spacing w:line="240" w:lineRule="exact"/>
              <w:ind w:firstLineChars="50" w:firstLine="31680"/>
              <w:jc w:val="left"/>
              <w:rPr>
                <w:rFonts w:ascii="仿宋_GB2312" w:eastAsia="仿宋_GB2312" w:cs="Times New Roman"/>
                <w:color w:val="000000"/>
                <w:spacing w:val="-12"/>
              </w:rPr>
            </w:pPr>
          </w:p>
        </w:tc>
      </w:tr>
      <w:tr w:rsidR="00854E6D" w:rsidRPr="00E02BD0">
        <w:trPr>
          <w:trHeight w:val="626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</w:t>
            </w:r>
          </w:p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5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职称职务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854E6D" w:rsidRPr="00E02BD0">
        <w:trPr>
          <w:trHeight w:val="651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班主任</w:t>
            </w:r>
          </w:p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854E6D" w:rsidRPr="00E02BD0">
        <w:trPr>
          <w:trHeight w:val="2308"/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补</w:t>
            </w:r>
          </w:p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课</w:t>
            </w:r>
          </w:p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情</w:t>
            </w:r>
          </w:p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况</w:t>
            </w:r>
          </w:p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报</w:t>
            </w:r>
          </w:p>
          <w:p w:rsidR="00854E6D" w:rsidRPr="00E02BD0" w:rsidRDefault="00854E6D">
            <w:pPr>
              <w:spacing w:line="360" w:lineRule="auto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告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公益性</w:t>
            </w:r>
          </w:p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□有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□无</w:t>
            </w:r>
          </w:p>
          <w:p w:rsidR="00854E6D" w:rsidRPr="00E02BD0" w:rsidRDefault="00854E6D" w:rsidP="00854E6D">
            <w:pPr>
              <w:spacing w:line="280" w:lineRule="exact"/>
              <w:ind w:firstLineChars="100" w:firstLine="31680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参加人数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人以下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人以上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生源区域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□本校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□非本校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□校内外兼有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学生来源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□教师主动发现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□学生（家长）主动要求</w:t>
            </w:r>
          </w:p>
          <w:p w:rsidR="00854E6D" w:rsidRPr="00E02BD0" w:rsidRDefault="00854E6D" w:rsidP="00854E6D">
            <w:pPr>
              <w:spacing w:line="360" w:lineRule="exact"/>
              <w:ind w:firstLineChars="500" w:firstLine="31680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□班主任或同事推荐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□亲戚朋友介绍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□其他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补课地点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□校内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□校外</w:t>
            </w:r>
          </w:p>
        </w:tc>
      </w:tr>
      <w:tr w:rsidR="00854E6D" w:rsidRPr="00E02BD0">
        <w:trPr>
          <w:trHeight w:val="2398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E6D" w:rsidRPr="00E02BD0" w:rsidRDefault="00854E6D"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非公益性</w:t>
            </w:r>
          </w:p>
          <w:p w:rsidR="00854E6D" w:rsidRPr="00E02BD0" w:rsidRDefault="00854E6D">
            <w:pPr>
              <w:spacing w:line="28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□有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□无</w:t>
            </w:r>
          </w:p>
        </w:tc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参加人数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人以下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人以上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生源区域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□本校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□非本校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□校内外兼有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学生来源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□教师主动发现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□学生（家长）主动要求</w:t>
            </w:r>
          </w:p>
          <w:p w:rsidR="00854E6D" w:rsidRPr="00E02BD0" w:rsidRDefault="00854E6D" w:rsidP="00854E6D">
            <w:pPr>
              <w:spacing w:line="360" w:lineRule="exact"/>
              <w:ind w:firstLineChars="500" w:firstLine="31680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□班主任或同事推荐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□亲戚朋友介绍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□其他</w:t>
            </w:r>
          </w:p>
          <w:p w:rsidR="00854E6D" w:rsidRPr="00E02BD0" w:rsidRDefault="00854E6D">
            <w:pPr>
              <w:spacing w:line="360" w:lineRule="exact"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补课地点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□校内</w:t>
            </w:r>
            <w:r w:rsidRPr="00E02BD0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□校外（含培训机构）</w:t>
            </w:r>
          </w:p>
        </w:tc>
      </w:tr>
      <w:tr w:rsidR="00854E6D" w:rsidRPr="00E02BD0">
        <w:trPr>
          <w:trHeight w:val="957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E6D" w:rsidRPr="00E02BD0" w:rsidRDefault="00854E6D"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其他需要说明的情况</w:t>
            </w:r>
          </w:p>
        </w:tc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E6D" w:rsidRPr="00E02BD0" w:rsidRDefault="00854E6D">
            <w:pPr>
              <w:jc w:val="left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:rsidR="00854E6D" w:rsidRDefault="00854E6D" w:rsidP="00F27D0F">
      <w:pPr>
        <w:spacing w:beforeLines="100" w:afterLines="50" w:line="120" w:lineRule="exact"/>
        <w:jc w:val="left"/>
        <w:rPr>
          <w:rFonts w:ascii="楷体_GB2312" w:eastAsia="楷体_GB2312" w:cs="Times New Roman"/>
          <w:color w:val="000000"/>
        </w:rPr>
      </w:pPr>
      <w:r>
        <w:rPr>
          <w:rFonts w:ascii="楷体_GB2312" w:eastAsia="楷体_GB2312" w:cs="楷体_GB2312" w:hint="eastAsia"/>
          <w:color w:val="000000"/>
        </w:rPr>
        <w:t>注：本表填报时间为</w:t>
      </w:r>
      <w:r>
        <w:rPr>
          <w:rFonts w:ascii="楷体_GB2312" w:eastAsia="楷体_GB2312" w:cs="楷体_GB2312"/>
          <w:color w:val="000000"/>
        </w:rPr>
        <w:t>2021</w:t>
      </w:r>
      <w:r>
        <w:rPr>
          <w:rFonts w:ascii="楷体_GB2312" w:eastAsia="楷体_GB2312" w:cs="楷体_GB2312" w:hint="eastAsia"/>
          <w:color w:val="000000"/>
        </w:rPr>
        <w:t>年</w:t>
      </w:r>
      <w:r>
        <w:rPr>
          <w:rFonts w:ascii="楷体_GB2312" w:eastAsia="楷体_GB2312" w:cs="楷体_GB2312"/>
          <w:color w:val="000000"/>
        </w:rPr>
        <w:t>7</w:t>
      </w:r>
      <w:r>
        <w:rPr>
          <w:rFonts w:ascii="楷体_GB2312" w:eastAsia="楷体_GB2312" w:cs="楷体_GB2312" w:hint="eastAsia"/>
          <w:color w:val="000000"/>
        </w:rPr>
        <w:t>月</w:t>
      </w:r>
      <w:r>
        <w:rPr>
          <w:rFonts w:ascii="楷体_GB2312" w:eastAsia="楷体_GB2312" w:cs="楷体_GB2312"/>
          <w:color w:val="000000"/>
        </w:rPr>
        <w:t>—</w:t>
      </w:r>
      <w:r>
        <w:rPr>
          <w:rFonts w:ascii="楷体_GB2312" w:eastAsia="楷体_GB2312" w:cs="楷体_GB2312"/>
          <w:color w:val="000000"/>
        </w:rPr>
        <w:t>2022</w:t>
      </w:r>
      <w:r>
        <w:rPr>
          <w:rFonts w:ascii="楷体_GB2312" w:eastAsia="楷体_GB2312" w:cs="楷体_GB2312" w:hint="eastAsia"/>
          <w:color w:val="000000"/>
        </w:rPr>
        <w:t>年</w:t>
      </w:r>
      <w:r>
        <w:rPr>
          <w:rFonts w:ascii="楷体_GB2312" w:eastAsia="楷体_GB2312" w:cs="楷体_GB2312"/>
          <w:color w:val="000000"/>
        </w:rPr>
        <w:t>8</w:t>
      </w:r>
      <w:r>
        <w:rPr>
          <w:rFonts w:ascii="楷体_GB2312" w:eastAsia="楷体_GB2312" w:cs="楷体_GB2312" w:hint="eastAsia"/>
          <w:color w:val="000000"/>
        </w:rPr>
        <w:t>月。</w:t>
      </w:r>
    </w:p>
    <w:p w:rsidR="00854E6D" w:rsidRDefault="00854E6D" w:rsidP="00F27D0F">
      <w:pPr>
        <w:spacing w:beforeLines="100" w:afterLines="50" w:line="120" w:lineRule="exact"/>
        <w:jc w:val="left"/>
        <w:rPr>
          <w:rFonts w:ascii="黑体" w:eastAsia="黑体" w:hAnsi="黑体" w:cs="Times New Roman"/>
          <w:color w:val="000000"/>
        </w:rPr>
      </w:pPr>
    </w:p>
    <w:p w:rsidR="00854E6D" w:rsidRDefault="00854E6D" w:rsidP="00F27D0F">
      <w:pPr>
        <w:spacing w:beforeLines="100" w:afterLines="50" w:line="120" w:lineRule="exact"/>
        <w:jc w:val="center"/>
        <w:rPr>
          <w:rFonts w:ascii="黑体" w:eastAsia="黑体" w:hAnsi="黑体" w:cs="Times New Roman"/>
          <w:color w:val="000000"/>
        </w:rPr>
      </w:pPr>
      <w:r>
        <w:rPr>
          <w:rFonts w:ascii="黑体" w:eastAsia="黑体" w:hAnsi="黑体" w:cs="黑体" w:hint="eastAsia"/>
          <w:color w:val="000000"/>
          <w:spacing w:val="-6"/>
          <w:kern w:val="0"/>
          <w:sz w:val="28"/>
          <w:szCs w:val="28"/>
        </w:rPr>
        <w:t>本</w:t>
      </w:r>
      <w:r>
        <w:rPr>
          <w:rFonts w:ascii="黑体" w:eastAsia="黑体" w:hAnsi="黑体" w:cs="黑体"/>
          <w:color w:val="000000"/>
          <w:spacing w:val="-6"/>
          <w:kern w:val="0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color w:val="000000"/>
          <w:spacing w:val="-6"/>
          <w:kern w:val="0"/>
          <w:sz w:val="28"/>
          <w:szCs w:val="28"/>
        </w:rPr>
        <w:t>人</w:t>
      </w:r>
      <w:r>
        <w:rPr>
          <w:rFonts w:ascii="黑体" w:eastAsia="黑体" w:hAnsi="黑体" w:cs="黑体"/>
          <w:color w:val="000000"/>
          <w:spacing w:val="-6"/>
          <w:kern w:val="0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color w:val="000000"/>
          <w:spacing w:val="-6"/>
          <w:kern w:val="0"/>
          <w:sz w:val="28"/>
          <w:szCs w:val="28"/>
        </w:rPr>
        <w:t>承</w:t>
      </w:r>
      <w:r>
        <w:rPr>
          <w:rFonts w:ascii="黑体" w:eastAsia="黑体" w:hAnsi="黑体" w:cs="黑体"/>
          <w:color w:val="000000"/>
          <w:spacing w:val="-6"/>
          <w:kern w:val="0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color w:val="000000"/>
          <w:spacing w:val="-6"/>
          <w:kern w:val="0"/>
          <w:sz w:val="28"/>
          <w:szCs w:val="28"/>
        </w:rPr>
        <w:t>诺</w:t>
      </w:r>
    </w:p>
    <w:p w:rsidR="00854E6D" w:rsidRPr="00B44D18" w:rsidRDefault="00854E6D" w:rsidP="002923C3">
      <w:pPr>
        <w:spacing w:line="400" w:lineRule="exact"/>
        <w:ind w:firstLineChars="200" w:firstLine="31680"/>
        <w:rPr>
          <w:rFonts w:ascii="仿宋_GB2312" w:eastAsia="仿宋_GB2312" w:cs="Times New Roman"/>
          <w:color w:val="000000"/>
          <w:sz w:val="24"/>
          <w:szCs w:val="24"/>
        </w:rPr>
      </w:pPr>
      <w:r w:rsidRPr="00B44D18">
        <w:rPr>
          <w:rFonts w:ascii="仿宋_GB2312" w:eastAsia="仿宋_GB2312" w:cs="仿宋_GB2312" w:hint="eastAsia"/>
          <w:color w:val="000000"/>
          <w:sz w:val="24"/>
          <w:szCs w:val="24"/>
        </w:rPr>
        <w:t>本人郑重承诺：对以上所填内容的真实性和完整性负责，并自愿接受组织监督和查核；如有误，一切后果自负。</w:t>
      </w:r>
      <w:r w:rsidRPr="00B44D18">
        <w:rPr>
          <w:rFonts w:ascii="黑体" w:eastAsia="黑体" w:hAnsi="黑体" w:cs="黑体" w:hint="eastAsia"/>
          <w:color w:val="000000"/>
          <w:sz w:val="24"/>
          <w:szCs w:val="24"/>
        </w:rPr>
        <w:t>（请将本段文字抄录在下框中并签名）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60"/>
      </w:tblGrid>
      <w:tr w:rsidR="00854E6D" w:rsidRPr="00E02BD0">
        <w:trPr>
          <w:trHeight w:val="1069"/>
          <w:jc w:val="center"/>
        </w:trPr>
        <w:tc>
          <w:tcPr>
            <w:tcW w:w="9060" w:type="dxa"/>
            <w:noWrap/>
            <w:vAlign w:val="bottom"/>
          </w:tcPr>
          <w:p w:rsidR="00854E6D" w:rsidRPr="00E02BD0" w:rsidRDefault="00854E6D" w:rsidP="00854E6D">
            <w:pPr>
              <w:wordWrap w:val="0"/>
              <w:adjustRightInd w:val="0"/>
              <w:snapToGrid w:val="0"/>
              <w:spacing w:beforeLines="100" w:line="240" w:lineRule="atLeast"/>
              <w:ind w:firstLineChars="2400" w:firstLine="31680"/>
              <w:jc w:val="right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 w:rsidRPr="00E02BD0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签名：</w:t>
            </w:r>
            <w:r w:rsidRPr="00E02BD0">
              <w:rPr>
                <w:rFonts w:ascii="仿宋_GB2312" w:eastAsia="仿宋_GB2312" w:cs="仿宋_GB2312"/>
                <w:color w:val="000000"/>
                <w:sz w:val="28"/>
                <w:szCs w:val="28"/>
              </w:rPr>
              <w:t xml:space="preserve">          </w:t>
            </w:r>
          </w:p>
        </w:tc>
      </w:tr>
    </w:tbl>
    <w:p w:rsidR="00854E6D" w:rsidRPr="00B44D18" w:rsidRDefault="00854E6D" w:rsidP="00B44D18">
      <w:pPr>
        <w:spacing w:line="20" w:lineRule="exact"/>
        <w:rPr>
          <w:rFonts w:ascii="仿宋_GB2312" w:eastAsia="仿宋_GB2312" w:cs="Times New Roman"/>
        </w:rPr>
      </w:pPr>
    </w:p>
    <w:sectPr w:rsidR="00854E6D" w:rsidRPr="00B44D18" w:rsidSect="00381272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E6D" w:rsidRDefault="00854E6D" w:rsidP="001E372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54E6D" w:rsidRDefault="00854E6D" w:rsidP="001E372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E6D" w:rsidRPr="00381272" w:rsidRDefault="00854E6D" w:rsidP="0088384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8127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8127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8127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38127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54E6D" w:rsidRDefault="00854E6D" w:rsidP="0038127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E6D" w:rsidRDefault="00854E6D" w:rsidP="001E372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54E6D" w:rsidRDefault="00854E6D" w:rsidP="001E372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725"/>
    <w:rsid w:val="000A63E9"/>
    <w:rsid w:val="001E3725"/>
    <w:rsid w:val="002923C3"/>
    <w:rsid w:val="00381272"/>
    <w:rsid w:val="003E6165"/>
    <w:rsid w:val="008530EB"/>
    <w:rsid w:val="00854E6D"/>
    <w:rsid w:val="0088384E"/>
    <w:rsid w:val="0093092C"/>
    <w:rsid w:val="00B44D18"/>
    <w:rsid w:val="00D7107A"/>
    <w:rsid w:val="00E02BD0"/>
    <w:rsid w:val="00EA5A0E"/>
    <w:rsid w:val="00EE31AD"/>
    <w:rsid w:val="00F27D0F"/>
    <w:rsid w:val="00FA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2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E37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372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E37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E3725"/>
    <w:rPr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rsid w:val="001E3725"/>
    <w:pPr>
      <w:widowControl/>
      <w:spacing w:after="120"/>
      <w:jc w:val="left"/>
    </w:pPr>
    <w:rPr>
      <w:kern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3725"/>
    <w:rPr>
      <w:kern w:val="0"/>
    </w:rPr>
  </w:style>
  <w:style w:type="character" w:styleId="PageNumber">
    <w:name w:val="page number"/>
    <w:basedOn w:val="DefaultParagraphFont"/>
    <w:uiPriority w:val="99"/>
    <w:rsid w:val="00381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7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251</Words>
  <Characters>267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高东梅</dc:creator>
  <cp:keywords/>
  <dc:description/>
  <cp:lastModifiedBy>吴琳赟</cp:lastModifiedBy>
  <cp:revision>6</cp:revision>
  <dcterms:created xsi:type="dcterms:W3CDTF">2021-06-29T08:10:00Z</dcterms:created>
  <dcterms:modified xsi:type="dcterms:W3CDTF">2021-07-02T06:32:00Z</dcterms:modified>
</cp:coreProperties>
</file>