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63"/>
        <w:gridCol w:w="360"/>
        <w:gridCol w:w="1552"/>
        <w:gridCol w:w="1148"/>
        <w:gridCol w:w="2111"/>
        <w:gridCol w:w="2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  <w:r>
              <w:rPr>
                <w:rFonts w:hint="eastAsia"/>
                <w:sz w:val="24"/>
              </w:rPr>
              <w:t>册</w:t>
            </w:r>
          </w:p>
        </w:tc>
        <w:tc>
          <w:tcPr>
            <w:tcW w:w="155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 xml:space="preserve">第  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  <w:r>
              <w:rPr>
                <w:rFonts w:hint="eastAsia"/>
                <w:sz w:val="24"/>
              </w:rPr>
              <w:t xml:space="preserve"> 单元</w:t>
            </w:r>
          </w:p>
        </w:tc>
        <w:tc>
          <w:tcPr>
            <w:tcW w:w="325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课题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>5.雷锋叔叔，你在哪里</w:t>
            </w:r>
          </w:p>
        </w:tc>
        <w:tc>
          <w:tcPr>
            <w:tcW w:w="274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  <w:r>
              <w:rPr>
                <w:rFonts w:hint="default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班级：</w:t>
            </w:r>
            <w:r>
              <w:rPr>
                <w:rFonts w:hint="eastAsia"/>
                <w:sz w:val="24"/>
                <w:lang w:val="en-US" w:eastAsia="zh-CN"/>
              </w:rPr>
              <w:t>二（2）</w:t>
            </w:r>
          </w:p>
        </w:tc>
        <w:tc>
          <w:tcPr>
            <w:tcW w:w="1552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38</w:t>
            </w:r>
          </w:p>
        </w:tc>
        <w:tc>
          <w:tcPr>
            <w:tcW w:w="325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课时：</w:t>
            </w:r>
            <w:r>
              <w:rPr>
                <w:rFonts w:hint="eastAsia"/>
                <w:sz w:val="24"/>
                <w:lang w:val="en-US" w:eastAsia="zh-CN"/>
              </w:rPr>
              <w:t>1、2课时</w:t>
            </w:r>
          </w:p>
        </w:tc>
        <w:tc>
          <w:tcPr>
            <w:tcW w:w="2749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设计：顾彬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教学目标：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会认13个生字，会写9个生字。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正确、流利、有感情地朗读课文。</w:t>
            </w:r>
          </w:p>
          <w:p>
            <w:pPr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20" w:lineRule="exact"/>
              <w:ind w:left="120" w:leftChars="0" w:right="0" w:firstLine="0" w:firstLineChars="0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通过朗读、感悟，懂得应奉献爱心、乐于助人。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2、教学目标设计依据：</w:t>
            </w:r>
          </w:p>
          <w:p>
            <w:pPr>
              <w:pStyle w:val="3"/>
              <w:keepNext w:val="0"/>
              <w:keepLines w:val="0"/>
              <w:suppressLineNumbers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教材分析</w:t>
            </w:r>
            <w:r>
              <w:rPr>
                <w:rFonts w:hint="eastAsia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本课是一首儿童诗,作者以优美的语言向我们述说着拨动我们心弦的话。我们忍不住一遍又一遍地朗读,我们在心底里真诚地呼唤着雷锋叔叔,我们仿佛听见了小溪在说话、小路也在说话我们仿佛看见了在长长的小溪边、弯弯的小路上,哪里需要献出爱心,哪里就有雷锋精神的体现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lang w:val="en-US" w:eastAsia="zh-CN"/>
              </w:rPr>
              <w:t>学生分析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对于二年级的小朋友来说，“雷锋”两个字并不陌生，像之前学习的《吃水不忘挖井人》、《邓小平爷爷植树》等，都是描写了英雄的事迹。本文也是通过对雷锋的描写，告诉小朋友雷锋精神的伟大之处。对于二年级的小朋友来说“雷锋”十分的遥远，但日常生活中却处处充满着“雷锋精神”，让小朋友们从日常点滴慢慢理解“雷锋精神”并能够弘扬“雷锋精神”，因此教学时，要动之以情，晓之以理，从生活体验中让学生感知雷锋叔叔的伟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11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一、情境导入</w:t>
            </w:r>
          </w:p>
        </w:tc>
        <w:tc>
          <w:tcPr>
            <w:tcW w:w="3060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小朋友，大家喜欢听歌曲吗？（放歌曲《学习雷锋好榜样》）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学生说说为什么把雷锋当成学习的榜样？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教师板书：雷锋叔叔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教师介绍雷锋的生平。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雷锋叔叔已经牺牲了，可他永远和我们在一起，你能找到他吗？（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教师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出示课题）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　　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  <w:t>他离开我们已经很多年了，我们到哪里去寻找他呢？</w:t>
            </w: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eastAsia="宋体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板书：你在哪里</w:t>
            </w:r>
          </w:p>
        </w:tc>
        <w:tc>
          <w:tcPr>
            <w:tcW w:w="2111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小组讨论雷锋叔叔是榜样的原因。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认识生字“雷”、“峰”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学生畅谈对雷锋叔叔的认识。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齐读课文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生：雷锋叔叔是一位乐于助人的人。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生：我们每年都有学雷锋日。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生：我们要学习雷锋叔叔的雷锋精神。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生：“雷”是雨字头，我还知道其他雨字头的字：雪、雾……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生：“锋”是左右结构，左边是金字旁，我会组词锋利……</w:t>
            </w:r>
          </w:p>
        </w:tc>
      </w:tr>
    </w:tbl>
    <w:p>
      <w:pPr>
        <w:tabs>
          <w:tab w:val="left" w:pos="660"/>
        </w:tabs>
        <w:rPr>
          <w:rFonts w:hint="eastAsia"/>
        </w:rPr>
      </w:pPr>
    </w:p>
    <w:tbl>
      <w:tblPr>
        <w:tblStyle w:val="5"/>
        <w:tblW w:w="100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3274"/>
        <w:gridCol w:w="2486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27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48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5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 w:eastAsia="宋体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二、初读课文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三、学习课文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指导书写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27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1.自由读课文，想想文章写了关于雷锋叔叔的哪些事？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2.读准字音，读通句子。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3.教师找小朋友起来试读课文，并点评。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4.出示生词认读。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　曾路过这里泥泞脚窝年迈荆棘花瓣晶莹四处寻觅需要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　　　　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5.自由读、指名读、开火车读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1、学生再读课文，一边读一边感悟，文章从哪里开始寻找雷锋的足迹的。并找出相关的段落，多读几遍。 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分角色朗读，并思考从小溪和小路的话中你读懂了什么？ 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3、除了文中提到的这些，你觉得雷锋叔叔还会在哪些地方帮助别人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“锋”、“曾”韵母都是“eng”。“泞”“荆”“莹”韵母都是“ing”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2.冒、需、雷：上大下小，上宽小窄。 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迈、迷、迹：注意笔顺。先里头，后外头。注意迹的里面写法。 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滴、洒、泥、泞：都是三点水旁。注意滴右边的写法。注意洒右边是个西字。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8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自读课文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同桌互相读并相互点评。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找出容易读错的字词，同桌互相检查。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小组内部相互讨论雷锋的足迹。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用铅笔划出相关内容并展示交流。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思考雷锋会在哪些地方帮助别人。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学生辨别生字，掌握“锋”、“曾”等字的韵母。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学习“冒”上宽下窄，左右结构的字注意是左窄右宽还是左宽右窄。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Cs w:val="21"/>
                <w:lang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生1：帮助小孩子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生2：帮助年迈的大娘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生：读的时候要注意语气和停顿。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生：注意不要读错词。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生1：雷锋叔叔在小溪边帮助过别人。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生2：雷锋叔叔在路上背过大娘。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生3：我觉得雷锋叔叔还会在山坡上、田野里帮助别人……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生1：“冒”要注意，上宽下窄，而且上面是“曰”下面是“目”。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生2：注意“洒”和“酒”不要搞混淆。</w:t>
            </w:r>
          </w:p>
        </w:tc>
      </w:tr>
    </w:tbl>
    <w:p>
      <w:pPr>
        <w:rPr>
          <w:rFonts w:hint="eastAsia" w:ascii="黑体" w:eastAsia="黑体"/>
          <w:szCs w:val="21"/>
        </w:rPr>
      </w:pPr>
    </w:p>
    <w:tbl>
      <w:tblPr>
        <w:tblStyle w:val="5"/>
        <w:tblW w:w="102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276"/>
        <w:gridCol w:w="2857"/>
        <w:gridCol w:w="3053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207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2857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305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0" w:hRule="atLeast"/>
        </w:trPr>
        <w:tc>
          <w:tcPr>
            <w:tcW w:w="85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借助</w:t>
            </w: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插图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，交流引入</w:t>
            </w: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讲读结合，体会文章。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57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1.我们首先复习一下上节课所认识的几个生字。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2.谈一谈通过昨天回家熟读课文，你对雷锋叔叔又有了哪些新的认识？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齐读第二节。 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2.在小溪边找到了雷锋的足迹，他在干什么？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3.想一想假如你是这个孩子，你迷路了你的心情是怎么样的？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4.那么这个时候，有一位叔叔抱着你回家你是怎样想的？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5.同学们想一想，雷锋叔叔抱着孩子回家是不是一帆风顺的？他遇到了什么？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齐读第四节，雷锋叔叔在路上干嘛？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小朋友们，雷锋叔叔为什么要背着年迈的大娘？（什么是年迈？）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在大娘无助的时候，最需要帮助的时候，雷锋叔叔出现了，此刻大娘的心里会怎么想？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305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学生复习上节课认识的生字。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同桌相互谈谈对雷锋的认识。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学生讨论交流，并举手发言。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小组相互讨论并得出结果。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讨论得出：在小溪边雷锋的足迹是在帮助一个孩子，并且雷锋叔叔送孩子回家不是一帆风顺的。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学生自由发言。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同桌相互讨论，举手发言。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生1：雷锋叔叔是值得我们学习的榜样！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生2：雷锋精神就是帮助需要帮助的人。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生：雷锋叔叔在小溪边帮助迷路的孩子找到家。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生1：难过，害怕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生2：着急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生1：高兴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生2：感激他，是救我的英雄。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生1：暴风雨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生2：遇上敌人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生：……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生1：雷锋叔叔在路上帮助年迈的大娘。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生2：年迈是指年纪很老了，而且没有力气。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生3：因为大娘没有力气走路了，所以雷锋背着大娘走。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生：感动、感激。</w:t>
            </w:r>
          </w:p>
        </w:tc>
      </w:tr>
    </w:tbl>
    <w:p>
      <w:pPr>
        <w:tabs>
          <w:tab w:val="left" w:pos="660"/>
        </w:tabs>
        <w:rPr>
          <w:rFonts w:hint="eastAsia"/>
          <w:sz w:val="24"/>
          <w:szCs w:val="24"/>
        </w:rPr>
      </w:pPr>
    </w:p>
    <w:tbl>
      <w:tblPr>
        <w:tblStyle w:val="5"/>
        <w:tblW w:w="1019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284"/>
        <w:gridCol w:w="3118"/>
        <w:gridCol w:w="2751"/>
        <w:gridCol w:w="22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4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28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教学环节</w:t>
            </w:r>
          </w:p>
        </w:tc>
        <w:tc>
          <w:tcPr>
            <w:tcW w:w="3118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教师活动</w:t>
            </w:r>
          </w:p>
        </w:tc>
        <w:tc>
          <w:tcPr>
            <w:tcW w:w="275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学生活动</w:t>
            </w:r>
          </w:p>
        </w:tc>
        <w:tc>
          <w:tcPr>
            <w:tcW w:w="22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交流预设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7" w:hRule="atLeast"/>
        </w:trPr>
        <w:tc>
          <w:tcPr>
            <w:tcW w:w="844" w:type="dxa"/>
            <w:tcBorders>
              <w:top w:val="single" w:color="auto" w:sz="6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default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四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、总结交流，升华情感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五、</w:t>
            </w: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拓展延伸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9.小朋友们，你们觉得雷锋叔叔在背大娘回家时，会是一帆风顺的吗？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10.他会遇到哪些困难呢？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11.即使知道前方有困难，雷锋叔叔依然会去帮助别人，让我们带着由衷的的敬意来朗读这一段。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阅读第五节。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2、思考：我们四处寻觅，终于找到了雷锋，他正在（     ），他正在（     ），哪里需要爱心，（         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3、我们终于找到了雷锋的足迹，这里的足迹是什么意思？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4、教师总结：雷锋的足迹就是一种献出自己的爱心，乐于助人的精神。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5、通过学习这一课我们知道雷锋叔叔的奉献精神是伟大的，也是值得学习的，我们也要在生活中学习雷锋精神。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学唱歌曲《学习雷锋好榜样》。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在班内开展“争做小雷锋”“夸夸小雷锋”地活动。</w:t>
            </w:r>
          </w:p>
        </w:tc>
        <w:tc>
          <w:tcPr>
            <w:tcW w:w="2751" w:type="dxa"/>
            <w:tcBorders>
              <w:top w:val="single" w:color="auto" w:sz="6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eastAsia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小组讨论，由组长总结发言。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齐声朗读课文。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读第五节。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思考老师提出的问题，并小组讨论。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snapToGrid/>
                <w:kern w:val="0"/>
                <w:sz w:val="24"/>
                <w:szCs w:val="24"/>
                <w:lang w:val="en-US" w:eastAsia="zh-CN" w:bidi="ar"/>
              </w:rPr>
              <w:t>讨论“足迹”是什么意思，并举手发言。</w:t>
            </w:r>
          </w:p>
        </w:tc>
        <w:tc>
          <w:tcPr>
            <w:tcW w:w="2201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生：不会一帆风顺。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生：可能遇上雨雪天气。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生：有可能大娘也老了，不记得回家的路了。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生1：雷锋叔叔正在泥泞的小路上抱着迷路的孩子回家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生2：雷锋叔叔正在长满荆棘的路上背着大娘回家。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生3：哪里需要爱心，雷锋叔叔就出现在哪里。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生：足迹表示雷锋叔叔做过的好事，帮助过别人的事。</w:t>
            </w: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right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napToGrid/>
                <w:kern w:val="0"/>
                <w:sz w:val="24"/>
                <w:szCs w:val="24"/>
                <w:lang w:val="en-US" w:eastAsia="zh-CN" w:bidi="ar"/>
              </w:rPr>
              <w:t>生：雷锋叔叔是一位伟大的英雄，我们要以他为榜样。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10198" w:type="dxa"/>
            <w:gridSpan w:val="5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板书设计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780" w:firstLineChars="18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雷锋叔叔，你在哪里 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990" w:firstLineChars="19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小溪       小路 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 w:firstLine="3570" w:firstLineChars="17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迷路的孩子      年迈的大娘 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                        哪里需要帮助、哪里需要爱心雷锋叔叔就出现在那里</w:t>
            </w:r>
          </w:p>
          <w:p>
            <w:pPr>
              <w:keepNext w:val="0"/>
              <w:keepLines w:val="0"/>
              <w:suppressLineNumbers w:val="0"/>
              <w:tabs>
                <w:tab w:val="left" w:pos="660"/>
              </w:tabs>
              <w:spacing w:before="0" w:beforeAutospacing="0" w:after="0" w:afterAutospacing="0"/>
              <w:ind w:left="0" w:right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A8D61D"/>
    <w:multiLevelType w:val="singleLevel"/>
    <w:tmpl w:val="80A8D61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5D6044"/>
    <w:multiLevelType w:val="singleLevel"/>
    <w:tmpl w:val="AD5D604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leftChars="0" w:firstLine="0" w:firstLineChars="0"/>
      </w:pPr>
    </w:lvl>
  </w:abstractNum>
  <w:abstractNum w:abstractNumId="2">
    <w:nsid w:val="B6CEEA7F"/>
    <w:multiLevelType w:val="singleLevel"/>
    <w:tmpl w:val="B6CEEA7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BC1C4243"/>
    <w:multiLevelType w:val="singleLevel"/>
    <w:tmpl w:val="BC1C42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1141F8C"/>
    <w:multiLevelType w:val="singleLevel"/>
    <w:tmpl w:val="F1141F8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F16FCE90"/>
    <w:multiLevelType w:val="singleLevel"/>
    <w:tmpl w:val="F16FCE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057C031"/>
    <w:multiLevelType w:val="singleLevel"/>
    <w:tmpl w:val="1057C03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1BDBBA34"/>
    <w:multiLevelType w:val="singleLevel"/>
    <w:tmpl w:val="1BDBBA34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62166542"/>
    <w:multiLevelType w:val="singleLevel"/>
    <w:tmpl w:val="621665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4806052"/>
    <w:multiLevelType w:val="singleLevel"/>
    <w:tmpl w:val="64806052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C22FB"/>
    <w:rsid w:val="00F61F46"/>
    <w:rsid w:val="02AD1412"/>
    <w:rsid w:val="033129C6"/>
    <w:rsid w:val="05EC22FB"/>
    <w:rsid w:val="0619741D"/>
    <w:rsid w:val="06B41493"/>
    <w:rsid w:val="07A54200"/>
    <w:rsid w:val="07AD5E6F"/>
    <w:rsid w:val="08221C99"/>
    <w:rsid w:val="0A5D5C85"/>
    <w:rsid w:val="0A8100D9"/>
    <w:rsid w:val="0B6D3842"/>
    <w:rsid w:val="0BFC4E40"/>
    <w:rsid w:val="0C442187"/>
    <w:rsid w:val="0CB35665"/>
    <w:rsid w:val="0DA5778F"/>
    <w:rsid w:val="0ED549CD"/>
    <w:rsid w:val="0F34456A"/>
    <w:rsid w:val="10BF2FC3"/>
    <w:rsid w:val="113501D6"/>
    <w:rsid w:val="12760C85"/>
    <w:rsid w:val="13753DF6"/>
    <w:rsid w:val="13912DF5"/>
    <w:rsid w:val="13E84FE9"/>
    <w:rsid w:val="140739DC"/>
    <w:rsid w:val="1494169A"/>
    <w:rsid w:val="15D14C98"/>
    <w:rsid w:val="16FE1DAA"/>
    <w:rsid w:val="18EA3081"/>
    <w:rsid w:val="199B4214"/>
    <w:rsid w:val="19DB3002"/>
    <w:rsid w:val="1C097394"/>
    <w:rsid w:val="1CD3293A"/>
    <w:rsid w:val="1E7F591A"/>
    <w:rsid w:val="1EEB4568"/>
    <w:rsid w:val="1F43251E"/>
    <w:rsid w:val="20CB7F6A"/>
    <w:rsid w:val="22A769BF"/>
    <w:rsid w:val="23772D2F"/>
    <w:rsid w:val="23C14FEA"/>
    <w:rsid w:val="24B26269"/>
    <w:rsid w:val="24EA3521"/>
    <w:rsid w:val="25014BD0"/>
    <w:rsid w:val="2535614D"/>
    <w:rsid w:val="273650B6"/>
    <w:rsid w:val="2772600E"/>
    <w:rsid w:val="28A7558A"/>
    <w:rsid w:val="2A5B60A8"/>
    <w:rsid w:val="2AF236B6"/>
    <w:rsid w:val="2B504DCC"/>
    <w:rsid w:val="2BBF092F"/>
    <w:rsid w:val="2D2F2689"/>
    <w:rsid w:val="2E6C4077"/>
    <w:rsid w:val="2ED11EBB"/>
    <w:rsid w:val="331B11E0"/>
    <w:rsid w:val="333D1E12"/>
    <w:rsid w:val="33D12BC4"/>
    <w:rsid w:val="34013F3B"/>
    <w:rsid w:val="344D0371"/>
    <w:rsid w:val="35251DDA"/>
    <w:rsid w:val="356E0321"/>
    <w:rsid w:val="35B11342"/>
    <w:rsid w:val="36123622"/>
    <w:rsid w:val="37590F1D"/>
    <w:rsid w:val="376565EE"/>
    <w:rsid w:val="378E6891"/>
    <w:rsid w:val="37B671AD"/>
    <w:rsid w:val="38D271B1"/>
    <w:rsid w:val="3A2D0D9A"/>
    <w:rsid w:val="3AE12312"/>
    <w:rsid w:val="3AEA184B"/>
    <w:rsid w:val="3B205F46"/>
    <w:rsid w:val="3BFD1D2E"/>
    <w:rsid w:val="3EB62AAD"/>
    <w:rsid w:val="41A76B5F"/>
    <w:rsid w:val="42B53302"/>
    <w:rsid w:val="43FA0F14"/>
    <w:rsid w:val="445D54AD"/>
    <w:rsid w:val="44AD66D3"/>
    <w:rsid w:val="450B1A0A"/>
    <w:rsid w:val="46780CE2"/>
    <w:rsid w:val="46A20856"/>
    <w:rsid w:val="477F2990"/>
    <w:rsid w:val="4867414B"/>
    <w:rsid w:val="48962807"/>
    <w:rsid w:val="48D1697E"/>
    <w:rsid w:val="48F00799"/>
    <w:rsid w:val="49593772"/>
    <w:rsid w:val="49EC1D2B"/>
    <w:rsid w:val="4A111A9C"/>
    <w:rsid w:val="4A3478CB"/>
    <w:rsid w:val="4B603A52"/>
    <w:rsid w:val="4DC95670"/>
    <w:rsid w:val="4E7B6084"/>
    <w:rsid w:val="4EE12310"/>
    <w:rsid w:val="4EED0E1F"/>
    <w:rsid w:val="4F6E3A41"/>
    <w:rsid w:val="4F93326B"/>
    <w:rsid w:val="4FA41E6A"/>
    <w:rsid w:val="507A299F"/>
    <w:rsid w:val="50AE1E3F"/>
    <w:rsid w:val="50EC411B"/>
    <w:rsid w:val="5353275F"/>
    <w:rsid w:val="552D6041"/>
    <w:rsid w:val="55455E9D"/>
    <w:rsid w:val="559F5833"/>
    <w:rsid w:val="55AF5226"/>
    <w:rsid w:val="56F71E31"/>
    <w:rsid w:val="57283617"/>
    <w:rsid w:val="58362668"/>
    <w:rsid w:val="584B49A6"/>
    <w:rsid w:val="58781FAD"/>
    <w:rsid w:val="587902AE"/>
    <w:rsid w:val="5C7902DE"/>
    <w:rsid w:val="5D4F3D2E"/>
    <w:rsid w:val="5DAF5DD2"/>
    <w:rsid w:val="5E325DC6"/>
    <w:rsid w:val="5E651D8F"/>
    <w:rsid w:val="5F3E4DD6"/>
    <w:rsid w:val="6096648F"/>
    <w:rsid w:val="60DF46F7"/>
    <w:rsid w:val="6108674F"/>
    <w:rsid w:val="62D23E6D"/>
    <w:rsid w:val="639329A7"/>
    <w:rsid w:val="63B26D02"/>
    <w:rsid w:val="641B3B97"/>
    <w:rsid w:val="642C4A30"/>
    <w:rsid w:val="646E2AB0"/>
    <w:rsid w:val="670174B9"/>
    <w:rsid w:val="67496DA6"/>
    <w:rsid w:val="692649D6"/>
    <w:rsid w:val="6C335036"/>
    <w:rsid w:val="6C4C144A"/>
    <w:rsid w:val="6CA77DAA"/>
    <w:rsid w:val="6CAF4D50"/>
    <w:rsid w:val="6CF226B5"/>
    <w:rsid w:val="6D535020"/>
    <w:rsid w:val="701C6EC5"/>
    <w:rsid w:val="703F65CD"/>
    <w:rsid w:val="70675322"/>
    <w:rsid w:val="712A1B8C"/>
    <w:rsid w:val="716F2309"/>
    <w:rsid w:val="7259492E"/>
    <w:rsid w:val="746C5770"/>
    <w:rsid w:val="74731D72"/>
    <w:rsid w:val="749B23E5"/>
    <w:rsid w:val="75307440"/>
    <w:rsid w:val="774813D9"/>
    <w:rsid w:val="7955221D"/>
    <w:rsid w:val="79F67D4D"/>
    <w:rsid w:val="7C625123"/>
    <w:rsid w:val="7D086BE0"/>
    <w:rsid w:val="7E0C20B9"/>
    <w:rsid w:val="7E587335"/>
    <w:rsid w:val="7F6A556C"/>
    <w:rsid w:val="7FCB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ne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1</Lines>
  <Paragraphs>1</Paragraphs>
  <TotalTime>55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2018-08-29T08:52:00Z</dcterms:created>
  <dc:creator>周泽天妈妈</dc:creator>
  <cp:lastModifiedBy>Administrator</cp:lastModifiedBy>
  <cp:lastPrinted>2018-09-18T07:04:00Z</cp:lastPrinted>
  <dcterms:modified xsi:type="dcterms:W3CDTF">2020-03-09T06:27:39Z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  <property fmtid="{D5CDD505-2E9C-101B-9397-08002B2CF9AE}" pid="3" name="KSORubyTemplateID" linkTarget="0">
    <vt:lpwstr>6</vt:lpwstr>
  </property>
</Properties>
</file>