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第  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5.雷锋叔叔，你在哪里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val="en-US" w:eastAsia="zh-CN"/>
              </w:rPr>
              <w:t>二（ 9 ）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 xml:space="preserve"> 2 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设计：刘璐璐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会认13个生字，会写9个生字。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正确、流利、有感情地朗读课文。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通过朗读、感悟，懂得应奉献爱心、乐于助人。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2、教学目标设计依据：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学生分析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firstLine="48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读完这首诗，学生会明白，人们寻找雷锋、呼唤雷锋，其实就是寻找雷锋精神，就是号召我们要向雷锋同志学习。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小朋友，大家喜欢听歌曲吗？（放歌曲《学习雷锋好榜样》）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学生说说为什么把雷锋当成学习的榜样？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教师板书：雷锋叔叔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教师介绍雷锋的生平。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雷锋叔叔已经牺牲了，可他永远和我们在一起，你能找到他吗？（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出示课题）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　　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他离开我们已经很多年了，我们到哪里去寻找他呢？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板书：你在哪里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小组讨论雷锋叔叔是榜样的原因。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认识生字“雷”、“峰”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学生畅谈对雷锋叔叔的认识。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齐读课文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说说为什么把雷锋当成学习的榜样？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生1：因为雷锋叔叔做好事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生2：因为雷锋叔叔把帮助别人当成是快乐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他离开我们已经很多年了，我们到哪里去寻找他呢？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生1:长长的小溪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生2：弯弯的小路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生3：迷路的孩子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生4：年迈的大娘</w:t>
            </w:r>
          </w:p>
        </w:tc>
      </w:tr>
    </w:tbl>
    <w:p>
      <w:pPr>
        <w:tabs>
          <w:tab w:val="left" w:pos="660"/>
        </w:tabs>
        <w:rPr>
          <w:rFonts w:hint="eastAsia"/>
        </w:rPr>
      </w:pPr>
    </w:p>
    <w:tbl>
      <w:tblPr>
        <w:tblStyle w:val="5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274"/>
        <w:gridCol w:w="2486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5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二、初读课文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三、学习课文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指导书写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1.自由读课文，想想文章写了关于雷锋叔叔的哪些事？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2.读准字音，读通句子。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3.教师找小朋友起来试读课文，并点评。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4.出示生词认读。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曾路过这里泥泞脚窝年迈荆棘花瓣晶莹四处寻觅需要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　　　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5.自由读、指名读、开火车读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1、学生再读课文，一边读一边感悟，文章从哪里开始寻找雷锋的足迹的。并找出相关的段落，多读几遍。 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分角色朗读，并思考从小溪和小路的话中你读懂了什么？ 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3、除了文中提到的这些，你觉得雷锋叔叔还会在哪些地方帮助别人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“锋”、“曾”韵母都是“eng”。“泞”“荆”“莹”韵母都是“ing”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2.冒、需、雷：上大下小，上宽小窄。 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迈、迷、迹：注意笔顺。先里头，后外头。注意迹的里面写法。 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滴、洒、泥、泞：都是三点水旁。注意滴右边的写法。注意洒右边是个西字。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自读课文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同桌互相读并相互点评。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找出容易读错的字词，同桌互相检查。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小组内部相互讨论雷锋的足迹。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用铅笔划出相关内容并展示交流。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思考雷锋会在哪些地方帮助别人。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学生辨别生字，掌握“锋”、“曾”等字的韵母。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学习“冒”上宽下窄，左右结构的字注意是左窄右宽还是左宽右窄。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师：自由读课文，想想文章写了关于雷锋叔叔的哪些事？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生：讲述了雷锋叔叔冒细雨送小孩、踏荆棘背大娘的故事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沿着长长的小溪，寻找雷锋的足迹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师：分角色朗读，并思考从小溪和小路的话中你读懂了什么？ 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生：说明雷锋叔叔在送孩子时遇到的困难。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/>
          <w:szCs w:val="21"/>
        </w:rPr>
      </w:pPr>
    </w:p>
    <w:tbl>
      <w:tblPr>
        <w:tblStyle w:val="5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6"/>
        <w:gridCol w:w="2857"/>
        <w:gridCol w:w="3053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0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借助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插图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，交流引入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讲读结合，体会文章。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1.我们首先复习一下上节课所认识的几个生字。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2.谈一谈通过昨天回家熟读课文，你对雷锋叔叔又有了哪些新的认识？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齐读第二节。 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2.在小溪边找到了雷锋的足迹，他在干什么？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3.想一想假如你是这个孩子，你迷路了你的心情是怎么样的？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4.那么这个时候，有一位叔叔抱着你回家你是怎样想的？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5.同学们想一想，雷锋叔叔抱着孩子回家是不是一帆风顺的？他遇到了什么？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齐读第四节，雷锋叔叔在路上干嘛？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小朋友们，雷锋叔叔为什么要背着年迈的大娘？（什么是年迈？）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在大娘无助的时候，最需要帮助的时候，雷锋叔叔出现了，此刻大娘的心里会怎么想？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学生复习上节课认识的生字。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同桌相互谈谈对雷锋的认识。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学生讨论交流，并举手发言。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小组相互讨论并得出结果。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讨论得出：在小溪边雷锋的足迹是在帮助一个孩子，并且雷锋叔叔送孩子回家不是一帆风顺的。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学生自由发言。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师：在小溪边找到了雷锋的足迹，他在干什么？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生1：在送迷路的孩子回家。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生2：而且是冒着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师：那么这个时候，有一位叔叔抱着你回家你是怎样想的？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生1：我会很感动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生2：我会敬佩他，想要向他学习助人为乐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师：小朋友们，雷锋叔叔为什么要背着年迈的大娘？（什么是年迈？）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生1：因为路上弯弯曲曲，都是荆棘，大娘年纪大了，不方便行走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生2：年迈就是年纪大了的意思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师：在大娘无助的时候，最需要帮助的时候，雷锋叔叔出现了，此刻大娘的心里会怎么想？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生：大娘会很感动</w:t>
            </w: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5"/>
        <w:tblW w:w="101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84"/>
        <w:gridCol w:w="3118"/>
        <w:gridCol w:w="2751"/>
        <w:gridCol w:w="22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7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、总结交流，升华情感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拓展延伸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9.小朋友们，你们觉得雷锋叔叔在背大娘回家时，会是一帆风顺的吗？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10.他会遇到哪些困难呢？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11.即使知道前方有困难，雷锋叔叔依然会去帮助别人，让我们带着由衷的的敬意来朗读这一段。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阅读第五节。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2、思考：我们四处寻觅，终于找到了雷锋，他正在（     ），他正在（     ），哪里需要爱心，（         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3、我们终于找到了雷锋的足迹，这里的足迹是什么意思？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4、教师总结：雷锋的足迹就是一种献出自己的爱心，乐于助人的精神。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5、通过学习这一课我们知道雷锋叔叔的奉献精神是伟大的，也是值得学习的，我们也要在生活中学习雷锋精神。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学唱歌曲《学习雷锋好榜样》。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小组讨论，由组长总结发言。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齐声朗读课文。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读第五节。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思考老师提出的问题，并小组讨论。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师：小朋友们，你们觉得雷锋叔叔在背大娘回家时，会是一帆风顺的吗？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他会遇到哪些困难呢？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生1：不会一帆风顺，会遇到困难。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生2：要走很长的路，还下着小雨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生3：路上的荆棘会划破脚和衣服。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师：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我们终于找到了雷锋的足迹，这里的足迹是什么意思？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生1：哪里需要帮助，就献出自己的爱心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生2：我们身边像雷锋叔叔一样乐于助人的人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19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板书设计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780" w:firstLineChars="18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雷锋叔叔，你在哪里 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990" w:firstLineChars="19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小溪       小路 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570" w:firstLineChars="17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迷路的孩子      年迈的大娘 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                        哪里需要帮助、哪里需要爱心雷锋叔叔就出现在那里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D61D"/>
    <w:multiLevelType w:val="singleLevel"/>
    <w:tmpl w:val="80A8D6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D6044"/>
    <w:multiLevelType w:val="singleLevel"/>
    <w:tmpl w:val="AD5D604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2">
    <w:nsid w:val="B6CEEA7F"/>
    <w:multiLevelType w:val="singleLevel"/>
    <w:tmpl w:val="B6CEEA7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C1C4243"/>
    <w:multiLevelType w:val="singleLevel"/>
    <w:tmpl w:val="BC1C42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1141F8C"/>
    <w:multiLevelType w:val="singleLevel"/>
    <w:tmpl w:val="F1141F8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16FCE90"/>
    <w:multiLevelType w:val="singleLevel"/>
    <w:tmpl w:val="F16FCE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057C031"/>
    <w:multiLevelType w:val="singleLevel"/>
    <w:tmpl w:val="1057C0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BDBBA34"/>
    <w:multiLevelType w:val="singleLevel"/>
    <w:tmpl w:val="1BDBBA34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2166542"/>
    <w:multiLevelType w:val="singleLevel"/>
    <w:tmpl w:val="621665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806052"/>
    <w:multiLevelType w:val="singleLevel"/>
    <w:tmpl w:val="6480605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9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C22FB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88F2AC2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12D439E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2018-08-29T08:52:00Z</dcterms:created>
  <dc:creator>周泽天妈妈</dc:creator>
  <cp:lastModifiedBy>lll</cp:lastModifiedBy>
  <cp:lastPrinted>2018-09-18T07:04:00Z</cp:lastPrinted>
  <dcterms:modified xsi:type="dcterms:W3CDTF">2020-03-10T08:42:52Z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KSORubyTemplateID" linkTarget="0">
    <vt:lpwstr>6</vt:lpwstr>
  </property>
</Properties>
</file>