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29" w:rsidRDefault="00D736B1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Style w:val="a5"/>
        <w:tblW w:w="10008" w:type="dxa"/>
        <w:tblLayout w:type="fixed"/>
        <w:tblLook w:val="04A0"/>
      </w:tblPr>
      <w:tblGrid>
        <w:gridCol w:w="825"/>
        <w:gridCol w:w="1263"/>
        <w:gridCol w:w="360"/>
        <w:gridCol w:w="1552"/>
        <w:gridCol w:w="1148"/>
        <w:gridCol w:w="2111"/>
        <w:gridCol w:w="2749"/>
      </w:tblGrid>
      <w:tr w:rsidR="000B7629">
        <w:trPr>
          <w:trHeight w:val="316"/>
        </w:trPr>
        <w:tc>
          <w:tcPr>
            <w:tcW w:w="244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629" w:rsidRDefault="00174D0E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第四</w:t>
            </w:r>
            <w:r w:rsidR="00D736B1">
              <w:rPr>
                <w:rFonts w:hint="eastAsia"/>
                <w:sz w:val="24"/>
              </w:rPr>
              <w:t>册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629" w:rsidRDefault="00D736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629" w:rsidRDefault="00D736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雷锋叔叔，你在哪里</w:t>
            </w:r>
          </w:p>
        </w:tc>
        <w:tc>
          <w:tcPr>
            <w:tcW w:w="27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629" w:rsidRDefault="00D736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sz w:val="24"/>
              </w:rPr>
              <w:t xml:space="preserve"> </w:t>
            </w:r>
            <w:r w:rsidR="00174D0E"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174D0E">
              <w:rPr>
                <w:rFonts w:hint="eastAsia"/>
                <w:sz w:val="24"/>
              </w:rPr>
              <w:t>18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B7629">
        <w:trPr>
          <w:trHeight w:val="316"/>
        </w:trPr>
        <w:tc>
          <w:tcPr>
            <w:tcW w:w="24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629" w:rsidRDefault="00D736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班级：二（</w:t>
            </w:r>
            <w:r w:rsidR="00174D0E">
              <w:rPr>
                <w:rFonts w:hint="eastAsia"/>
                <w:sz w:val="24"/>
              </w:rPr>
              <w:t xml:space="preserve"> 4</w:t>
            </w:r>
            <w:r>
              <w:rPr>
                <w:rFonts w:hint="eastAsia"/>
                <w:sz w:val="24"/>
              </w:rPr>
              <w:t>）</w:t>
            </w:r>
            <w:r w:rsidR="00174D0E">
              <w:rPr>
                <w:rFonts w:hint="eastAsia"/>
                <w:sz w:val="24"/>
              </w:rPr>
              <w:t xml:space="preserve">  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7629" w:rsidRDefault="00D736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</w:rPr>
              <w:t>4</w:t>
            </w:r>
            <w:r w:rsidR="00174D0E">
              <w:rPr>
                <w:rFonts w:hint="eastAsia"/>
                <w:sz w:val="24"/>
              </w:rPr>
              <w:t>7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7629" w:rsidRDefault="00D736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 xml:space="preserve">  </w:t>
            </w:r>
            <w:r w:rsidR="00174D0E">
              <w:rPr>
                <w:rFonts w:hint="eastAsia"/>
                <w:sz w:val="24"/>
              </w:rPr>
              <w:t>2</w:t>
            </w:r>
          </w:p>
        </w:tc>
        <w:tc>
          <w:tcPr>
            <w:tcW w:w="27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629" w:rsidRDefault="00174D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</w:t>
            </w:r>
            <w:r w:rsidR="00D736B1">
              <w:rPr>
                <w:rFonts w:hint="eastAsia"/>
                <w:sz w:val="24"/>
              </w:rPr>
              <w:t>：</w:t>
            </w:r>
            <w:r w:rsidR="00D736B1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陆艳林</w:t>
            </w:r>
          </w:p>
        </w:tc>
      </w:tr>
      <w:tr w:rsidR="000B7629">
        <w:trPr>
          <w:trHeight w:val="2520"/>
        </w:trPr>
        <w:tc>
          <w:tcPr>
            <w:tcW w:w="10008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629" w:rsidRDefault="00D736B1">
            <w:pPr>
              <w:numPr>
                <w:ilvl w:val="0"/>
                <w:numId w:val="1"/>
              </w:numPr>
              <w:spacing w:line="32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教学目标：</w:t>
            </w:r>
          </w:p>
          <w:p w:rsidR="000B7629" w:rsidRDefault="00D736B1">
            <w:pPr>
              <w:numPr>
                <w:ilvl w:val="0"/>
                <w:numId w:val="2"/>
              </w:numPr>
              <w:spacing w:line="32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会认</w:t>
            </w:r>
            <w:r>
              <w:rPr>
                <w:rFonts w:hint="eastAsia"/>
                <w:bCs/>
                <w:sz w:val="24"/>
              </w:rPr>
              <w:t>13</w:t>
            </w:r>
            <w:r>
              <w:rPr>
                <w:rFonts w:hint="eastAsia"/>
                <w:bCs/>
                <w:sz w:val="24"/>
              </w:rPr>
              <w:t>个生字，会写</w:t>
            </w:r>
            <w:r>
              <w:rPr>
                <w:rFonts w:hint="eastAsia"/>
                <w:bCs/>
                <w:sz w:val="24"/>
              </w:rPr>
              <w:t>9</w:t>
            </w:r>
            <w:r>
              <w:rPr>
                <w:rFonts w:hint="eastAsia"/>
                <w:bCs/>
                <w:sz w:val="24"/>
              </w:rPr>
              <w:t>个生字。</w:t>
            </w:r>
          </w:p>
          <w:p w:rsidR="000B7629" w:rsidRDefault="00D736B1">
            <w:pPr>
              <w:numPr>
                <w:ilvl w:val="0"/>
                <w:numId w:val="2"/>
              </w:numPr>
              <w:spacing w:line="32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正确、流利、有感情地朗读课文。</w:t>
            </w:r>
          </w:p>
          <w:p w:rsidR="000B7629" w:rsidRDefault="00D736B1">
            <w:pPr>
              <w:numPr>
                <w:ilvl w:val="0"/>
                <w:numId w:val="2"/>
              </w:numPr>
              <w:spacing w:line="32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通过朗读、感悟，懂得应奉献爱心、乐于助人。</w:t>
            </w:r>
          </w:p>
          <w:p w:rsidR="000B7629" w:rsidRDefault="00D736B1">
            <w:pPr>
              <w:spacing w:line="32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>
              <w:rPr>
                <w:rFonts w:hint="eastAsia"/>
                <w:b/>
                <w:sz w:val="28"/>
                <w:szCs w:val="28"/>
              </w:rPr>
              <w:t>、教学目标设计依据：</w:t>
            </w:r>
          </w:p>
          <w:p w:rsidR="000B7629" w:rsidRDefault="00D736B1">
            <w:pPr>
              <w:pStyle w:val="a4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>
              <w:rPr>
                <w:rFonts w:hint="eastAsia"/>
                <w:b/>
                <w:bCs/>
              </w:rPr>
              <w:t>教材分析</w:t>
            </w:r>
            <w:r>
              <w:rPr>
                <w:rFonts w:hint="eastAsia"/>
              </w:rPr>
              <w:t>：</w:t>
            </w:r>
          </w:p>
          <w:p w:rsidR="000B7629" w:rsidRDefault="00D736B1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本课是一首儿童诗,作者以优美的语言向我们述说着拨动我们心弦的话。我们忍不住一遍又一遍地朗读,我们在心底里真诚地呼唤着雷锋叔叔,我们仿佛听见了小溪在说话、小路也在说话我们仿佛看见了在长长的小溪边、弯弯的小路上,哪里需要献出爱心,哪里就有雷锋精神的体现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0B7629" w:rsidRDefault="00D736B1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学生分析</w:t>
            </w:r>
            <w:r>
              <w:rPr>
                <w:rFonts w:hint="eastAsia"/>
                <w:kern w:val="0"/>
                <w:sz w:val="24"/>
              </w:rPr>
              <w:t>：</w:t>
            </w:r>
          </w:p>
          <w:p w:rsidR="000B7629" w:rsidRPr="00174D0E" w:rsidRDefault="00D736B1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174D0E" w:rsidRPr="00174D0E">
              <w:rPr>
                <w:rFonts w:ascii="宋体" w:hAnsi="宋体" w:cs="宋体"/>
                <w:kern w:val="0"/>
                <w:sz w:val="24"/>
              </w:rPr>
              <w:t>读完这首诗，学生会明白人们寻找雷锋，呼唤雷锋，其实就是寻找雷锋精神，就是号召我们都要向雷锋同志学习</w:t>
            </w:r>
            <w:r w:rsidRPr="00174D0E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174D0E">
              <w:rPr>
                <w:rFonts w:ascii="宋体" w:hAnsi="宋体" w:cs="宋体" w:hint="eastAsia"/>
                <w:kern w:val="0"/>
                <w:sz w:val="24"/>
              </w:rPr>
              <w:t>。</w:t>
            </w:r>
            <w:r w:rsidR="00174D0E">
              <w:rPr>
                <w:rFonts w:hint="eastAsia"/>
                <w:sz w:val="24"/>
              </w:rPr>
              <w:t>对于二年级的小朋友来说，“雷锋”两个字并不陌生，像之前学习的《吃水不忘挖井人》、《邓小平爷爷植树》等，都是描写了英雄的事迹。本文也是通过对雷锋的描写，告诉小朋友雷锋精神的伟大之处。对于二年级的小朋友来说“雷锋”十分的遥远，但日常生活中却处处充满着“雷锋精神”，让小朋友们从日常点滴慢慢理解“雷锋精神”并能够弘扬“雷锋精神”，因此教学时，要动之以情，晓之以理，从生活体验中让学生感知雷锋叔叔的伟大。</w:t>
            </w:r>
          </w:p>
          <w:p w:rsidR="000B7629" w:rsidRDefault="000B7629">
            <w:pPr>
              <w:rPr>
                <w:sz w:val="24"/>
              </w:rPr>
            </w:pPr>
          </w:p>
        </w:tc>
      </w:tr>
      <w:tr w:rsidR="000B7629">
        <w:trPr>
          <w:trHeight w:val="316"/>
        </w:trPr>
        <w:tc>
          <w:tcPr>
            <w:tcW w:w="10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 w:rsidR="000B7629">
        <w:trPr>
          <w:trHeight w:val="316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0B7629" w:rsidRPr="00174D0E">
        <w:trPr>
          <w:trHeight w:val="1330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B7629" w:rsidRDefault="00D736B1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一、情境导入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B7629" w:rsidRDefault="00D736B1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1.小朋友，大家喜欢听歌曲吗？（放歌曲《学习雷锋好榜样》）</w:t>
            </w:r>
            <w:r>
              <w:rPr>
                <w:rFonts w:asciiTheme="minorEastAsia" w:hAnsiTheme="minorEastAsia" w:hint="eastAsia"/>
                <w:sz w:val="24"/>
              </w:rPr>
              <w:br/>
            </w:r>
          </w:p>
          <w:p w:rsidR="000B7629" w:rsidRDefault="000B7629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0B7629" w:rsidRDefault="00D736B1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2.学生说说为什么把雷锋当成学习的榜样？</w:t>
            </w:r>
            <w:r>
              <w:rPr>
                <w:rFonts w:asciiTheme="minorEastAsia" w:hAnsiTheme="minorEastAsia" w:hint="eastAsia"/>
                <w:sz w:val="24"/>
              </w:rPr>
              <w:br/>
            </w:r>
          </w:p>
          <w:p w:rsidR="000B7629" w:rsidRDefault="00D736B1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教师板书：雷锋叔叔</w:t>
            </w:r>
          </w:p>
          <w:p w:rsidR="000B7629" w:rsidRDefault="00D736B1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教师介绍雷锋的生平。</w:t>
            </w:r>
          </w:p>
          <w:p w:rsidR="000B7629" w:rsidRDefault="000B7629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0B7629" w:rsidRDefault="00D736B1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3.雷锋叔叔已经牺牲了，可他永远和我们在一起，你能找到他吗？（教师出示课题）</w:t>
            </w:r>
            <w:r>
              <w:rPr>
                <w:rFonts w:asciiTheme="minorEastAsia" w:hAnsiTheme="minorEastAsia" w:hint="eastAsia"/>
                <w:sz w:val="24"/>
              </w:rPr>
              <w:br/>
              <w:t xml:space="preserve">　　</w:t>
            </w:r>
          </w:p>
          <w:p w:rsidR="000B7629" w:rsidRDefault="00D736B1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4.他离开我们已经很多年了，我们到哪里去寻找他呢？</w:t>
            </w:r>
          </w:p>
          <w:p w:rsidR="000B7629" w:rsidRDefault="000B7629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0B7629" w:rsidRDefault="00D736B1">
            <w:pPr>
              <w:pStyle w:val="a6"/>
              <w:ind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板书：你在哪里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:rsidR="000B7629" w:rsidRDefault="00D736B1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小组讨论雷锋叔叔是榜样的原因。</w:t>
            </w: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D736B1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认识生字“雷”、“峰”</w:t>
            </w: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D736B1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学生畅谈对雷锋叔叔的认识。</w:t>
            </w: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D736B1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齐读课文</w:t>
            </w: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  <w:p w:rsidR="000B7629" w:rsidRDefault="000B7629">
            <w:pPr>
              <w:jc w:val="left"/>
              <w:rPr>
                <w:sz w:val="24"/>
              </w:rPr>
            </w:pP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B7629" w:rsidRPr="00174D0E" w:rsidRDefault="00174D0E" w:rsidP="00174D0E">
            <w:pPr>
              <w:pStyle w:val="a6"/>
              <w:ind w:firstLineChars="0" w:firstLine="0"/>
              <w:rPr>
                <w:rFonts w:asciiTheme="minorEastAsia" w:hAnsiTheme="minorEastAsia" w:hint="eastAsia"/>
                <w:sz w:val="24"/>
              </w:rPr>
            </w:pPr>
            <w:r w:rsidRPr="00174D0E">
              <w:rPr>
                <w:rFonts w:asciiTheme="minorEastAsia" w:hAnsiTheme="minorEastAsia" w:hint="eastAsia"/>
                <w:sz w:val="24"/>
              </w:rPr>
              <w:lastRenderedPageBreak/>
              <w:t>生1；</w:t>
            </w:r>
            <w:r w:rsidRPr="00174D0E">
              <w:rPr>
                <w:rFonts w:asciiTheme="minorEastAsia" w:hAnsiTheme="minorEastAsia"/>
                <w:sz w:val="24"/>
              </w:rPr>
              <w:t>雷锋叔叔是一名解放军战士，他为人民做了许多好事，当时流传着这样一句话，雷锋出差一千里，好事做了一火车</w:t>
            </w:r>
            <w:r w:rsidRPr="00174D0E">
              <w:rPr>
                <w:rFonts w:asciiTheme="minorEastAsia" w:hAnsiTheme="minorEastAsia" w:hint="eastAsia"/>
                <w:sz w:val="24"/>
              </w:rPr>
              <w:t>。</w:t>
            </w:r>
          </w:p>
          <w:p w:rsidR="00174D0E" w:rsidRPr="00174D0E" w:rsidRDefault="00174D0E" w:rsidP="00174D0E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 w:rsidRPr="00174D0E">
              <w:rPr>
                <w:rFonts w:asciiTheme="minorEastAsia" w:hAnsiTheme="minorEastAsia" w:hint="eastAsia"/>
                <w:sz w:val="24"/>
              </w:rPr>
              <w:t>生：我们要学习雷锋叔叔的雷锋精神。</w:t>
            </w:r>
          </w:p>
          <w:p w:rsidR="00174D0E" w:rsidRPr="00174D0E" w:rsidRDefault="00174D0E" w:rsidP="00174D0E">
            <w:pPr>
              <w:pStyle w:val="a6"/>
              <w:ind w:firstLineChars="0" w:firstLine="0"/>
              <w:rPr>
                <w:rFonts w:asciiTheme="minorEastAsia" w:hAnsiTheme="minorEastAsia" w:hint="eastAsia"/>
                <w:sz w:val="24"/>
              </w:rPr>
            </w:pPr>
          </w:p>
          <w:p w:rsidR="00174D0E" w:rsidRPr="00174D0E" w:rsidRDefault="00174D0E" w:rsidP="00174D0E">
            <w:pPr>
              <w:pStyle w:val="a6"/>
              <w:ind w:firstLineChars="0" w:firstLine="0"/>
              <w:rPr>
                <w:rFonts w:asciiTheme="minorEastAsia" w:hAnsiTheme="minorEastAsia" w:hint="eastAsia"/>
                <w:sz w:val="24"/>
              </w:rPr>
            </w:pPr>
            <w:r w:rsidRPr="00174D0E">
              <w:rPr>
                <w:rFonts w:asciiTheme="minorEastAsia" w:hAnsiTheme="minorEastAsia" w:hint="eastAsia"/>
                <w:sz w:val="24"/>
              </w:rPr>
              <w:t>师补充：</w:t>
            </w:r>
            <w:r w:rsidRPr="00174D0E">
              <w:rPr>
                <w:rFonts w:asciiTheme="minorEastAsia" w:hAnsiTheme="minorEastAsia"/>
                <w:sz w:val="24"/>
              </w:rPr>
              <w:t>雷锋叔叔的一生十分短暂，</w:t>
            </w:r>
            <w:r w:rsidRPr="00174D0E">
              <w:rPr>
                <w:rFonts w:asciiTheme="minorEastAsia" w:hAnsiTheme="minorEastAsia" w:hint="eastAsia"/>
                <w:sz w:val="24"/>
              </w:rPr>
              <w:t>因</w:t>
            </w:r>
            <w:r w:rsidRPr="00174D0E">
              <w:rPr>
                <w:rFonts w:asciiTheme="minorEastAsia" w:hAnsiTheme="minorEastAsia"/>
                <w:sz w:val="24"/>
              </w:rPr>
              <w:t>公去世时才22岁，他牺牲以后好几位国家领导人为他题词，毛泽东主席于1963年3月5日亲笔为他题词</w:t>
            </w:r>
            <w:r w:rsidRPr="00174D0E">
              <w:rPr>
                <w:rFonts w:asciiTheme="minorEastAsia" w:hAnsiTheme="minorEastAsia" w:hint="eastAsia"/>
                <w:sz w:val="24"/>
              </w:rPr>
              <w:t>“</w:t>
            </w:r>
            <w:r w:rsidRPr="00174D0E">
              <w:rPr>
                <w:rFonts w:asciiTheme="minorEastAsia" w:hAnsiTheme="minorEastAsia"/>
                <w:sz w:val="24"/>
              </w:rPr>
              <w:t>向雷锋同志学习</w:t>
            </w:r>
            <w:r w:rsidRPr="00174D0E">
              <w:rPr>
                <w:rFonts w:asciiTheme="minorEastAsia" w:hAnsiTheme="minorEastAsia" w:hint="eastAsia"/>
                <w:sz w:val="24"/>
              </w:rPr>
              <w:t>”</w:t>
            </w:r>
            <w:r w:rsidRPr="00174D0E">
              <w:rPr>
                <w:rFonts w:asciiTheme="minorEastAsia" w:hAnsiTheme="minorEastAsia"/>
                <w:sz w:val="24"/>
              </w:rPr>
              <w:t>并把3月5日定为学雷锋纪念日</w:t>
            </w:r>
            <w:r w:rsidRPr="00174D0E">
              <w:rPr>
                <w:rFonts w:asciiTheme="minorEastAsia" w:hAnsiTheme="minorEastAsia" w:hint="eastAsia"/>
                <w:sz w:val="24"/>
              </w:rPr>
              <w:t>。</w:t>
            </w:r>
          </w:p>
          <w:p w:rsidR="00174D0E" w:rsidRPr="00174D0E" w:rsidRDefault="00174D0E" w:rsidP="00174D0E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 w:rsidRPr="00174D0E">
              <w:rPr>
                <w:rFonts w:asciiTheme="minorEastAsia" w:hAnsiTheme="minorEastAsia" w:hint="eastAsia"/>
                <w:sz w:val="24"/>
              </w:rPr>
              <w:t>生：“雷”是雨字头，我还知道其他雨字头的字：雪、雾……</w:t>
            </w:r>
          </w:p>
          <w:p w:rsidR="00174D0E" w:rsidRPr="00174D0E" w:rsidRDefault="00174D0E" w:rsidP="00174D0E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174D0E" w:rsidRPr="00174D0E" w:rsidRDefault="00174D0E" w:rsidP="00174D0E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 w:rsidRPr="00174D0E">
              <w:rPr>
                <w:rFonts w:asciiTheme="minorEastAsia" w:hAnsiTheme="minorEastAsia" w:hint="eastAsia"/>
                <w:sz w:val="24"/>
              </w:rPr>
              <w:t>生：“锋”是左右结构，左边是金字旁，我会组词锋利……</w:t>
            </w:r>
          </w:p>
        </w:tc>
      </w:tr>
    </w:tbl>
    <w:p w:rsidR="000B7629" w:rsidRDefault="000B7629">
      <w:pPr>
        <w:tabs>
          <w:tab w:val="left" w:pos="660"/>
        </w:tabs>
      </w:pPr>
    </w:p>
    <w:tbl>
      <w:tblPr>
        <w:tblStyle w:val="a5"/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28"/>
        <w:gridCol w:w="1260"/>
        <w:gridCol w:w="3274"/>
        <w:gridCol w:w="2486"/>
        <w:gridCol w:w="2160"/>
      </w:tblGrid>
      <w:tr w:rsidR="000B7629">
        <w:tc>
          <w:tcPr>
            <w:tcW w:w="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629" w:rsidRDefault="00D736B1">
            <w:pPr>
              <w:tabs>
                <w:tab w:val="left" w:pos="660"/>
              </w:tabs>
              <w:jc w:val="center"/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0B7629">
        <w:trPr>
          <w:trHeight w:val="12755"/>
        </w:trPr>
        <w:tc>
          <w:tcPr>
            <w:tcW w:w="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B7629" w:rsidRDefault="00D736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二、初读课文</w:t>
            </w: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D736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三、学习课文</w:t>
            </w: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D736B1">
            <w:pPr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指导书写</w:t>
            </w: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  <w:p w:rsidR="000B7629" w:rsidRDefault="000B7629">
            <w:pPr>
              <w:rPr>
                <w:sz w:val="24"/>
              </w:rPr>
            </w:pPr>
          </w:p>
        </w:tc>
        <w:tc>
          <w:tcPr>
            <w:tcW w:w="32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1.</w:t>
            </w:r>
            <w:r>
              <w:rPr>
                <w:rFonts w:ascii="Arial" w:hAnsi="Arial" w:cs="Arial" w:hint="eastAsia"/>
                <w:kern w:val="0"/>
                <w:sz w:val="24"/>
              </w:rPr>
              <w:t>自由读课文，想想文章写了关于雷锋叔叔的哪些事？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2.</w:t>
            </w:r>
            <w:r>
              <w:rPr>
                <w:rFonts w:ascii="Arial" w:hAnsi="Arial" w:cs="Arial" w:hint="eastAsia"/>
                <w:kern w:val="0"/>
                <w:sz w:val="24"/>
              </w:rPr>
              <w:t>读准字音，读通句子。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3.</w:t>
            </w:r>
            <w:r>
              <w:rPr>
                <w:rFonts w:ascii="Arial" w:hAnsi="Arial" w:cs="Arial" w:hint="eastAsia"/>
                <w:kern w:val="0"/>
                <w:sz w:val="24"/>
              </w:rPr>
              <w:t>教师找小朋友起来试读课文，并点评。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4.</w:t>
            </w:r>
            <w:r>
              <w:rPr>
                <w:rFonts w:ascii="Arial" w:hAnsi="Arial" w:cs="Arial" w:hint="eastAsia"/>
                <w:kern w:val="0"/>
                <w:sz w:val="24"/>
              </w:rPr>
              <w:t>出示生词认读。</w:t>
            </w: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 xml:space="preserve">　曾路过这里泥泞脚窝年迈荆棘花瓣晶莹四处寻觅需要</w:t>
            </w: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 xml:space="preserve">　　　　</w:t>
            </w: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5.</w:t>
            </w:r>
            <w:r>
              <w:rPr>
                <w:rFonts w:ascii="Arial" w:hAnsi="Arial" w:cs="Arial" w:hint="eastAsia"/>
                <w:kern w:val="0"/>
                <w:sz w:val="24"/>
              </w:rPr>
              <w:t>自由读、指名读、开火车读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1</w:t>
            </w:r>
            <w:r>
              <w:rPr>
                <w:rFonts w:ascii="Arial" w:hAnsi="Arial" w:cs="Arial" w:hint="eastAsia"/>
                <w:kern w:val="0"/>
                <w:sz w:val="24"/>
              </w:rPr>
              <w:t>、学生再读课文，一边读一边感悟，文章从哪里开始寻找雷锋的足迹的。并找出相关的段落，多读几遍。 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1"/>
              </w:numPr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分角色朗读，并思考从小溪和小路的话中你读懂了什么？ 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3</w:t>
            </w:r>
            <w:r>
              <w:rPr>
                <w:rFonts w:ascii="Arial" w:hAnsi="Arial" w:cs="Arial" w:hint="eastAsia"/>
                <w:kern w:val="0"/>
                <w:sz w:val="24"/>
              </w:rPr>
              <w:t>、除了文中提到的这些，你觉得雷锋叔叔还会在哪些地方帮助别人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4"/>
              </w:numPr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“锋”、“曾”韵母都是“</w:t>
            </w:r>
            <w:r>
              <w:rPr>
                <w:rFonts w:ascii="Arial" w:hAnsi="Arial" w:cs="Arial" w:hint="eastAsia"/>
                <w:kern w:val="0"/>
                <w:sz w:val="24"/>
              </w:rPr>
              <w:t>eng</w:t>
            </w:r>
            <w:r>
              <w:rPr>
                <w:rFonts w:ascii="Arial" w:hAnsi="Arial" w:cs="Arial" w:hint="eastAsia"/>
                <w:kern w:val="0"/>
                <w:sz w:val="24"/>
              </w:rPr>
              <w:t>”。“泞”“荆”“莹”韵母都是“</w:t>
            </w:r>
            <w:proofErr w:type="spellStart"/>
            <w:r>
              <w:rPr>
                <w:rFonts w:ascii="Arial" w:hAnsi="Arial" w:cs="Arial" w:hint="eastAsia"/>
                <w:kern w:val="0"/>
                <w:sz w:val="24"/>
              </w:rPr>
              <w:t>ing</w:t>
            </w:r>
            <w:proofErr w:type="spellEnd"/>
            <w:r>
              <w:rPr>
                <w:rFonts w:ascii="Arial" w:hAnsi="Arial" w:cs="Arial" w:hint="eastAsia"/>
                <w:kern w:val="0"/>
                <w:sz w:val="24"/>
              </w:rPr>
              <w:t>”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2.</w:t>
            </w:r>
            <w:r>
              <w:rPr>
                <w:rFonts w:ascii="Arial" w:hAnsi="Arial" w:cs="Arial" w:hint="eastAsia"/>
                <w:kern w:val="0"/>
                <w:sz w:val="24"/>
              </w:rPr>
              <w:t>冒、需、雷：上大下小，上宽小窄。 </w:t>
            </w: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迈、迷、迹：注意笔顺。先里头，后外头。注意迹的里面写法。 </w:t>
            </w: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滴、洒、泥、泞：都是三点水旁。注意滴右边的写法。注意洒右边是个西字。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4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0B7629" w:rsidRDefault="000B7629"/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自读课文</w:t>
            </w: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同桌互相读并相互点评。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找出容易读错的字词，同桌互相检查。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小组内部相互讨论雷锋的足迹。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用铅笔划出相关内容并展示交流。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思考雷锋会在哪些地方帮助别人。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学生辨别生字，掌握“锋”、“曾”等字的韵母。</w:t>
            </w: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0B762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0B7629" w:rsidRDefault="00D736B1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学习“冒”上宽下窄，左右结构的字注意是左窄右宽还是左宽右窄。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B7629" w:rsidRDefault="003654C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师：</w:t>
            </w:r>
          </w:p>
          <w:p w:rsidR="000B7629" w:rsidRDefault="003654C3">
            <w:pPr>
              <w:widowControl/>
              <w:jc w:val="left"/>
              <w:rPr>
                <w:rFonts w:hint="eastAsia"/>
              </w:rPr>
            </w:pPr>
            <w:r>
              <w:t>虽然雷锋叔叔离开我们许多年了，但是中国人民的心里从来没有忘记，雷锋叔叔一直在寻找雷锋叔叔，让我们一起来读读这首首小诗</w:t>
            </w:r>
            <w:r>
              <w:rPr>
                <w:rFonts w:hint="eastAsia"/>
              </w:rPr>
              <w:t>。</w:t>
            </w:r>
          </w:p>
          <w:p w:rsidR="003654C3" w:rsidRDefault="003654C3">
            <w:pPr>
              <w:widowControl/>
              <w:jc w:val="left"/>
              <w:rPr>
                <w:rFonts w:hint="eastAsia"/>
              </w:rPr>
            </w:pPr>
          </w:p>
          <w:p w:rsidR="00CA2425" w:rsidRDefault="00CA2425" w:rsidP="003654C3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 w:rsidP="003654C3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3654C3" w:rsidRDefault="003654C3" w:rsidP="003654C3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生</w:t>
            </w:r>
            <w:r>
              <w:rPr>
                <w:rFonts w:ascii="Arial" w:hAnsi="Arial" w:cs="Arial" w:hint="eastAsia"/>
                <w:kern w:val="0"/>
                <w:sz w:val="24"/>
              </w:rPr>
              <w:t>1</w:t>
            </w:r>
            <w:r>
              <w:rPr>
                <w:rFonts w:ascii="Arial" w:hAnsi="Arial" w:cs="Arial" w:hint="eastAsia"/>
                <w:kern w:val="0"/>
                <w:sz w:val="24"/>
              </w:rPr>
              <w:t>：文章写了雷锋叔叔帮助小孩子的事。</w:t>
            </w:r>
          </w:p>
          <w:p w:rsidR="003654C3" w:rsidRDefault="003654C3" w:rsidP="003654C3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生</w:t>
            </w:r>
            <w:r>
              <w:rPr>
                <w:rFonts w:ascii="Arial" w:hAnsi="Arial" w:cs="Arial" w:hint="eastAsia"/>
                <w:kern w:val="0"/>
                <w:sz w:val="24"/>
              </w:rPr>
              <w:t>2</w:t>
            </w:r>
            <w:r>
              <w:rPr>
                <w:rFonts w:ascii="Arial" w:hAnsi="Arial" w:cs="Arial" w:hint="eastAsia"/>
                <w:kern w:val="0"/>
                <w:sz w:val="24"/>
              </w:rPr>
              <w:t>：课文写了雷锋叔叔帮助年迈的大娘的事。</w:t>
            </w:r>
          </w:p>
          <w:p w:rsidR="003654C3" w:rsidRDefault="003654C3" w:rsidP="003654C3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E67509" w:rsidRDefault="00E67509" w:rsidP="00E67509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生</w:t>
            </w:r>
            <w:r>
              <w:rPr>
                <w:rFonts w:ascii="Arial" w:hAnsi="Arial" w:cs="Arial" w:hint="eastAsia"/>
                <w:kern w:val="0"/>
                <w:sz w:val="24"/>
              </w:rPr>
              <w:t>3</w:t>
            </w:r>
            <w:r>
              <w:rPr>
                <w:rFonts w:ascii="Arial" w:hAnsi="Arial" w:cs="Arial" w:hint="eastAsia"/>
                <w:kern w:val="0"/>
                <w:sz w:val="24"/>
              </w:rPr>
              <w:t>：我觉得雷锋叔叔还会在山坡上、田野里帮助别人……</w:t>
            </w:r>
          </w:p>
          <w:p w:rsidR="003654C3" w:rsidRDefault="003654C3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 w:rsidP="00CA2425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 w:rsidP="00CA2425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 w:rsidP="00CA2425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 w:rsidP="00CA2425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 w:rsidP="00CA2425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 w:rsidP="00CA2425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 w:rsidP="00CA2425">
            <w:pPr>
              <w:widowControl/>
              <w:jc w:val="left"/>
              <w:rPr>
                <w:rFonts w:ascii="Arial" w:hAnsi="Arial" w:cs="Arial" w:hint="eastAsia"/>
                <w:kern w:val="0"/>
                <w:sz w:val="24"/>
              </w:rPr>
            </w:pPr>
          </w:p>
          <w:p w:rsidR="00CA2425" w:rsidRDefault="00CA2425" w:rsidP="00CA242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生</w:t>
            </w:r>
            <w:r>
              <w:rPr>
                <w:rFonts w:ascii="Arial" w:hAnsi="Arial" w:cs="Arial" w:hint="eastAsia"/>
                <w:kern w:val="0"/>
                <w:sz w:val="24"/>
              </w:rPr>
              <w:t>1</w:t>
            </w:r>
            <w:r>
              <w:rPr>
                <w:rFonts w:ascii="Arial" w:hAnsi="Arial" w:cs="Arial" w:hint="eastAsia"/>
                <w:kern w:val="0"/>
                <w:sz w:val="24"/>
              </w:rPr>
              <w:t>：“冒”要注意，上宽下窄，而且上面是“曰”下面是“目”。</w:t>
            </w:r>
          </w:p>
          <w:p w:rsidR="00CA2425" w:rsidRDefault="00CA2425" w:rsidP="00CA242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:rsidR="00CA2425" w:rsidRDefault="00CA2425" w:rsidP="00CA2425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生</w:t>
            </w:r>
            <w:r>
              <w:rPr>
                <w:rFonts w:ascii="Arial" w:hAnsi="Arial" w:cs="Arial" w:hint="eastAsia"/>
                <w:kern w:val="0"/>
                <w:sz w:val="24"/>
              </w:rPr>
              <w:t>2</w:t>
            </w:r>
            <w:r>
              <w:rPr>
                <w:rFonts w:ascii="Arial" w:hAnsi="Arial" w:cs="Arial" w:hint="eastAsia"/>
                <w:kern w:val="0"/>
                <w:sz w:val="24"/>
              </w:rPr>
              <w:t>：注意“洒”和“酒”不要搞混淆。</w:t>
            </w:r>
          </w:p>
        </w:tc>
      </w:tr>
    </w:tbl>
    <w:p w:rsidR="000B7629" w:rsidRDefault="000B7629">
      <w:pPr>
        <w:rPr>
          <w:rFonts w:ascii="黑体" w:eastAsia="黑体"/>
          <w:szCs w:val="21"/>
        </w:rPr>
      </w:pPr>
    </w:p>
    <w:tbl>
      <w:tblPr>
        <w:tblStyle w:val="a5"/>
        <w:tblW w:w="10207" w:type="dxa"/>
        <w:tblLayout w:type="fixed"/>
        <w:tblLook w:val="04A0"/>
      </w:tblPr>
      <w:tblGrid>
        <w:gridCol w:w="854"/>
        <w:gridCol w:w="1276"/>
        <w:gridCol w:w="2857"/>
        <w:gridCol w:w="3053"/>
        <w:gridCol w:w="2167"/>
      </w:tblGrid>
      <w:tr w:rsidR="000B7629">
        <w:trPr>
          <w:trHeight w:val="452"/>
        </w:trPr>
        <w:tc>
          <w:tcPr>
            <w:tcW w:w="1020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 w:rsidR="000B7629">
        <w:trPr>
          <w:trHeight w:val="592"/>
        </w:trPr>
        <w:tc>
          <w:tcPr>
            <w:tcW w:w="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时间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0B7629">
        <w:trPr>
          <w:trHeight w:val="13110"/>
        </w:trPr>
        <w:tc>
          <w:tcPr>
            <w:tcW w:w="85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B7629" w:rsidRDefault="000B762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5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借助插图，交流引入 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5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讲读结合，体会文章。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7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我们首先复习一下上节课所认识的几个生字。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谈一谈通过昨天回家熟读课文，你对雷锋叔叔又有了哪些新的认识？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6"/>
              </w:num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齐读第二节。 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在小溪边找到了雷锋的足迹，他在干什么？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想一想假如你是这个孩子，你迷路了你的心情是怎么样的？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那么这个时候，有一位叔叔抱着你回家你是怎样想的？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同学们想一想，雷锋叔叔抱着孩子回家是不是一帆风顺的？他遇到了什么？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7"/>
              </w:num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齐读第四节，雷锋叔叔在路上干嘛？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7"/>
              </w:num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小朋友们，雷锋叔叔为什么要背着年迈的大娘？（什么是年迈？）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7"/>
              </w:num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在大娘无助的时候，最需要帮助的时候，雷锋叔叔出现了，此刻大娘的心里会怎么想？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sz w:val="24"/>
              </w:rPr>
            </w:pPr>
          </w:p>
        </w:tc>
        <w:tc>
          <w:tcPr>
            <w:tcW w:w="3053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8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学生复习上节课认识的生字。</w:t>
            </w:r>
          </w:p>
          <w:p w:rsidR="000B7629" w:rsidRDefault="000B7629">
            <w:pPr>
              <w:widowControl/>
              <w:numPr>
                <w:ilvl w:val="0"/>
                <w:numId w:val="8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widowControl/>
              <w:numPr>
                <w:ilvl w:val="0"/>
                <w:numId w:val="8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同桌相互谈谈对雷锋的认识。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学生讨论交流，并举手发言。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小组相互讨论并得出结果。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讨论得出：在小溪边雷锋的足迹是在帮助一个孩子，并且雷锋叔叔送孩子回家不是一帆风顺的。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学生自由发言。</w:t>
            </w: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同桌相互讨论，举手发言。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67509" w:rsidRDefault="00D736B1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E67509" w:rsidRDefault="00E67509" w:rsidP="00E67509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：雷锋叔叔是值得我们学习的榜样！</w:t>
            </w:r>
          </w:p>
          <w:p w:rsidR="00E67509" w:rsidRDefault="00E67509" w:rsidP="00E67509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：雷锋精神就是帮助需要帮助的人。</w:t>
            </w:r>
          </w:p>
          <w:p w:rsidR="000B7629" w:rsidRDefault="000B7629" w:rsidP="00E67509">
            <w:pPr>
              <w:ind w:firstLineChars="200" w:firstLine="480"/>
              <w:rPr>
                <w:rFonts w:hint="eastAsia"/>
                <w:sz w:val="24"/>
              </w:rPr>
            </w:pPr>
          </w:p>
          <w:p w:rsid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</w:p>
          <w:p w:rsid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生：这个孩子可能会想，这可怎么办啊，谁来救救我啊，谁来帮帮我啊！</w:t>
            </w:r>
          </w:p>
          <w:p w:rsid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师：老师感受到了当时小孩的无助</w:t>
            </w:r>
          </w:p>
          <w:p w:rsid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生：这位叔叔真是太好了，真像我的把爸爸一样。</w:t>
            </w:r>
          </w:p>
          <w:p w:rsid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</w:p>
          <w:p w:rsidR="00E67509" w:rsidRP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  <w:r w:rsidRPr="00E67509">
              <w:rPr>
                <w:rFonts w:hint="eastAsia"/>
                <w:sz w:val="24"/>
              </w:rPr>
              <w:t>生：</w:t>
            </w:r>
            <w:r w:rsidRPr="00E67509">
              <w:rPr>
                <w:sz w:val="24"/>
              </w:rPr>
              <w:t>小雨淅淅沥沥的下着，雷锋叔叔冒着蒙蒙的细雨，紧紧</w:t>
            </w:r>
            <w:r w:rsidRPr="00E67509">
              <w:rPr>
                <w:rFonts w:hint="eastAsia"/>
                <w:sz w:val="24"/>
              </w:rPr>
              <w:t>地</w:t>
            </w:r>
            <w:r w:rsidRPr="00E67509">
              <w:rPr>
                <w:sz w:val="24"/>
              </w:rPr>
              <w:t>抱着孩子，小</w:t>
            </w:r>
            <w:r w:rsidRPr="00E67509">
              <w:rPr>
                <w:rFonts w:hint="eastAsia"/>
                <w:sz w:val="24"/>
              </w:rPr>
              <w:t>路泥泞</w:t>
            </w:r>
            <w:r w:rsidRPr="00E67509">
              <w:rPr>
                <w:sz w:val="24"/>
              </w:rPr>
              <w:t>，雷锋叔叔，小心</w:t>
            </w:r>
            <w:r w:rsidRPr="00E67509">
              <w:rPr>
                <w:rFonts w:hint="eastAsia"/>
                <w:sz w:val="24"/>
              </w:rPr>
              <w:t>地</w:t>
            </w:r>
            <w:r w:rsidRPr="00E67509">
              <w:rPr>
                <w:sz w:val="24"/>
              </w:rPr>
              <w:t>走着，生怕滑倒摔着孩子</w:t>
            </w:r>
            <w:r w:rsidRPr="00E67509">
              <w:rPr>
                <w:rFonts w:hint="eastAsia"/>
                <w:sz w:val="24"/>
              </w:rPr>
              <w:t>。</w:t>
            </w:r>
          </w:p>
          <w:p w:rsidR="00E67509" w:rsidRP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</w:p>
          <w:p w:rsidR="00E67509" w:rsidRP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</w:p>
          <w:p w:rsidR="00E67509" w:rsidRP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</w:p>
          <w:p w:rsidR="00E67509" w:rsidRP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</w:p>
          <w:p w:rsidR="00E67509" w:rsidRP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  <w:r w:rsidRPr="00E67509">
              <w:rPr>
                <w:rFonts w:hint="eastAsia"/>
                <w:sz w:val="24"/>
              </w:rPr>
              <w:t>生：年迈就是指年纪很大。</w:t>
            </w:r>
          </w:p>
          <w:p w:rsidR="00E67509" w:rsidRPr="00E67509" w:rsidRDefault="00E67509" w:rsidP="00E67509">
            <w:pPr>
              <w:ind w:firstLineChars="200" w:firstLine="480"/>
              <w:rPr>
                <w:rFonts w:hint="eastAsia"/>
                <w:sz w:val="24"/>
              </w:rPr>
            </w:pPr>
          </w:p>
          <w:p w:rsidR="00E67509" w:rsidRPr="00E67509" w:rsidRDefault="00E67509" w:rsidP="00E67509">
            <w:pPr>
              <w:ind w:firstLineChars="200" w:firstLine="480"/>
              <w:rPr>
                <w:sz w:val="24"/>
              </w:rPr>
            </w:pPr>
            <w:r w:rsidRPr="00E67509">
              <w:rPr>
                <w:rFonts w:hint="eastAsia"/>
                <w:sz w:val="24"/>
              </w:rPr>
              <w:t>生：此时大娘会想</w:t>
            </w:r>
            <w:r w:rsidRPr="00E67509">
              <w:rPr>
                <w:rFonts w:hint="eastAsia"/>
                <w:sz w:val="24"/>
              </w:rPr>
              <w:t>:</w:t>
            </w:r>
            <w:r w:rsidRPr="00E67509">
              <w:rPr>
                <w:rFonts w:hint="eastAsia"/>
                <w:sz w:val="24"/>
              </w:rPr>
              <w:t>多亏了这位好人啊，要不然我该怎么办啊，这个小伙子真是热心肠啊！</w:t>
            </w:r>
          </w:p>
        </w:tc>
      </w:tr>
    </w:tbl>
    <w:p w:rsidR="000B7629" w:rsidRDefault="000B7629">
      <w:pPr>
        <w:tabs>
          <w:tab w:val="left" w:pos="660"/>
        </w:tabs>
        <w:rPr>
          <w:sz w:val="24"/>
        </w:rPr>
      </w:pPr>
    </w:p>
    <w:tbl>
      <w:tblPr>
        <w:tblStyle w:val="a5"/>
        <w:tblW w:w="10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44"/>
        <w:gridCol w:w="1284"/>
        <w:gridCol w:w="3118"/>
        <w:gridCol w:w="2751"/>
        <w:gridCol w:w="2201"/>
      </w:tblGrid>
      <w:tr w:rsidR="000B7629">
        <w:trPr>
          <w:trHeight w:val="354"/>
        </w:trPr>
        <w:tc>
          <w:tcPr>
            <w:tcW w:w="8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时间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629" w:rsidRDefault="00D73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7629" w:rsidRDefault="00D736B1">
            <w:pPr>
              <w:tabs>
                <w:tab w:val="left" w:pos="66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0B7629">
        <w:trPr>
          <w:trHeight w:val="8257"/>
        </w:trPr>
        <w:tc>
          <w:tcPr>
            <w:tcW w:w="844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四、总结交流，升华情感</w:t>
            </w: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五、</w:t>
            </w:r>
            <w:r>
              <w:rPr>
                <w:rFonts w:ascii="宋体" w:hAnsi="宋体" w:cs="宋体" w:hint="eastAsia"/>
                <w:kern w:val="0"/>
                <w:sz w:val="24"/>
              </w:rPr>
              <w:t>拓展延伸</w:t>
            </w:r>
          </w:p>
          <w:p w:rsidR="000B7629" w:rsidRDefault="000B7629">
            <w:pPr>
              <w:tabs>
                <w:tab w:val="left" w:pos="660"/>
              </w:tabs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9.小朋友们，你们觉得雷锋叔叔在背大娘回家时，会是一帆风顺的吗？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10.他会遇到哪些困难呢？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11.即使知道前方有困难，雷锋叔叔依然会去帮助别人，让我们带着由衷的的敬意来朗读这一段。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numPr>
                <w:ilvl w:val="0"/>
                <w:numId w:val="9"/>
              </w:num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阅读第五节。</w:t>
            </w: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2、思考：我们四处寻觅，终于找到了雷锋，他正在（     ），他正在（     ），哪里需要爱心，（         ）。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3、我们终于找到了雷锋的足迹，这里的足迹是什么意思？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4、教师总结：雷锋的足迹就是一种献出自己的爱心，乐于助人的精神。</w:t>
            </w: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5、通过学习这一课我们知道雷锋叔叔的奉献精神是伟大的，也是值得学习的，我们也要在生活中学习雷锋精神。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numPr>
                <w:ilvl w:val="0"/>
                <w:numId w:val="10"/>
              </w:num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学唱歌曲《学习雷锋好榜样》。</w:t>
            </w:r>
          </w:p>
          <w:p w:rsidR="000B7629" w:rsidRDefault="00D736B1">
            <w:pPr>
              <w:numPr>
                <w:ilvl w:val="0"/>
                <w:numId w:val="10"/>
              </w:num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在班内开展“争做小雷锋”“夸夸小雷锋”地活动。</w:t>
            </w:r>
          </w:p>
        </w:tc>
        <w:tc>
          <w:tcPr>
            <w:tcW w:w="27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小组讨论，由组长总结发言。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齐声朗读课文。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读第五节。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思考老师提出的问题，并小组讨论。</w:t>
            </w: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讨论“足迹”是什么意思，并举手发言。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CA2425" w:rsidRDefault="00CA2425" w:rsidP="00E67509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/>
              </w:rPr>
            </w:pPr>
          </w:p>
          <w:p w:rsidR="00CA2425" w:rsidRPr="00E67509" w:rsidRDefault="00CA2425" w:rsidP="00CA2425">
            <w:pPr>
              <w:rPr>
                <w:rFonts w:hint="eastAsia"/>
                <w:sz w:val="24"/>
              </w:rPr>
            </w:pPr>
            <w:r w:rsidRPr="00E67509">
              <w:rPr>
                <w:rFonts w:hint="eastAsia"/>
                <w:sz w:val="24"/>
              </w:rPr>
              <w:t>生：</w:t>
            </w:r>
            <w:r>
              <w:rPr>
                <w:rFonts w:hint="eastAsia"/>
                <w:sz w:val="24"/>
              </w:rPr>
              <w:t>我仿佛看到：</w:t>
            </w:r>
            <w:r w:rsidRPr="00E67509">
              <w:rPr>
                <w:rFonts w:hint="eastAsia"/>
                <w:sz w:val="24"/>
              </w:rPr>
              <w:t>弯弯曲曲</w:t>
            </w:r>
            <w:r w:rsidRPr="00E67509">
              <w:rPr>
                <w:sz w:val="24"/>
              </w:rPr>
              <w:t>的小路上长满了</w:t>
            </w:r>
            <w:r w:rsidRPr="00E67509">
              <w:rPr>
                <w:rFonts w:hint="eastAsia"/>
                <w:sz w:val="24"/>
              </w:rPr>
              <w:t>带刺</w:t>
            </w:r>
            <w:r w:rsidRPr="00E67509">
              <w:rPr>
                <w:sz w:val="24"/>
              </w:rPr>
              <w:t>的荆棘，雷锋叔叔背着年迈的大娘，额头上冒出了一颗颗晶莹的汗珠，</w:t>
            </w:r>
            <w:r w:rsidRPr="00E67509">
              <w:rPr>
                <w:rFonts w:hint="eastAsia"/>
                <w:sz w:val="24"/>
              </w:rPr>
              <w:t>他</w:t>
            </w:r>
            <w:r w:rsidRPr="00E67509">
              <w:rPr>
                <w:sz w:val="24"/>
              </w:rPr>
              <w:t>小心地往前走，生怕路上的荆棘刺伤大娘</w:t>
            </w:r>
            <w:r w:rsidRPr="00E67509">
              <w:rPr>
                <w:rFonts w:hint="eastAsia"/>
                <w:sz w:val="24"/>
              </w:rPr>
              <w:t>。</w:t>
            </w:r>
          </w:p>
          <w:p w:rsidR="00CA2425" w:rsidRDefault="00CA2425" w:rsidP="00E67509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/>
              </w:rPr>
            </w:pPr>
          </w:p>
          <w:p w:rsidR="00E67509" w:rsidRDefault="00E67509" w:rsidP="00E67509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/>
              </w:rPr>
              <w:t>生：不会一帆风顺。</w:t>
            </w:r>
          </w:p>
          <w:p w:rsidR="00E67509" w:rsidRDefault="00E67509" w:rsidP="00E67509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/>
              </w:rPr>
              <w:t>生：可能遇上雨雪天气。</w:t>
            </w:r>
          </w:p>
          <w:p w:rsidR="00E67509" w:rsidRDefault="00E67509" w:rsidP="00E67509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/>
              </w:rPr>
              <w:t>生：有可能大娘也老了，不记得回家的路了。</w:t>
            </w:r>
          </w:p>
          <w:p w:rsidR="000B7629" w:rsidRDefault="000B7629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</w:rPr>
            </w:pPr>
          </w:p>
          <w:p w:rsidR="00CA2425" w:rsidRDefault="00CA2425" w:rsidP="00CA2425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/>
              </w:rPr>
              <w:t>生：足迹表示雷锋叔叔做过的好事，帮助过别人的事。</w:t>
            </w:r>
          </w:p>
          <w:p w:rsidR="00CA2425" w:rsidRDefault="00CA2425" w:rsidP="00CA2425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/>
              </w:rPr>
            </w:pPr>
          </w:p>
          <w:p w:rsidR="00CA2425" w:rsidRDefault="00CA2425" w:rsidP="00CA2425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/>
              </w:rPr>
            </w:pPr>
          </w:p>
          <w:p w:rsidR="00CA2425" w:rsidRDefault="00CA2425" w:rsidP="00CA2425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/>
              </w:rPr>
            </w:pPr>
          </w:p>
          <w:p w:rsidR="000B7629" w:rsidRDefault="00CA2425" w:rsidP="00CA2425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/>
              </w:rPr>
              <w:t>生：雷锋叔叔是一位伟大的英雄，我们要以他为榜样</w:t>
            </w:r>
          </w:p>
          <w:p w:rsidR="000B7629" w:rsidRDefault="000B7629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</w:rPr>
            </w:pPr>
          </w:p>
          <w:p w:rsidR="000B7629" w:rsidRDefault="000B7629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</w:rPr>
            </w:pPr>
          </w:p>
          <w:p w:rsidR="000B7629" w:rsidRDefault="00D736B1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0B7629">
        <w:trPr>
          <w:trHeight w:val="2400"/>
        </w:trPr>
        <w:tc>
          <w:tcPr>
            <w:tcW w:w="10198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7629" w:rsidRDefault="00D736B1">
            <w:pPr>
              <w:tabs>
                <w:tab w:val="left" w:pos="660"/>
              </w:tabs>
            </w:pPr>
            <w:r>
              <w:rPr>
                <w:rFonts w:hint="eastAsia"/>
              </w:rPr>
              <w:t>板书设计：</w:t>
            </w:r>
            <w:r>
              <w:rPr>
                <w:rFonts w:hint="eastAsia"/>
              </w:rPr>
              <w:t xml:space="preserve"> </w:t>
            </w:r>
          </w:p>
          <w:p w:rsidR="000B7629" w:rsidRDefault="00D736B1">
            <w:pPr>
              <w:tabs>
                <w:tab w:val="left" w:pos="660"/>
              </w:tabs>
              <w:ind w:firstLineChars="1800" w:firstLine="3780"/>
            </w:pPr>
            <w:r>
              <w:rPr>
                <w:rFonts w:hint="eastAsia"/>
              </w:rPr>
              <w:t>雷锋叔叔，你在哪里 </w:t>
            </w:r>
          </w:p>
          <w:p w:rsidR="000B7629" w:rsidRDefault="00D736B1">
            <w:pPr>
              <w:tabs>
                <w:tab w:val="left" w:pos="660"/>
              </w:tabs>
            </w:pPr>
            <w:r>
              <w:rPr>
                <w:rFonts w:hint="eastAsia"/>
              </w:rPr>
              <w:t> </w:t>
            </w:r>
          </w:p>
          <w:p w:rsidR="000B7629" w:rsidRDefault="00D736B1">
            <w:pPr>
              <w:tabs>
                <w:tab w:val="left" w:pos="660"/>
              </w:tabs>
              <w:ind w:firstLineChars="1900" w:firstLine="3990"/>
            </w:pPr>
            <w:r>
              <w:rPr>
                <w:rFonts w:hint="eastAsia"/>
              </w:rPr>
              <w:t>小溪       小路 </w:t>
            </w:r>
          </w:p>
          <w:p w:rsidR="000B7629" w:rsidRDefault="00D736B1">
            <w:pPr>
              <w:tabs>
                <w:tab w:val="left" w:pos="660"/>
              </w:tabs>
            </w:pPr>
            <w:r>
              <w:rPr>
                <w:rFonts w:hint="eastAsia"/>
              </w:rPr>
              <w:t> </w:t>
            </w:r>
          </w:p>
          <w:p w:rsidR="000B7629" w:rsidRDefault="00D736B1">
            <w:pPr>
              <w:tabs>
                <w:tab w:val="left" w:pos="660"/>
              </w:tabs>
              <w:ind w:firstLineChars="1700" w:firstLine="3570"/>
            </w:pPr>
            <w:r>
              <w:rPr>
                <w:rFonts w:hint="eastAsia"/>
              </w:rPr>
              <w:t>迷路的孩子      年迈的大娘 </w:t>
            </w:r>
          </w:p>
          <w:p w:rsidR="000B7629" w:rsidRDefault="00D736B1">
            <w:pPr>
              <w:tabs>
                <w:tab w:val="left" w:pos="660"/>
              </w:tabs>
            </w:pPr>
            <w:r>
              <w:rPr>
                <w:rFonts w:hint="eastAsia"/>
              </w:rPr>
              <w:t> </w:t>
            </w:r>
          </w:p>
          <w:p w:rsidR="000B7629" w:rsidRDefault="00D736B1">
            <w:pPr>
              <w:tabs>
                <w:tab w:val="left" w:pos="660"/>
              </w:tabs>
            </w:pPr>
            <w:r>
              <w:rPr>
                <w:rFonts w:hint="eastAsia"/>
              </w:rPr>
              <w:t>  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哪里需要帮助、哪里需要爱心雷锋叔叔就出现在那里</w:t>
            </w:r>
          </w:p>
          <w:p w:rsidR="000B7629" w:rsidRDefault="00D736B1">
            <w:pPr>
              <w:tabs>
                <w:tab w:val="left" w:pos="660"/>
              </w:tabs>
            </w:pPr>
            <w:r>
              <w:rPr>
                <w:rFonts w:hint="eastAsia"/>
              </w:rPr>
              <w:t xml:space="preserve">                                                          </w:t>
            </w:r>
          </w:p>
        </w:tc>
      </w:tr>
    </w:tbl>
    <w:p w:rsidR="000B7629" w:rsidRDefault="000B7629"/>
    <w:sectPr w:rsidR="000B7629" w:rsidSect="000B7629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A8D61D"/>
    <w:multiLevelType w:val="singleLevel"/>
    <w:tmpl w:val="80A8D61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5D6044"/>
    <w:multiLevelType w:val="singleLevel"/>
    <w:tmpl w:val="AD5D6044"/>
    <w:lvl w:ilvl="0">
      <w:start w:val="1"/>
      <w:numFmt w:val="decimal"/>
      <w:lvlText w:val="%1."/>
      <w:lvlJc w:val="left"/>
      <w:pPr>
        <w:tabs>
          <w:tab w:val="left" w:pos="312"/>
        </w:tabs>
        <w:ind w:left="120" w:firstLine="0"/>
      </w:pPr>
    </w:lvl>
  </w:abstractNum>
  <w:abstractNum w:abstractNumId="2">
    <w:nsid w:val="B6CEEA7F"/>
    <w:multiLevelType w:val="singleLevel"/>
    <w:tmpl w:val="B6CEEA7F"/>
    <w:lvl w:ilvl="0">
      <w:start w:val="1"/>
      <w:numFmt w:val="decimal"/>
      <w:suff w:val="nothing"/>
      <w:lvlText w:val="%1、"/>
      <w:lvlJc w:val="left"/>
    </w:lvl>
  </w:abstractNum>
  <w:abstractNum w:abstractNumId="3">
    <w:nsid w:val="BC1C4243"/>
    <w:multiLevelType w:val="singleLevel"/>
    <w:tmpl w:val="BC1C424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1141F8C"/>
    <w:multiLevelType w:val="singleLevel"/>
    <w:tmpl w:val="F1141F8C"/>
    <w:lvl w:ilvl="0">
      <w:start w:val="1"/>
      <w:numFmt w:val="decimal"/>
      <w:suff w:val="nothing"/>
      <w:lvlText w:val="%1、"/>
      <w:lvlJc w:val="left"/>
    </w:lvl>
  </w:abstractNum>
  <w:abstractNum w:abstractNumId="5">
    <w:nsid w:val="F16FCE90"/>
    <w:multiLevelType w:val="singleLevel"/>
    <w:tmpl w:val="F16FCE9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057C031"/>
    <w:multiLevelType w:val="singleLevel"/>
    <w:tmpl w:val="1057C03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BDBBA34"/>
    <w:multiLevelType w:val="singleLevel"/>
    <w:tmpl w:val="1BDBBA34"/>
    <w:lvl w:ilvl="0">
      <w:start w:val="1"/>
      <w:numFmt w:val="decimal"/>
      <w:suff w:val="nothing"/>
      <w:lvlText w:val="%1、"/>
      <w:lvlJc w:val="left"/>
    </w:lvl>
  </w:abstractNum>
  <w:abstractNum w:abstractNumId="8">
    <w:nsid w:val="62166542"/>
    <w:multiLevelType w:val="singleLevel"/>
    <w:tmpl w:val="6216654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4806052"/>
    <w:multiLevelType w:val="singleLevel"/>
    <w:tmpl w:val="64806052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5EC22FB"/>
    <w:rsid w:val="000B7629"/>
    <w:rsid w:val="00174D0E"/>
    <w:rsid w:val="003654C3"/>
    <w:rsid w:val="00CA2425"/>
    <w:rsid w:val="00D736B1"/>
    <w:rsid w:val="00E67509"/>
    <w:rsid w:val="00F3719D"/>
    <w:rsid w:val="00F61F46"/>
    <w:rsid w:val="02AD1412"/>
    <w:rsid w:val="033129C6"/>
    <w:rsid w:val="05EC22FB"/>
    <w:rsid w:val="0619741D"/>
    <w:rsid w:val="06B41493"/>
    <w:rsid w:val="07A54200"/>
    <w:rsid w:val="07AD5E6F"/>
    <w:rsid w:val="08221C99"/>
    <w:rsid w:val="088F2AC2"/>
    <w:rsid w:val="0A5D5C85"/>
    <w:rsid w:val="0A8100D9"/>
    <w:rsid w:val="0B6D3842"/>
    <w:rsid w:val="0BFC4E40"/>
    <w:rsid w:val="0C442187"/>
    <w:rsid w:val="0CB35665"/>
    <w:rsid w:val="0DA5778F"/>
    <w:rsid w:val="0ED549CD"/>
    <w:rsid w:val="0F34456A"/>
    <w:rsid w:val="10BF2FC3"/>
    <w:rsid w:val="113501D6"/>
    <w:rsid w:val="12760C85"/>
    <w:rsid w:val="13753DF6"/>
    <w:rsid w:val="13912DF5"/>
    <w:rsid w:val="13E84FE9"/>
    <w:rsid w:val="140739DC"/>
    <w:rsid w:val="1494169A"/>
    <w:rsid w:val="15D14C98"/>
    <w:rsid w:val="16FE1DAA"/>
    <w:rsid w:val="18EA3081"/>
    <w:rsid w:val="199B4214"/>
    <w:rsid w:val="19DB3002"/>
    <w:rsid w:val="1C097394"/>
    <w:rsid w:val="1CD3293A"/>
    <w:rsid w:val="1E7F591A"/>
    <w:rsid w:val="1EEB4568"/>
    <w:rsid w:val="1F43251E"/>
    <w:rsid w:val="20CB7F6A"/>
    <w:rsid w:val="22A769BF"/>
    <w:rsid w:val="23772D2F"/>
    <w:rsid w:val="23C14FEA"/>
    <w:rsid w:val="24B26269"/>
    <w:rsid w:val="24EA3521"/>
    <w:rsid w:val="25014BD0"/>
    <w:rsid w:val="2535614D"/>
    <w:rsid w:val="273650B6"/>
    <w:rsid w:val="2772600E"/>
    <w:rsid w:val="28A7558A"/>
    <w:rsid w:val="2A5B60A8"/>
    <w:rsid w:val="2AF236B6"/>
    <w:rsid w:val="2B504DCC"/>
    <w:rsid w:val="2BBF092F"/>
    <w:rsid w:val="2D2F2689"/>
    <w:rsid w:val="2E6C4077"/>
    <w:rsid w:val="2ED11EBB"/>
    <w:rsid w:val="331B11E0"/>
    <w:rsid w:val="333D1E12"/>
    <w:rsid w:val="33D12BC4"/>
    <w:rsid w:val="34013F3B"/>
    <w:rsid w:val="344D0371"/>
    <w:rsid w:val="35251DDA"/>
    <w:rsid w:val="356E0321"/>
    <w:rsid w:val="35B11342"/>
    <w:rsid w:val="36123622"/>
    <w:rsid w:val="37590F1D"/>
    <w:rsid w:val="376565EE"/>
    <w:rsid w:val="378E6891"/>
    <w:rsid w:val="37B671AD"/>
    <w:rsid w:val="38D271B1"/>
    <w:rsid w:val="3A2D0D9A"/>
    <w:rsid w:val="3AE12312"/>
    <w:rsid w:val="3AEA184B"/>
    <w:rsid w:val="3BFD1D2E"/>
    <w:rsid w:val="3EB62AAD"/>
    <w:rsid w:val="41A76B5F"/>
    <w:rsid w:val="42B53302"/>
    <w:rsid w:val="43FA0F14"/>
    <w:rsid w:val="445D54AD"/>
    <w:rsid w:val="44AD66D3"/>
    <w:rsid w:val="450B1A0A"/>
    <w:rsid w:val="46780CE2"/>
    <w:rsid w:val="46A20856"/>
    <w:rsid w:val="477F2990"/>
    <w:rsid w:val="4867414B"/>
    <w:rsid w:val="48962807"/>
    <w:rsid w:val="48D1697E"/>
    <w:rsid w:val="48F00799"/>
    <w:rsid w:val="49593772"/>
    <w:rsid w:val="49EC1D2B"/>
    <w:rsid w:val="4A111A9C"/>
    <w:rsid w:val="4A3478CB"/>
    <w:rsid w:val="4B603A52"/>
    <w:rsid w:val="4DC95670"/>
    <w:rsid w:val="4E7B6084"/>
    <w:rsid w:val="4EE12310"/>
    <w:rsid w:val="4EED0E1F"/>
    <w:rsid w:val="4F6E3A41"/>
    <w:rsid w:val="4F93326B"/>
    <w:rsid w:val="4FA41E6A"/>
    <w:rsid w:val="507A299F"/>
    <w:rsid w:val="50AE1E3F"/>
    <w:rsid w:val="50EC411B"/>
    <w:rsid w:val="5353275F"/>
    <w:rsid w:val="552D6041"/>
    <w:rsid w:val="55455E9D"/>
    <w:rsid w:val="559F5833"/>
    <w:rsid w:val="55AF5226"/>
    <w:rsid w:val="56F71E31"/>
    <w:rsid w:val="57283617"/>
    <w:rsid w:val="58362668"/>
    <w:rsid w:val="584B49A6"/>
    <w:rsid w:val="58781FAD"/>
    <w:rsid w:val="587902AE"/>
    <w:rsid w:val="5C7902DE"/>
    <w:rsid w:val="5D4F3D2E"/>
    <w:rsid w:val="5DAF5DD2"/>
    <w:rsid w:val="5E325DC6"/>
    <w:rsid w:val="5E651D8F"/>
    <w:rsid w:val="5F3E4DD6"/>
    <w:rsid w:val="6096648F"/>
    <w:rsid w:val="60DF46F7"/>
    <w:rsid w:val="6108674F"/>
    <w:rsid w:val="62D23E6D"/>
    <w:rsid w:val="639329A7"/>
    <w:rsid w:val="63B26D02"/>
    <w:rsid w:val="641B3B97"/>
    <w:rsid w:val="642C4A30"/>
    <w:rsid w:val="646E2AB0"/>
    <w:rsid w:val="670174B9"/>
    <w:rsid w:val="67496DA6"/>
    <w:rsid w:val="692649D6"/>
    <w:rsid w:val="6C335036"/>
    <w:rsid w:val="6C4C144A"/>
    <w:rsid w:val="6CA77DAA"/>
    <w:rsid w:val="6CAF4D50"/>
    <w:rsid w:val="6CF226B5"/>
    <w:rsid w:val="6D535020"/>
    <w:rsid w:val="701C6EC5"/>
    <w:rsid w:val="703F65CD"/>
    <w:rsid w:val="70675322"/>
    <w:rsid w:val="712A1B8C"/>
    <w:rsid w:val="716F2309"/>
    <w:rsid w:val="7259492E"/>
    <w:rsid w:val="746C5770"/>
    <w:rsid w:val="74731D72"/>
    <w:rsid w:val="749B23E5"/>
    <w:rsid w:val="75307440"/>
    <w:rsid w:val="774813D9"/>
    <w:rsid w:val="7955221D"/>
    <w:rsid w:val="79F67D4D"/>
    <w:rsid w:val="7C625123"/>
    <w:rsid w:val="7D086BE0"/>
    <w:rsid w:val="7E0C20B9"/>
    <w:rsid w:val="7E587335"/>
    <w:rsid w:val="7F6A556C"/>
    <w:rsid w:val="7FCB4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6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0B7629"/>
    <w:pPr>
      <w:widowControl/>
    </w:pPr>
    <w:rPr>
      <w:rFonts w:ascii="宋体" w:hAnsi="宋体" w:cs="宋体"/>
      <w:kern w:val="0"/>
      <w:szCs w:val="21"/>
    </w:rPr>
  </w:style>
  <w:style w:type="paragraph" w:styleId="a4">
    <w:name w:val="Normal (Web)"/>
    <w:basedOn w:val="a"/>
    <w:qFormat/>
    <w:rsid w:val="000B762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5">
    <w:name w:val="Table Grid"/>
    <w:basedOn w:val="a1"/>
    <w:qFormat/>
    <w:rsid w:val="000B762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styleId="a6">
    <w:name w:val="List Paragraph"/>
    <w:basedOn w:val="a"/>
    <w:uiPriority w:val="34"/>
    <w:qFormat/>
    <w:rsid w:val="000B762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n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81</TotalTime>
  <Pages>5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周泽天妈妈</dc:creator>
  <cp:lastModifiedBy>Administrator</cp:lastModifiedBy>
  <cp:revision>3</cp:revision>
  <cp:lastPrinted>2018-09-18T07:04:00Z</cp:lastPrinted>
  <dcterms:created xsi:type="dcterms:W3CDTF">2018-08-29T08:52:00Z</dcterms:created>
  <dcterms:modified xsi:type="dcterms:W3CDTF">2020-03-10T14:23:00Z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KSORubyTemplateID" linkTarget="0">
    <vt:lpwstr>6</vt:lpwstr>
  </property>
</Properties>
</file>