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A13CF" w14:textId="77777777" w:rsidR="0095439F" w:rsidRDefault="003E58D7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Style w:val="a5"/>
        <w:tblW w:w="10008" w:type="dxa"/>
        <w:tblLayout w:type="fixed"/>
        <w:tblLook w:val="04A0" w:firstRow="1" w:lastRow="0" w:firstColumn="1" w:lastColumn="0" w:noHBand="0" w:noVBand="1"/>
      </w:tblPr>
      <w:tblGrid>
        <w:gridCol w:w="825"/>
        <w:gridCol w:w="1263"/>
        <w:gridCol w:w="360"/>
        <w:gridCol w:w="1552"/>
        <w:gridCol w:w="1148"/>
        <w:gridCol w:w="2111"/>
        <w:gridCol w:w="2749"/>
      </w:tblGrid>
      <w:tr w:rsidR="0095439F" w14:paraId="140F62E9" w14:textId="77777777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69B42" w14:textId="77777777" w:rsidR="0095439F" w:rsidRDefault="003E58D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第三册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7EE926" w14:textId="77777777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33D28" w14:textId="77777777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雷锋叔叔，你在哪里</w:t>
            </w:r>
          </w:p>
        </w:tc>
        <w:tc>
          <w:tcPr>
            <w:tcW w:w="27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0E062A" w14:textId="77777777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5439F" w14:paraId="3E1B1326" w14:textId="77777777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523C9E" w14:textId="60CC0FBE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班级：二（</w:t>
            </w:r>
            <w:r>
              <w:rPr>
                <w:rFonts w:hint="eastAsia"/>
                <w:sz w:val="24"/>
              </w:rPr>
              <w:t xml:space="preserve">  8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5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EC472D" w14:textId="76EBFB52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</w:rPr>
              <w:t>48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7351A7" w14:textId="77777777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27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0585E" w14:textId="77777777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设计：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95439F" w14:paraId="20CB9117" w14:textId="77777777">
        <w:trPr>
          <w:trHeight w:val="2520"/>
        </w:trPr>
        <w:tc>
          <w:tcPr>
            <w:tcW w:w="10008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BA5C2B" w14:textId="77777777" w:rsidR="0095439F" w:rsidRDefault="003E58D7">
            <w:pPr>
              <w:numPr>
                <w:ilvl w:val="0"/>
                <w:numId w:val="1"/>
              </w:numPr>
              <w:spacing w:line="32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教学目标：</w:t>
            </w:r>
          </w:p>
          <w:p w14:paraId="1B6E9C6A" w14:textId="77777777" w:rsidR="0095439F" w:rsidRDefault="003E58D7">
            <w:pPr>
              <w:numPr>
                <w:ilvl w:val="0"/>
                <w:numId w:val="2"/>
              </w:numPr>
              <w:spacing w:line="32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会认</w:t>
            </w:r>
            <w:r>
              <w:rPr>
                <w:rFonts w:hint="eastAsia"/>
                <w:bCs/>
                <w:sz w:val="24"/>
              </w:rPr>
              <w:t>13</w:t>
            </w:r>
            <w:r>
              <w:rPr>
                <w:rFonts w:hint="eastAsia"/>
                <w:bCs/>
                <w:sz w:val="24"/>
              </w:rPr>
              <w:t>个生字，会写</w:t>
            </w:r>
            <w:r>
              <w:rPr>
                <w:rFonts w:hint="eastAsia"/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个生字。</w:t>
            </w:r>
          </w:p>
          <w:p w14:paraId="7D734A39" w14:textId="77777777" w:rsidR="0095439F" w:rsidRDefault="003E58D7">
            <w:pPr>
              <w:numPr>
                <w:ilvl w:val="0"/>
                <w:numId w:val="2"/>
              </w:numPr>
              <w:spacing w:line="32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正确、流利、有感情地朗读课文。</w:t>
            </w:r>
          </w:p>
          <w:p w14:paraId="4AF363FE" w14:textId="77777777" w:rsidR="0095439F" w:rsidRDefault="003E58D7">
            <w:pPr>
              <w:numPr>
                <w:ilvl w:val="0"/>
                <w:numId w:val="2"/>
              </w:numPr>
              <w:spacing w:line="32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通过朗读、感悟，懂得应奉献爱心、乐于助人。</w:t>
            </w:r>
          </w:p>
          <w:p w14:paraId="764FE7B4" w14:textId="77777777" w:rsidR="0095439F" w:rsidRDefault="003E58D7">
            <w:pPr>
              <w:spacing w:line="32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>
              <w:rPr>
                <w:rFonts w:hint="eastAsia"/>
                <w:b/>
                <w:sz w:val="28"/>
                <w:szCs w:val="28"/>
              </w:rPr>
              <w:t>、教学目标设计依据：</w:t>
            </w:r>
          </w:p>
          <w:p w14:paraId="7278DBD3" w14:textId="77777777" w:rsidR="0095439F" w:rsidRDefault="003E58D7">
            <w:pPr>
              <w:pStyle w:val="a4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>
              <w:rPr>
                <w:rFonts w:hint="eastAsia"/>
                <w:b/>
                <w:bCs/>
              </w:rPr>
              <w:t>教材分析</w:t>
            </w:r>
            <w:r>
              <w:rPr>
                <w:rFonts w:hint="eastAsia"/>
              </w:rPr>
              <w:t>：</w:t>
            </w:r>
          </w:p>
          <w:p w14:paraId="21961C2C" w14:textId="77777777" w:rsidR="0095439F" w:rsidRDefault="003E58D7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本课是一首儿童诗,作者以优美的语言向我们述说着拨动我们心弦的话。我们忍不住一遍又一遍地朗读,我们在心底里真诚地呼唤着雷锋叔叔,我们仿佛听见了小溪在说话、小路也在说话我们仿佛看见了在长长的小溪边、弯弯的小路上,哪里需要献出爱心,哪里就有雷锋精神的体现</w:t>
            </w: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。</w:t>
            </w:r>
          </w:p>
          <w:p w14:paraId="16C39AD4" w14:textId="77777777" w:rsidR="0095439F" w:rsidRDefault="003E58D7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学生分析</w:t>
            </w:r>
            <w:r>
              <w:rPr>
                <w:rFonts w:hint="eastAsia"/>
                <w:kern w:val="0"/>
                <w:sz w:val="24"/>
              </w:rPr>
              <w:t>：</w:t>
            </w:r>
          </w:p>
          <w:p w14:paraId="69177E7F" w14:textId="4610D79A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3E58D7">
              <w:rPr>
                <w:rFonts w:hint="eastAsia"/>
                <w:sz w:val="24"/>
              </w:rPr>
              <w:t>乐于助人是小学生应该养成的行为规范。但在实际行动中，学生可能缺乏主动意识。另外，学生对雷锋的事迹了解不多，需注意引导他们搜集相关资料，更好地理解课文。</w:t>
            </w:r>
            <w:r w:rsidRPr="003E58D7">
              <w:rPr>
                <w:sz w:val="24"/>
              </w:rPr>
              <w:t> </w:t>
            </w:r>
          </w:p>
          <w:p w14:paraId="268AE201" w14:textId="77777777" w:rsidR="0095439F" w:rsidRDefault="0095439F">
            <w:pPr>
              <w:rPr>
                <w:sz w:val="24"/>
              </w:rPr>
            </w:pPr>
          </w:p>
          <w:p w14:paraId="4D466633" w14:textId="0F2C0365" w:rsidR="003E58D7" w:rsidRDefault="003E58D7">
            <w:pPr>
              <w:rPr>
                <w:sz w:val="24"/>
              </w:rPr>
            </w:pPr>
          </w:p>
        </w:tc>
      </w:tr>
      <w:tr w:rsidR="0095439F" w14:paraId="0FBD37CB" w14:textId="77777777">
        <w:trPr>
          <w:trHeight w:val="316"/>
        </w:trPr>
        <w:tc>
          <w:tcPr>
            <w:tcW w:w="10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9DBAC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 w:rsidR="0095439F" w14:paraId="684E52B1" w14:textId="77777777">
        <w:trPr>
          <w:trHeight w:val="316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122635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850B9AF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BF06722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1673B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22125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95439F" w14:paraId="3DE36E9F" w14:textId="77777777">
        <w:trPr>
          <w:trHeight w:val="1330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FC750BB" w14:textId="77777777" w:rsidR="0095439F" w:rsidRDefault="0095439F">
            <w:pPr>
              <w:rPr>
                <w:sz w:val="24"/>
              </w:rPr>
            </w:pPr>
          </w:p>
          <w:p w14:paraId="3C70D626" w14:textId="77777777" w:rsidR="0095439F" w:rsidRDefault="0095439F">
            <w:pPr>
              <w:rPr>
                <w:sz w:val="24"/>
              </w:rPr>
            </w:pPr>
          </w:p>
          <w:p w14:paraId="4FD43CD5" w14:textId="77777777" w:rsidR="0095439F" w:rsidRDefault="0095439F">
            <w:pPr>
              <w:rPr>
                <w:sz w:val="24"/>
              </w:rPr>
            </w:pPr>
          </w:p>
          <w:p w14:paraId="1C2E86BB" w14:textId="77777777" w:rsidR="0095439F" w:rsidRDefault="0095439F">
            <w:pPr>
              <w:rPr>
                <w:sz w:val="24"/>
              </w:rPr>
            </w:pPr>
          </w:p>
          <w:p w14:paraId="3FF3751F" w14:textId="77777777" w:rsidR="0095439F" w:rsidRDefault="0095439F">
            <w:pPr>
              <w:rPr>
                <w:sz w:val="24"/>
              </w:rPr>
            </w:pPr>
          </w:p>
          <w:p w14:paraId="79E10126" w14:textId="77777777" w:rsidR="0095439F" w:rsidRDefault="0095439F">
            <w:pPr>
              <w:rPr>
                <w:sz w:val="24"/>
              </w:rPr>
            </w:pPr>
          </w:p>
          <w:p w14:paraId="47F5F54E" w14:textId="77777777" w:rsidR="0095439F" w:rsidRDefault="0095439F">
            <w:pPr>
              <w:rPr>
                <w:sz w:val="24"/>
              </w:rPr>
            </w:pPr>
          </w:p>
          <w:p w14:paraId="41D09DC2" w14:textId="77777777" w:rsidR="0095439F" w:rsidRDefault="0095439F">
            <w:pPr>
              <w:rPr>
                <w:sz w:val="24"/>
              </w:rPr>
            </w:pPr>
          </w:p>
          <w:p w14:paraId="7B40EEF2" w14:textId="77777777" w:rsidR="0095439F" w:rsidRDefault="0095439F">
            <w:pPr>
              <w:rPr>
                <w:sz w:val="24"/>
              </w:rPr>
            </w:pPr>
          </w:p>
          <w:p w14:paraId="051BA118" w14:textId="77777777" w:rsidR="0095439F" w:rsidRDefault="0095439F">
            <w:pPr>
              <w:rPr>
                <w:sz w:val="24"/>
              </w:rPr>
            </w:pPr>
          </w:p>
          <w:p w14:paraId="0FFFCDD8" w14:textId="77777777" w:rsidR="0095439F" w:rsidRDefault="0095439F">
            <w:pPr>
              <w:rPr>
                <w:sz w:val="24"/>
              </w:rPr>
            </w:pPr>
          </w:p>
          <w:p w14:paraId="63888CD1" w14:textId="77777777" w:rsidR="0095439F" w:rsidRDefault="0095439F">
            <w:pPr>
              <w:rPr>
                <w:sz w:val="24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88F145B" w14:textId="77777777" w:rsidR="0095439F" w:rsidRDefault="003E58D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一、情境导入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40CA625" w14:textId="77777777" w:rsidR="0095439F" w:rsidRDefault="003E58D7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1.小朋友，大家喜欢听歌曲吗？（放歌曲《学习雷锋好榜样》）</w:t>
            </w:r>
            <w:r>
              <w:rPr>
                <w:rFonts w:asciiTheme="minorEastAsia" w:hAnsiTheme="minorEastAsia" w:hint="eastAsia"/>
                <w:sz w:val="24"/>
              </w:rPr>
              <w:br/>
            </w:r>
          </w:p>
          <w:p w14:paraId="244ED766" w14:textId="77777777" w:rsidR="0095439F" w:rsidRDefault="0095439F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14:paraId="7FAA2490" w14:textId="77777777" w:rsidR="0095439F" w:rsidRDefault="003E58D7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2.学生说说为什么把雷锋当成学习的榜样？</w:t>
            </w:r>
            <w:r>
              <w:rPr>
                <w:rFonts w:asciiTheme="minorEastAsia" w:hAnsiTheme="minorEastAsia" w:hint="eastAsia"/>
                <w:sz w:val="24"/>
              </w:rPr>
              <w:br/>
            </w:r>
          </w:p>
          <w:p w14:paraId="3D49B793" w14:textId="77777777" w:rsidR="0095439F" w:rsidRDefault="003E58D7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教师板书：雷锋叔叔</w:t>
            </w:r>
          </w:p>
          <w:p w14:paraId="501467A1" w14:textId="77777777" w:rsidR="0095439F" w:rsidRDefault="003E58D7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教师介绍雷锋的生平。</w:t>
            </w:r>
          </w:p>
          <w:p w14:paraId="39D8748A" w14:textId="77777777" w:rsidR="0095439F" w:rsidRDefault="0095439F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14:paraId="3FFB9EEF" w14:textId="77777777" w:rsidR="0095439F" w:rsidRDefault="003E58D7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3.雷锋叔叔已经牺牲了，可他永远和我们在一起，你能找到他吗？（教师出示课题）</w:t>
            </w:r>
            <w:r>
              <w:rPr>
                <w:rFonts w:asciiTheme="minorEastAsia" w:hAnsiTheme="minorEastAsia" w:hint="eastAsia"/>
                <w:sz w:val="24"/>
              </w:rPr>
              <w:br/>
              <w:t xml:space="preserve">　　</w:t>
            </w:r>
          </w:p>
          <w:p w14:paraId="330D17A2" w14:textId="77777777" w:rsidR="0095439F" w:rsidRDefault="003E58D7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4.他离开我们已经很多年了，我们到哪里去寻找他呢？</w:t>
            </w:r>
          </w:p>
          <w:p w14:paraId="18506F68" w14:textId="77777777" w:rsidR="0095439F" w:rsidRDefault="0095439F">
            <w:pPr>
              <w:pStyle w:val="a6"/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14:paraId="60CE9C2E" w14:textId="77777777" w:rsidR="0095439F" w:rsidRDefault="003E58D7">
            <w:pPr>
              <w:pStyle w:val="a6"/>
              <w:ind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</w:rPr>
              <w:t>板书：你在哪里</w:t>
            </w:r>
          </w:p>
        </w:tc>
        <w:tc>
          <w:tcPr>
            <w:tcW w:w="2111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714A81C6" w14:textId="77777777" w:rsidR="0095439F" w:rsidRDefault="003E58D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小组讨论雷锋叔叔是榜样的原因。</w:t>
            </w:r>
          </w:p>
          <w:p w14:paraId="52618CCD" w14:textId="77777777" w:rsidR="0095439F" w:rsidRDefault="0095439F">
            <w:pPr>
              <w:jc w:val="left"/>
              <w:rPr>
                <w:sz w:val="24"/>
              </w:rPr>
            </w:pPr>
          </w:p>
          <w:p w14:paraId="036388B1" w14:textId="77777777" w:rsidR="0095439F" w:rsidRDefault="0095439F">
            <w:pPr>
              <w:jc w:val="left"/>
              <w:rPr>
                <w:sz w:val="24"/>
              </w:rPr>
            </w:pPr>
          </w:p>
          <w:p w14:paraId="1C7F9737" w14:textId="77777777" w:rsidR="0095439F" w:rsidRDefault="0095439F">
            <w:pPr>
              <w:jc w:val="left"/>
              <w:rPr>
                <w:sz w:val="24"/>
              </w:rPr>
            </w:pPr>
          </w:p>
          <w:p w14:paraId="65D8D333" w14:textId="77777777" w:rsidR="0095439F" w:rsidRDefault="003E58D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认识生字“雷”、“峰”</w:t>
            </w:r>
          </w:p>
          <w:p w14:paraId="4A2B2A89" w14:textId="77777777" w:rsidR="0095439F" w:rsidRDefault="0095439F">
            <w:pPr>
              <w:jc w:val="left"/>
              <w:rPr>
                <w:sz w:val="24"/>
              </w:rPr>
            </w:pPr>
          </w:p>
          <w:p w14:paraId="750BAFE5" w14:textId="77777777" w:rsidR="0095439F" w:rsidRDefault="0095439F">
            <w:pPr>
              <w:jc w:val="left"/>
              <w:rPr>
                <w:sz w:val="24"/>
              </w:rPr>
            </w:pPr>
          </w:p>
          <w:p w14:paraId="5C67D422" w14:textId="77777777" w:rsidR="0095439F" w:rsidRDefault="0095439F">
            <w:pPr>
              <w:jc w:val="left"/>
              <w:rPr>
                <w:sz w:val="24"/>
              </w:rPr>
            </w:pPr>
          </w:p>
          <w:p w14:paraId="16420494" w14:textId="77777777" w:rsidR="0095439F" w:rsidRDefault="0095439F">
            <w:pPr>
              <w:jc w:val="left"/>
              <w:rPr>
                <w:sz w:val="24"/>
              </w:rPr>
            </w:pPr>
          </w:p>
          <w:p w14:paraId="7DB66EA3" w14:textId="77777777" w:rsidR="0095439F" w:rsidRDefault="003E58D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学生畅谈对雷锋叔叔的认识。</w:t>
            </w:r>
          </w:p>
          <w:p w14:paraId="5ABF715A" w14:textId="77777777" w:rsidR="0095439F" w:rsidRDefault="0095439F">
            <w:pPr>
              <w:jc w:val="left"/>
              <w:rPr>
                <w:sz w:val="24"/>
              </w:rPr>
            </w:pPr>
          </w:p>
          <w:p w14:paraId="7D6C798F" w14:textId="77777777" w:rsidR="0095439F" w:rsidRDefault="0095439F">
            <w:pPr>
              <w:jc w:val="left"/>
              <w:rPr>
                <w:sz w:val="24"/>
              </w:rPr>
            </w:pPr>
          </w:p>
          <w:p w14:paraId="45806A6B" w14:textId="77777777" w:rsidR="0095439F" w:rsidRDefault="0095439F">
            <w:pPr>
              <w:jc w:val="left"/>
              <w:rPr>
                <w:sz w:val="24"/>
              </w:rPr>
            </w:pPr>
          </w:p>
          <w:p w14:paraId="6A7F744B" w14:textId="77777777" w:rsidR="0095439F" w:rsidRDefault="003E58D7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齐读课文</w:t>
            </w:r>
            <w:proofErr w:type="gramEnd"/>
          </w:p>
          <w:p w14:paraId="369D50E4" w14:textId="77777777" w:rsidR="0095439F" w:rsidRDefault="0095439F">
            <w:pPr>
              <w:jc w:val="left"/>
              <w:rPr>
                <w:sz w:val="24"/>
              </w:rPr>
            </w:pPr>
          </w:p>
          <w:p w14:paraId="4C350708" w14:textId="77777777" w:rsidR="0095439F" w:rsidRDefault="0095439F">
            <w:pPr>
              <w:jc w:val="left"/>
              <w:rPr>
                <w:sz w:val="24"/>
              </w:rPr>
            </w:pPr>
          </w:p>
          <w:p w14:paraId="295B8D55" w14:textId="77777777" w:rsidR="0095439F" w:rsidRDefault="0095439F">
            <w:pPr>
              <w:jc w:val="left"/>
              <w:rPr>
                <w:sz w:val="24"/>
              </w:rPr>
            </w:pPr>
          </w:p>
          <w:p w14:paraId="3849BE09" w14:textId="77777777" w:rsidR="0095439F" w:rsidRDefault="0095439F">
            <w:pPr>
              <w:jc w:val="left"/>
              <w:rPr>
                <w:sz w:val="24"/>
              </w:rPr>
            </w:pPr>
          </w:p>
          <w:p w14:paraId="000C360A" w14:textId="77777777" w:rsidR="0095439F" w:rsidRDefault="0095439F">
            <w:pPr>
              <w:jc w:val="left"/>
              <w:rPr>
                <w:sz w:val="24"/>
              </w:rPr>
            </w:pPr>
          </w:p>
          <w:p w14:paraId="6F81DE25" w14:textId="77777777" w:rsidR="0095439F" w:rsidRDefault="0095439F">
            <w:pPr>
              <w:jc w:val="left"/>
              <w:rPr>
                <w:sz w:val="24"/>
              </w:rPr>
            </w:pP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FB588B7" w14:textId="199E6683" w:rsidR="003E58D7" w:rsidRDefault="003E58D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师：</w:t>
            </w:r>
            <w:r w:rsidRPr="003E58D7">
              <w:rPr>
                <w:rFonts w:hint="eastAsia"/>
                <w:sz w:val="24"/>
              </w:rPr>
              <w:t>出示带有毛泽东题词的雷锋画像，介绍雷锋事迹。</w:t>
            </w:r>
            <w:r w:rsidRPr="003E58D7">
              <w:rPr>
                <w:sz w:val="24"/>
              </w:rPr>
              <w:t> </w:t>
            </w:r>
          </w:p>
          <w:p w14:paraId="6EEC88BF" w14:textId="77777777" w:rsidR="003E58D7" w:rsidRDefault="003E58D7">
            <w:pPr>
              <w:jc w:val="left"/>
              <w:rPr>
                <w:sz w:val="24"/>
              </w:rPr>
            </w:pPr>
          </w:p>
          <w:p w14:paraId="534C2805" w14:textId="77777777" w:rsidR="003E58D7" w:rsidRDefault="003E58D7">
            <w:pPr>
              <w:jc w:val="left"/>
              <w:rPr>
                <w:sz w:val="24"/>
              </w:rPr>
            </w:pPr>
          </w:p>
          <w:p w14:paraId="6E7317EF" w14:textId="77777777" w:rsidR="003E58D7" w:rsidRDefault="003E58D7">
            <w:pPr>
              <w:jc w:val="left"/>
              <w:rPr>
                <w:sz w:val="24"/>
              </w:rPr>
            </w:pPr>
          </w:p>
          <w:p w14:paraId="115EFA5E" w14:textId="77777777" w:rsidR="003E58D7" w:rsidRDefault="003E58D7">
            <w:pPr>
              <w:jc w:val="left"/>
              <w:rPr>
                <w:sz w:val="24"/>
              </w:rPr>
            </w:pPr>
          </w:p>
          <w:p w14:paraId="34C34758" w14:textId="77777777" w:rsidR="003E58D7" w:rsidRDefault="003E58D7">
            <w:pPr>
              <w:jc w:val="left"/>
              <w:rPr>
                <w:sz w:val="24"/>
              </w:rPr>
            </w:pPr>
          </w:p>
          <w:p w14:paraId="5F4DE20E" w14:textId="77777777" w:rsidR="003E58D7" w:rsidRDefault="003E58D7">
            <w:pPr>
              <w:jc w:val="left"/>
              <w:rPr>
                <w:sz w:val="24"/>
              </w:rPr>
            </w:pPr>
          </w:p>
          <w:p w14:paraId="6E422B61" w14:textId="4294BE1B" w:rsidR="003E58D7" w:rsidRDefault="003E58D7">
            <w:pPr>
              <w:jc w:val="left"/>
              <w:rPr>
                <w:sz w:val="24"/>
              </w:rPr>
            </w:pPr>
            <w:r w:rsidRPr="003E58D7">
              <w:rPr>
                <w:rFonts w:hint="eastAsia"/>
                <w:sz w:val="24"/>
              </w:rPr>
              <w:t>交流有关雷锋的故事。</w:t>
            </w:r>
            <w:r w:rsidRPr="003E58D7">
              <w:rPr>
                <w:sz w:val="24"/>
              </w:rPr>
              <w:t>(</w:t>
            </w:r>
            <w:r w:rsidRPr="003E58D7">
              <w:rPr>
                <w:rFonts w:hint="eastAsia"/>
                <w:sz w:val="24"/>
              </w:rPr>
              <w:t>小组之间或同学之间交流</w:t>
            </w:r>
            <w:r w:rsidRPr="003E58D7">
              <w:rPr>
                <w:sz w:val="24"/>
              </w:rPr>
              <w:t>) </w:t>
            </w:r>
          </w:p>
          <w:p w14:paraId="1CA12E35" w14:textId="77777777" w:rsidR="003E58D7" w:rsidRDefault="003E58D7">
            <w:pPr>
              <w:jc w:val="left"/>
              <w:rPr>
                <w:sz w:val="24"/>
              </w:rPr>
            </w:pPr>
          </w:p>
          <w:p w14:paraId="5015CBFD" w14:textId="77777777" w:rsidR="003E58D7" w:rsidRDefault="003E58D7">
            <w:pPr>
              <w:jc w:val="left"/>
              <w:rPr>
                <w:sz w:val="24"/>
              </w:rPr>
            </w:pPr>
          </w:p>
          <w:p w14:paraId="74C6B78E" w14:textId="77777777" w:rsidR="003E58D7" w:rsidRDefault="003E58D7">
            <w:pPr>
              <w:jc w:val="left"/>
              <w:rPr>
                <w:sz w:val="24"/>
              </w:rPr>
            </w:pPr>
          </w:p>
          <w:p w14:paraId="787531B7" w14:textId="77777777" w:rsidR="003E58D7" w:rsidRDefault="003E58D7">
            <w:pPr>
              <w:jc w:val="left"/>
              <w:rPr>
                <w:sz w:val="24"/>
              </w:rPr>
            </w:pPr>
          </w:p>
          <w:p w14:paraId="59EE0D9C" w14:textId="77777777" w:rsidR="0095439F" w:rsidRDefault="003E58D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师：</w:t>
            </w:r>
            <w:r w:rsidRPr="003E58D7">
              <w:rPr>
                <w:rFonts w:hint="eastAsia"/>
                <w:sz w:val="24"/>
              </w:rPr>
              <w:t>谈谈你对雷锋叔叔有什么印象。</w:t>
            </w:r>
            <w:r w:rsidRPr="003E58D7">
              <w:rPr>
                <w:sz w:val="24"/>
              </w:rPr>
              <w:t> </w:t>
            </w:r>
          </w:p>
          <w:p w14:paraId="08FE6F80" w14:textId="77777777" w:rsidR="003E58D7" w:rsidRDefault="003E58D7">
            <w:pPr>
              <w:jc w:val="left"/>
              <w:rPr>
                <w:sz w:val="24"/>
              </w:rPr>
            </w:pPr>
          </w:p>
          <w:p w14:paraId="64341A57" w14:textId="101822DF" w:rsidR="003E58D7" w:rsidRDefault="003E58D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生：雷锋叔叔是个乐于助人的人</w:t>
            </w:r>
          </w:p>
        </w:tc>
      </w:tr>
    </w:tbl>
    <w:p w14:paraId="59179CA2" w14:textId="77777777" w:rsidR="0095439F" w:rsidRDefault="0095439F">
      <w:pPr>
        <w:tabs>
          <w:tab w:val="left" w:pos="660"/>
        </w:tabs>
      </w:pPr>
    </w:p>
    <w:tbl>
      <w:tblPr>
        <w:tblStyle w:val="a5"/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3274"/>
        <w:gridCol w:w="2486"/>
        <w:gridCol w:w="2160"/>
      </w:tblGrid>
      <w:tr w:rsidR="0095439F" w14:paraId="148753EC" w14:textId="77777777">
        <w:tc>
          <w:tcPr>
            <w:tcW w:w="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9E0C8A4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时间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F7E3AF5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A89AC0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5981C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E93447" w14:textId="77777777" w:rsidR="0095439F" w:rsidRDefault="003E58D7">
            <w:pPr>
              <w:tabs>
                <w:tab w:val="left" w:pos="660"/>
              </w:tabs>
              <w:jc w:val="center"/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95439F" w14:paraId="22193931" w14:textId="77777777">
        <w:trPr>
          <w:trHeight w:val="12755"/>
        </w:trPr>
        <w:tc>
          <w:tcPr>
            <w:tcW w:w="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14:paraId="26AB4D31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14BD1D15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36115EA9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53693D6E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07667C1B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01B3D4CE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6AF790C4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3679964F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71881CDA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0DC7D454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46295B2E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3B9BC42F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61C21C0F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6EBB553F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23C23E03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6DD1B0C2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2077011C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107241C0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0A512D88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674C7885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7BB87668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6EA369CA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0E1E6DE3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406A488D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486E0DB5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4110B358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38BD0199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45F32120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1B4A9A99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1819AE7C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2C4788CA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  <w:p w14:paraId="4F577AA2" w14:textId="77777777" w:rsidR="0095439F" w:rsidRDefault="0095439F">
            <w:pPr>
              <w:tabs>
                <w:tab w:val="left" w:pos="660"/>
              </w:tabs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A087D1A" w14:textId="77777777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</w:t>
            </w:r>
          </w:p>
          <w:p w14:paraId="62B44FFF" w14:textId="77777777" w:rsidR="0095439F" w:rsidRDefault="0095439F">
            <w:pPr>
              <w:rPr>
                <w:sz w:val="24"/>
              </w:rPr>
            </w:pPr>
          </w:p>
          <w:p w14:paraId="3A6DC5A6" w14:textId="77777777" w:rsidR="0095439F" w:rsidRDefault="0095439F">
            <w:pPr>
              <w:rPr>
                <w:sz w:val="24"/>
              </w:rPr>
            </w:pPr>
          </w:p>
          <w:p w14:paraId="20444D3E" w14:textId="77777777" w:rsidR="0095439F" w:rsidRDefault="0095439F">
            <w:pPr>
              <w:rPr>
                <w:sz w:val="24"/>
              </w:rPr>
            </w:pPr>
          </w:p>
          <w:p w14:paraId="7754187D" w14:textId="77777777" w:rsidR="0095439F" w:rsidRDefault="0095439F">
            <w:pPr>
              <w:rPr>
                <w:sz w:val="24"/>
              </w:rPr>
            </w:pPr>
          </w:p>
          <w:p w14:paraId="703C72DC" w14:textId="77777777" w:rsidR="0095439F" w:rsidRDefault="0095439F">
            <w:pPr>
              <w:rPr>
                <w:sz w:val="24"/>
              </w:rPr>
            </w:pPr>
          </w:p>
          <w:p w14:paraId="5A0F6113" w14:textId="77777777" w:rsidR="0095439F" w:rsidRDefault="0095439F">
            <w:pPr>
              <w:rPr>
                <w:sz w:val="24"/>
              </w:rPr>
            </w:pPr>
          </w:p>
          <w:p w14:paraId="1B0BF92F" w14:textId="77777777" w:rsidR="0095439F" w:rsidRDefault="0095439F">
            <w:pPr>
              <w:rPr>
                <w:sz w:val="24"/>
              </w:rPr>
            </w:pPr>
          </w:p>
          <w:p w14:paraId="35634D67" w14:textId="77777777" w:rsidR="0095439F" w:rsidRDefault="0095439F">
            <w:pPr>
              <w:rPr>
                <w:sz w:val="24"/>
              </w:rPr>
            </w:pPr>
          </w:p>
          <w:p w14:paraId="3D9D2D47" w14:textId="77777777" w:rsidR="0095439F" w:rsidRDefault="0095439F">
            <w:pPr>
              <w:rPr>
                <w:sz w:val="24"/>
              </w:rPr>
            </w:pPr>
          </w:p>
          <w:p w14:paraId="51DED3DC" w14:textId="77777777" w:rsidR="0095439F" w:rsidRDefault="0095439F">
            <w:pPr>
              <w:rPr>
                <w:sz w:val="24"/>
              </w:rPr>
            </w:pPr>
          </w:p>
          <w:p w14:paraId="6C727B4E" w14:textId="77777777" w:rsidR="0095439F" w:rsidRDefault="0095439F">
            <w:pPr>
              <w:rPr>
                <w:sz w:val="24"/>
              </w:rPr>
            </w:pPr>
          </w:p>
          <w:p w14:paraId="7EF15E1C" w14:textId="77777777" w:rsidR="0095439F" w:rsidRDefault="0095439F">
            <w:pPr>
              <w:rPr>
                <w:sz w:val="24"/>
              </w:rPr>
            </w:pPr>
          </w:p>
          <w:p w14:paraId="0CB46544" w14:textId="77777777" w:rsidR="0095439F" w:rsidRDefault="003E58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三、学习课文</w:t>
            </w:r>
          </w:p>
          <w:p w14:paraId="7F9D9660" w14:textId="77777777" w:rsidR="0095439F" w:rsidRDefault="0095439F">
            <w:pPr>
              <w:rPr>
                <w:sz w:val="24"/>
              </w:rPr>
            </w:pPr>
          </w:p>
          <w:p w14:paraId="5B9ED550" w14:textId="77777777" w:rsidR="0095439F" w:rsidRDefault="0095439F">
            <w:pPr>
              <w:rPr>
                <w:sz w:val="24"/>
              </w:rPr>
            </w:pPr>
          </w:p>
          <w:p w14:paraId="776A4263" w14:textId="77777777" w:rsidR="0095439F" w:rsidRDefault="0095439F">
            <w:pPr>
              <w:rPr>
                <w:sz w:val="24"/>
              </w:rPr>
            </w:pPr>
          </w:p>
          <w:p w14:paraId="4281D87C" w14:textId="77777777" w:rsidR="0095439F" w:rsidRDefault="0095439F">
            <w:pPr>
              <w:rPr>
                <w:sz w:val="24"/>
              </w:rPr>
            </w:pPr>
          </w:p>
          <w:p w14:paraId="0A5AE517" w14:textId="77777777" w:rsidR="0095439F" w:rsidRDefault="0095439F">
            <w:pPr>
              <w:rPr>
                <w:sz w:val="24"/>
              </w:rPr>
            </w:pPr>
          </w:p>
          <w:p w14:paraId="5C13673D" w14:textId="77777777" w:rsidR="0095439F" w:rsidRDefault="0095439F">
            <w:pPr>
              <w:rPr>
                <w:sz w:val="24"/>
              </w:rPr>
            </w:pPr>
          </w:p>
          <w:p w14:paraId="6F6C7EBA" w14:textId="77777777" w:rsidR="0095439F" w:rsidRDefault="0095439F">
            <w:pPr>
              <w:rPr>
                <w:sz w:val="24"/>
              </w:rPr>
            </w:pPr>
          </w:p>
          <w:p w14:paraId="3046912B" w14:textId="77777777" w:rsidR="0095439F" w:rsidRDefault="0095439F">
            <w:pPr>
              <w:rPr>
                <w:sz w:val="24"/>
              </w:rPr>
            </w:pPr>
          </w:p>
          <w:p w14:paraId="1E3BF22B" w14:textId="77777777" w:rsidR="0095439F" w:rsidRDefault="0095439F">
            <w:pPr>
              <w:rPr>
                <w:sz w:val="24"/>
              </w:rPr>
            </w:pPr>
          </w:p>
          <w:p w14:paraId="7CC62366" w14:textId="77777777" w:rsidR="0095439F" w:rsidRDefault="0095439F">
            <w:pPr>
              <w:rPr>
                <w:sz w:val="24"/>
              </w:rPr>
            </w:pPr>
          </w:p>
          <w:p w14:paraId="584900B5" w14:textId="77777777" w:rsidR="0095439F" w:rsidRDefault="0095439F">
            <w:pPr>
              <w:rPr>
                <w:sz w:val="24"/>
              </w:rPr>
            </w:pPr>
          </w:p>
          <w:p w14:paraId="03ACF4F4" w14:textId="77777777" w:rsidR="0095439F" w:rsidRDefault="0095439F">
            <w:pPr>
              <w:rPr>
                <w:sz w:val="24"/>
              </w:rPr>
            </w:pPr>
          </w:p>
          <w:p w14:paraId="1D3DD5E9" w14:textId="77777777" w:rsidR="0095439F" w:rsidRDefault="0095439F">
            <w:pPr>
              <w:rPr>
                <w:sz w:val="24"/>
              </w:rPr>
            </w:pPr>
          </w:p>
          <w:p w14:paraId="684417FF" w14:textId="77777777" w:rsidR="0095439F" w:rsidRDefault="0095439F">
            <w:pPr>
              <w:rPr>
                <w:sz w:val="24"/>
              </w:rPr>
            </w:pPr>
          </w:p>
          <w:p w14:paraId="17596F00" w14:textId="77777777" w:rsidR="0095439F" w:rsidRDefault="003E58D7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指导书写</w:t>
            </w:r>
          </w:p>
          <w:p w14:paraId="5D0412EA" w14:textId="77777777" w:rsidR="0095439F" w:rsidRDefault="0095439F">
            <w:pPr>
              <w:rPr>
                <w:sz w:val="24"/>
              </w:rPr>
            </w:pPr>
          </w:p>
          <w:p w14:paraId="00567287" w14:textId="77777777" w:rsidR="0095439F" w:rsidRDefault="0095439F">
            <w:pPr>
              <w:rPr>
                <w:sz w:val="24"/>
              </w:rPr>
            </w:pPr>
          </w:p>
          <w:p w14:paraId="0F745E84" w14:textId="77777777" w:rsidR="0095439F" w:rsidRDefault="0095439F">
            <w:pPr>
              <w:rPr>
                <w:sz w:val="24"/>
              </w:rPr>
            </w:pPr>
          </w:p>
          <w:p w14:paraId="7E5AADA4" w14:textId="77777777" w:rsidR="0095439F" w:rsidRDefault="0095439F">
            <w:pPr>
              <w:rPr>
                <w:sz w:val="24"/>
              </w:rPr>
            </w:pPr>
          </w:p>
          <w:p w14:paraId="77C463EB" w14:textId="77777777" w:rsidR="0095439F" w:rsidRDefault="0095439F">
            <w:pPr>
              <w:rPr>
                <w:sz w:val="24"/>
              </w:rPr>
            </w:pPr>
          </w:p>
          <w:p w14:paraId="443A1DA4" w14:textId="77777777" w:rsidR="0095439F" w:rsidRDefault="0095439F">
            <w:pPr>
              <w:rPr>
                <w:sz w:val="24"/>
              </w:rPr>
            </w:pPr>
          </w:p>
          <w:p w14:paraId="048FEC61" w14:textId="77777777" w:rsidR="0095439F" w:rsidRDefault="0095439F">
            <w:pPr>
              <w:rPr>
                <w:sz w:val="24"/>
              </w:rPr>
            </w:pPr>
          </w:p>
          <w:p w14:paraId="206C09E0" w14:textId="77777777" w:rsidR="0095439F" w:rsidRDefault="0095439F">
            <w:pPr>
              <w:rPr>
                <w:sz w:val="24"/>
              </w:rPr>
            </w:pPr>
          </w:p>
        </w:tc>
        <w:tc>
          <w:tcPr>
            <w:tcW w:w="32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BC39889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1.</w:t>
            </w:r>
            <w:proofErr w:type="gramStart"/>
            <w:r>
              <w:rPr>
                <w:rFonts w:ascii="Arial" w:hAnsi="Arial" w:cs="Arial" w:hint="eastAsia"/>
                <w:kern w:val="0"/>
                <w:sz w:val="24"/>
              </w:rPr>
              <w:t>自由读</w:t>
            </w:r>
            <w:proofErr w:type="gramEnd"/>
            <w:r>
              <w:rPr>
                <w:rFonts w:ascii="Arial" w:hAnsi="Arial" w:cs="Arial" w:hint="eastAsia"/>
                <w:kern w:val="0"/>
                <w:sz w:val="24"/>
              </w:rPr>
              <w:t>课文，想想文章写了关于雷锋叔叔的哪些事？</w:t>
            </w:r>
          </w:p>
          <w:p w14:paraId="49BFA885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8B0CDC2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2.</w:t>
            </w:r>
            <w:r>
              <w:rPr>
                <w:rFonts w:ascii="Arial" w:hAnsi="Arial" w:cs="Arial" w:hint="eastAsia"/>
                <w:kern w:val="0"/>
                <w:sz w:val="24"/>
              </w:rPr>
              <w:t>读准字音，读通句子。</w:t>
            </w:r>
          </w:p>
          <w:p w14:paraId="11D26458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4F6047C7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3.</w:t>
            </w:r>
            <w:r>
              <w:rPr>
                <w:rFonts w:ascii="Arial" w:hAnsi="Arial" w:cs="Arial" w:hint="eastAsia"/>
                <w:kern w:val="0"/>
                <w:sz w:val="24"/>
              </w:rPr>
              <w:t>教师找小朋友起来试读课文，并点评。</w:t>
            </w:r>
          </w:p>
          <w:p w14:paraId="3BAE85E5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1536B8C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4.</w:t>
            </w:r>
            <w:r>
              <w:rPr>
                <w:rFonts w:ascii="Arial" w:hAnsi="Arial" w:cs="Arial" w:hint="eastAsia"/>
                <w:kern w:val="0"/>
                <w:sz w:val="24"/>
              </w:rPr>
              <w:t>出示生词认读。</w:t>
            </w:r>
          </w:p>
          <w:p w14:paraId="6851AD07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 xml:space="preserve">　曾路过这里泥泞脚窝年迈荆棘花瓣晶莹四处寻觅需要</w:t>
            </w:r>
          </w:p>
          <w:p w14:paraId="2067D736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 xml:space="preserve">　　　　</w:t>
            </w:r>
          </w:p>
          <w:p w14:paraId="4AB7FB26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5.</w:t>
            </w:r>
            <w:r>
              <w:rPr>
                <w:rFonts w:ascii="Arial" w:hAnsi="Arial" w:cs="Arial" w:hint="eastAsia"/>
                <w:kern w:val="0"/>
                <w:sz w:val="24"/>
              </w:rPr>
              <w:t>自由读、指名读、开火车读</w:t>
            </w:r>
          </w:p>
          <w:p w14:paraId="0F2AB40E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744A28FE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C13830B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1</w:t>
            </w:r>
            <w:r>
              <w:rPr>
                <w:rFonts w:ascii="Arial" w:hAnsi="Arial" w:cs="Arial" w:hint="eastAsia"/>
                <w:kern w:val="0"/>
                <w:sz w:val="24"/>
              </w:rPr>
              <w:t>、学生再读课文，一边读一边感悟，文章从哪里开始寻找雷锋的足迹的。并找出相关的段落，多读几遍。 </w:t>
            </w:r>
          </w:p>
          <w:p w14:paraId="7397370D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0B27E9CF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154155E3" w14:textId="77777777" w:rsidR="0095439F" w:rsidRDefault="003E58D7">
            <w:pPr>
              <w:widowControl/>
              <w:numPr>
                <w:ilvl w:val="0"/>
                <w:numId w:val="1"/>
              </w:numPr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分角色朗读，并思考从小溪和小路的话中你读懂了什么？ </w:t>
            </w:r>
          </w:p>
          <w:p w14:paraId="068894F9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40C7CE14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3</w:t>
            </w:r>
            <w:r>
              <w:rPr>
                <w:rFonts w:ascii="Arial" w:hAnsi="Arial" w:cs="Arial" w:hint="eastAsia"/>
                <w:kern w:val="0"/>
                <w:sz w:val="24"/>
              </w:rPr>
              <w:t>、除了文中提到的这些，你觉得雷锋叔叔还会在哪些地方帮助别人</w:t>
            </w:r>
          </w:p>
          <w:p w14:paraId="4C39A2E4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A2AE58F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AB58BE5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61C4AE13" w14:textId="77777777" w:rsidR="0095439F" w:rsidRDefault="003E58D7">
            <w:pPr>
              <w:widowControl/>
              <w:numPr>
                <w:ilvl w:val="0"/>
                <w:numId w:val="4"/>
              </w:numPr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“锋”、“曾”韵母都是“</w:t>
            </w:r>
            <w:proofErr w:type="spellStart"/>
            <w:r>
              <w:rPr>
                <w:rFonts w:ascii="Arial" w:hAnsi="Arial" w:cs="Arial" w:hint="eastAsia"/>
                <w:kern w:val="0"/>
                <w:sz w:val="24"/>
              </w:rPr>
              <w:t>eng</w:t>
            </w:r>
            <w:proofErr w:type="spellEnd"/>
            <w:r>
              <w:rPr>
                <w:rFonts w:ascii="Arial" w:hAnsi="Arial" w:cs="Arial" w:hint="eastAsia"/>
                <w:kern w:val="0"/>
                <w:sz w:val="24"/>
              </w:rPr>
              <w:t>”。“泞”“荆”“莹”韵母都是“</w:t>
            </w:r>
            <w:proofErr w:type="spellStart"/>
            <w:r>
              <w:rPr>
                <w:rFonts w:ascii="Arial" w:hAnsi="Arial" w:cs="Arial" w:hint="eastAsia"/>
                <w:kern w:val="0"/>
                <w:sz w:val="24"/>
              </w:rPr>
              <w:t>ing</w:t>
            </w:r>
            <w:proofErr w:type="spellEnd"/>
            <w:r>
              <w:rPr>
                <w:rFonts w:ascii="Arial" w:hAnsi="Arial" w:cs="Arial" w:hint="eastAsia"/>
                <w:kern w:val="0"/>
                <w:sz w:val="24"/>
              </w:rPr>
              <w:t>”</w:t>
            </w:r>
          </w:p>
          <w:p w14:paraId="5156FF98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11984B41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2.</w:t>
            </w:r>
            <w:r>
              <w:rPr>
                <w:rFonts w:ascii="Arial" w:hAnsi="Arial" w:cs="Arial" w:hint="eastAsia"/>
                <w:kern w:val="0"/>
                <w:sz w:val="24"/>
              </w:rPr>
              <w:t>冒、需、雷：上大下小，</w:t>
            </w:r>
            <w:proofErr w:type="gramStart"/>
            <w:r>
              <w:rPr>
                <w:rFonts w:ascii="Arial" w:hAnsi="Arial" w:cs="Arial" w:hint="eastAsia"/>
                <w:kern w:val="0"/>
                <w:sz w:val="24"/>
              </w:rPr>
              <w:t>上宽小窄</w:t>
            </w:r>
            <w:proofErr w:type="gramEnd"/>
            <w:r>
              <w:rPr>
                <w:rFonts w:ascii="Arial" w:hAnsi="Arial" w:cs="Arial" w:hint="eastAsia"/>
                <w:kern w:val="0"/>
                <w:sz w:val="24"/>
              </w:rPr>
              <w:t>。 </w:t>
            </w:r>
          </w:p>
          <w:p w14:paraId="1A8BB8B5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迈、迷、迹：注意笔顺。先里头，后外头。注意迹的里面写法。 </w:t>
            </w:r>
          </w:p>
          <w:p w14:paraId="7D39C527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滴、洒、泥、</w:t>
            </w:r>
            <w:proofErr w:type="gramStart"/>
            <w:r>
              <w:rPr>
                <w:rFonts w:ascii="Arial" w:hAnsi="Arial" w:cs="Arial" w:hint="eastAsia"/>
                <w:kern w:val="0"/>
                <w:sz w:val="24"/>
              </w:rPr>
              <w:t>泞</w:t>
            </w:r>
            <w:proofErr w:type="gramEnd"/>
            <w:r>
              <w:rPr>
                <w:rFonts w:ascii="Arial" w:hAnsi="Arial" w:cs="Arial" w:hint="eastAsia"/>
                <w:kern w:val="0"/>
                <w:sz w:val="24"/>
              </w:rPr>
              <w:t>：都是三点水旁。注意滴右边的写法。注意洒右边是个西字。</w:t>
            </w:r>
          </w:p>
          <w:p w14:paraId="2C4D5B5C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24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EB6AB5E" w14:textId="77777777" w:rsidR="0095439F" w:rsidRDefault="0095439F"/>
          <w:p w14:paraId="30D911E9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自读课文</w:t>
            </w:r>
          </w:p>
          <w:p w14:paraId="1290EC8B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同桌互相读并相互点评。</w:t>
            </w:r>
          </w:p>
          <w:p w14:paraId="5CCF3C41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15476674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6F3225A3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71DAD293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72CD550C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找出容易读错的字词，同桌互相检查。</w:t>
            </w:r>
          </w:p>
          <w:p w14:paraId="4A44B31B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4897F57D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08B19EB8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2122B84F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4C0582C5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0A7691C4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01C2C9A6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小组内部相互讨论雷锋的足迹。</w:t>
            </w:r>
          </w:p>
          <w:p w14:paraId="28BE96AF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2A785F4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用铅笔划出相关内容并展示交流。</w:t>
            </w:r>
          </w:p>
          <w:p w14:paraId="5FCAABF8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7D342A1F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540F014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747232E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F1D757A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思考雷锋会在哪些地方帮助别人。</w:t>
            </w:r>
          </w:p>
          <w:p w14:paraId="68309406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2AAB87B1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11815F28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2B2C2A72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86511A2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86252DD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学生辨别生字，掌握“锋”、“曾”等字的韵母。</w:t>
            </w:r>
          </w:p>
          <w:p w14:paraId="2F11A80D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368C44D" w14:textId="77777777" w:rsidR="0095439F" w:rsidRDefault="0095439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753FA60C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学习“冒”上宽下窄，左右结构的字注意是</w:t>
            </w:r>
            <w:proofErr w:type="gramStart"/>
            <w:r>
              <w:rPr>
                <w:rFonts w:ascii="Arial" w:hAnsi="Arial" w:cs="Arial" w:hint="eastAsia"/>
                <w:kern w:val="0"/>
                <w:sz w:val="24"/>
              </w:rPr>
              <w:t>左窄右宽还是左宽右窄</w:t>
            </w:r>
            <w:proofErr w:type="gramEnd"/>
            <w:r>
              <w:rPr>
                <w:rFonts w:ascii="Arial" w:hAnsi="Arial" w:cs="Arial" w:hint="eastAsia"/>
                <w:kern w:val="0"/>
                <w:sz w:val="24"/>
              </w:rPr>
              <w:t>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D1FFAA" w14:textId="77777777" w:rsidR="0095439F" w:rsidRDefault="0095439F">
            <w:pPr>
              <w:rPr>
                <w:szCs w:val="21"/>
              </w:rPr>
            </w:pPr>
          </w:p>
          <w:p w14:paraId="69D6CD23" w14:textId="77777777" w:rsidR="0095439F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 w:val="24"/>
              </w:rPr>
              <w:t>师：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今天这堂课，我们共同学习《雷锋叔叔，你在哪里》。</w:t>
            </w:r>
            <w:r w:rsidRPr="003E58D7">
              <w:rPr>
                <w:rFonts w:ascii="Arial" w:hAnsi="Arial" w:cs="Arial"/>
                <w:kern w:val="0"/>
                <w:sz w:val="24"/>
              </w:rPr>
              <w:t>(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板书课题，</w:t>
            </w:r>
            <w:proofErr w:type="gramStart"/>
            <w:r w:rsidRPr="003E58D7">
              <w:rPr>
                <w:rFonts w:ascii="Arial" w:hAnsi="Arial" w:cs="Arial" w:hint="eastAsia"/>
                <w:kern w:val="0"/>
                <w:sz w:val="24"/>
              </w:rPr>
              <w:t>齐读课题</w:t>
            </w:r>
            <w:proofErr w:type="gramEnd"/>
            <w:r w:rsidRPr="003E58D7">
              <w:rPr>
                <w:rFonts w:ascii="Arial" w:hAnsi="Arial" w:cs="Arial"/>
                <w:kern w:val="0"/>
                <w:sz w:val="24"/>
              </w:rPr>
              <w:t>) </w:t>
            </w:r>
          </w:p>
          <w:p w14:paraId="454A0378" w14:textId="77777777" w:rsidR="003E58D7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1CC29CA" w14:textId="77777777" w:rsidR="003E58D7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69F39B80" w14:textId="77777777" w:rsidR="003E58D7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66EDE746" w14:textId="77777777" w:rsidR="003E58D7" w:rsidRDefault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0FA1A009" w14:textId="35B24683" w:rsidR="003E58D7" w:rsidRP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师：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老师把熟字去掉，你还认识这些生字吗？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</w:p>
          <w:p w14:paraId="0B9393E5" w14:textId="5EF36A5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生：认识</w:t>
            </w:r>
          </w:p>
          <w:p w14:paraId="293DCAAE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75319574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E09A1E5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6D779BA2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64FFCE51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4685240E" w14:textId="209A92D6" w:rsidR="003E58D7" w:rsidRP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师</w:t>
            </w:r>
            <w:r>
              <w:rPr>
                <w:rFonts w:ascii="Arial" w:hAnsi="Arial" w:cs="Arial" w:hint="eastAsia"/>
                <w:kern w:val="0"/>
                <w:sz w:val="24"/>
              </w:rPr>
              <w:t>;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猜一猜下面词语的意思，并说一说自己用什么方法猜的。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</w:p>
          <w:p w14:paraId="644DA2CE" w14:textId="7CCCA816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泥泞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  <w:proofErr w:type="gramStart"/>
            <w:r w:rsidRPr="003E58D7">
              <w:rPr>
                <w:rFonts w:ascii="Arial" w:hAnsi="Arial" w:cs="Arial" w:hint="eastAsia"/>
                <w:kern w:val="0"/>
                <w:sz w:val="24"/>
              </w:rPr>
              <w:t>年迈</w:t>
            </w:r>
            <w:proofErr w:type="gramEnd"/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晶莹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寻觅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</w:p>
          <w:p w14:paraId="525959AA" w14:textId="48D1AA65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2E82C427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583E1AEB" w14:textId="038E0FEF" w:rsidR="003E58D7" w:rsidRP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师：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泥泞：因有烂泥而不好走。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年迈：年纪大。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晶莹：光亮而透明。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寻觅：四处寻找。</w:t>
            </w:r>
            <w:r w:rsidRPr="003E58D7">
              <w:rPr>
                <w:rFonts w:ascii="Arial" w:hAnsi="Arial" w:cs="Arial"/>
                <w:kern w:val="0"/>
                <w:sz w:val="24"/>
              </w:rPr>
              <w:t> </w:t>
            </w:r>
          </w:p>
          <w:p w14:paraId="528646BD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0ACA7DBB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3E412C37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63D648C1" w14:textId="77777777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  <w:p w14:paraId="0449E66B" w14:textId="654A0608" w:rsidR="003E58D7" w:rsidRDefault="003E58D7" w:rsidP="003E58D7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</w:rPr>
              <w:t>师：让我们</w:t>
            </w:r>
            <w:r w:rsidRPr="003E58D7">
              <w:rPr>
                <w:rFonts w:ascii="Arial" w:hAnsi="Arial" w:cs="Arial" w:hint="eastAsia"/>
                <w:kern w:val="0"/>
                <w:sz w:val="24"/>
              </w:rPr>
              <w:t>再读课文，要求把课文读正确、读流利。</w:t>
            </w:r>
          </w:p>
        </w:tc>
      </w:tr>
    </w:tbl>
    <w:p w14:paraId="3CB3C79F" w14:textId="77777777" w:rsidR="0095439F" w:rsidRDefault="0095439F">
      <w:pPr>
        <w:rPr>
          <w:rFonts w:ascii="黑体" w:eastAsia="黑体"/>
          <w:szCs w:val="21"/>
        </w:rPr>
      </w:pPr>
    </w:p>
    <w:tbl>
      <w:tblPr>
        <w:tblStyle w:val="a5"/>
        <w:tblW w:w="10207" w:type="dxa"/>
        <w:tblLayout w:type="fixed"/>
        <w:tblLook w:val="04A0" w:firstRow="1" w:lastRow="0" w:firstColumn="1" w:lastColumn="0" w:noHBand="0" w:noVBand="1"/>
      </w:tblPr>
      <w:tblGrid>
        <w:gridCol w:w="854"/>
        <w:gridCol w:w="1276"/>
        <w:gridCol w:w="2857"/>
        <w:gridCol w:w="3053"/>
        <w:gridCol w:w="2167"/>
      </w:tblGrid>
      <w:tr w:rsidR="0095439F" w14:paraId="42D878E8" w14:textId="77777777">
        <w:trPr>
          <w:trHeight w:val="452"/>
        </w:trPr>
        <w:tc>
          <w:tcPr>
            <w:tcW w:w="1020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FDE8CA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 w:rsidR="0095439F" w14:paraId="0A947123" w14:textId="77777777">
        <w:trPr>
          <w:trHeight w:val="592"/>
        </w:trPr>
        <w:tc>
          <w:tcPr>
            <w:tcW w:w="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A328DD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F634BD3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60B790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F0E51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850EC6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95439F" w14:paraId="19935FF0" w14:textId="77777777">
        <w:trPr>
          <w:trHeight w:val="13110"/>
        </w:trPr>
        <w:tc>
          <w:tcPr>
            <w:tcW w:w="85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BC50FD2" w14:textId="77777777" w:rsidR="0095439F" w:rsidRDefault="0095439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1FCEFC3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F86EB12" w14:textId="77777777" w:rsidR="0095439F" w:rsidRDefault="003E58D7">
            <w:pPr>
              <w:widowControl/>
              <w:numPr>
                <w:ilvl w:val="0"/>
                <w:numId w:val="5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借助插图，交流引入 </w:t>
            </w:r>
          </w:p>
          <w:p w14:paraId="25F50C93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44F020C5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4B25F657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A683A1B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5B89D0C2" w14:textId="77777777" w:rsidR="0095439F" w:rsidRDefault="003E58D7">
            <w:pPr>
              <w:widowControl/>
              <w:numPr>
                <w:ilvl w:val="0"/>
                <w:numId w:val="5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讲读结合，体会文章。</w:t>
            </w:r>
          </w:p>
          <w:p w14:paraId="511A9019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316DEF6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F74289C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4646A6B7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F76943F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321FF98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A57215D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BA7E100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26F8C46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C653A03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26F641A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65FF937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AE85633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E3FBB3C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5DFEB9C9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02A3312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3DF5E9A5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E1129F2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382FBF0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307E38E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0B18F5D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857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6D58EEB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39D8A6B0" w14:textId="77777777" w:rsidR="0095439F" w:rsidRDefault="003E58D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我们首先复习一下上节课所认识的几个生字。</w:t>
            </w:r>
          </w:p>
          <w:p w14:paraId="477F80A9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01779B41" w14:textId="77777777" w:rsidR="0095439F" w:rsidRDefault="003E58D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谈一谈通过昨天回家熟读课文，你对雷锋叔叔又有了哪些新的认识？</w:t>
            </w:r>
          </w:p>
          <w:p w14:paraId="648BC781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61719739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5DC35892" w14:textId="77777777" w:rsidR="0095439F" w:rsidRDefault="003E58D7">
            <w:pPr>
              <w:widowControl/>
              <w:numPr>
                <w:ilvl w:val="0"/>
                <w:numId w:val="6"/>
              </w:numPr>
              <w:adjustRightInd w:val="0"/>
              <w:snapToGrid w:val="0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齐读第二节</w:t>
            </w:r>
            <w:proofErr w:type="gramEnd"/>
            <w:r>
              <w:rPr>
                <w:rFonts w:hint="eastAsia"/>
                <w:sz w:val="24"/>
              </w:rPr>
              <w:t>。 </w:t>
            </w:r>
          </w:p>
          <w:p w14:paraId="2A29C457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1F5DF548" w14:textId="77777777" w:rsidR="0095439F" w:rsidRDefault="003E58D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在小溪边找到了雷锋的足迹，他在干什么？</w:t>
            </w:r>
          </w:p>
          <w:p w14:paraId="72977D0E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38A5813D" w14:textId="77777777" w:rsidR="0095439F" w:rsidRDefault="003E58D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想一想假如你是这个孩子，你迷路了你的心情是怎么样的？</w:t>
            </w:r>
          </w:p>
          <w:p w14:paraId="405BE471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20579061" w14:textId="77777777" w:rsidR="0095439F" w:rsidRDefault="003E58D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那么这个时候，有一位叔叔抱着你回家你是怎样想的？</w:t>
            </w:r>
          </w:p>
          <w:p w14:paraId="5A4A9E19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7B9FFC25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43991A31" w14:textId="77777777" w:rsidR="0095439F" w:rsidRDefault="003E58D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同学们想一想，雷锋叔叔抱着孩子回家是不是一帆风顺的？他遇到了什么？</w:t>
            </w:r>
          </w:p>
          <w:p w14:paraId="638EA24A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71F4DE93" w14:textId="77777777" w:rsidR="0095439F" w:rsidRDefault="003E58D7">
            <w:pPr>
              <w:widowControl/>
              <w:numPr>
                <w:ilvl w:val="0"/>
                <w:numId w:val="7"/>
              </w:numPr>
              <w:adjustRightInd w:val="0"/>
              <w:snapToGrid w:val="0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齐读第四节</w:t>
            </w:r>
            <w:proofErr w:type="gramEnd"/>
            <w:r>
              <w:rPr>
                <w:rFonts w:hint="eastAsia"/>
                <w:sz w:val="24"/>
              </w:rPr>
              <w:t>，雷锋叔叔在路上干嘛？</w:t>
            </w:r>
          </w:p>
          <w:p w14:paraId="5A0BAA9B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0C9CEA3B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7AD29ED0" w14:textId="77777777" w:rsidR="0095439F" w:rsidRDefault="003E58D7">
            <w:pPr>
              <w:widowControl/>
              <w:numPr>
                <w:ilvl w:val="0"/>
                <w:numId w:val="7"/>
              </w:num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小朋友们，雷锋叔叔为什么要背着年迈的大娘？（什么是年迈？）</w:t>
            </w:r>
          </w:p>
          <w:p w14:paraId="7D239967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59C110C2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5EACC48E" w14:textId="77777777" w:rsidR="0095439F" w:rsidRDefault="0095439F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24FD72E0" w14:textId="77777777" w:rsidR="0095439F" w:rsidRDefault="003E58D7">
            <w:pPr>
              <w:widowControl/>
              <w:numPr>
                <w:ilvl w:val="0"/>
                <w:numId w:val="7"/>
              </w:num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在大娘无助的时候，最需要帮助的时候，雷锋叔叔出现了，此刻大娘的心里会怎么想？</w:t>
            </w:r>
          </w:p>
          <w:p w14:paraId="0EDB2E6B" w14:textId="77777777" w:rsidR="0095439F" w:rsidRDefault="0095439F">
            <w:pPr>
              <w:widowControl/>
              <w:adjustRightInd w:val="0"/>
              <w:snapToGrid w:val="0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3053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099087B4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8B2CD26" w14:textId="77777777" w:rsidR="0095439F" w:rsidRDefault="003E58D7">
            <w:pPr>
              <w:widowControl/>
              <w:numPr>
                <w:ilvl w:val="0"/>
                <w:numId w:val="8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学生复习上节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课认识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的生字。</w:t>
            </w:r>
          </w:p>
          <w:p w14:paraId="4E74EC97" w14:textId="77777777" w:rsidR="0095439F" w:rsidRDefault="0095439F">
            <w:pPr>
              <w:widowControl/>
              <w:numPr>
                <w:ilvl w:val="0"/>
                <w:numId w:val="8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76A54920" w14:textId="77777777" w:rsidR="0095439F" w:rsidRDefault="003E58D7">
            <w:pPr>
              <w:widowControl/>
              <w:numPr>
                <w:ilvl w:val="0"/>
                <w:numId w:val="8"/>
              </w:numPr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同桌相互谈谈对雷锋的认识。</w:t>
            </w:r>
          </w:p>
          <w:p w14:paraId="3DF33C86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3765A9BC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522D6EF5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340688CB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79BA9AC6" w14:textId="77777777" w:rsidR="0095439F" w:rsidRDefault="003E58D7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学生讨论交流，并举手发言。</w:t>
            </w:r>
          </w:p>
          <w:p w14:paraId="06D0A5A1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D6EC32B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D420C81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9E6A06F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3FA587A2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4C512C5D" w14:textId="77777777" w:rsidR="0095439F" w:rsidRDefault="003E58D7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小组相互讨论并得出结果。</w:t>
            </w:r>
          </w:p>
          <w:p w14:paraId="611FD5CF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D5A40DD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A772FE2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3974C386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4F7DBE06" w14:textId="77777777" w:rsidR="0095439F" w:rsidRDefault="003E58D7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讨论得出：在小溪边雷锋的足迹是在帮助一个孩子，并且雷锋叔叔送孩子回家不是一帆风顺的。</w:t>
            </w:r>
          </w:p>
          <w:p w14:paraId="25EFDDEC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7E21763B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4C1AAEB" w14:textId="77777777" w:rsidR="0095439F" w:rsidRDefault="003E58D7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学生自由发言。</w:t>
            </w:r>
          </w:p>
          <w:p w14:paraId="74C6F261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F4D5A7E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59552F1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C9B9FBF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94C4512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E027F8E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70E45761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2F91A8E" w14:textId="77777777" w:rsidR="0095439F" w:rsidRDefault="0095439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97C65DF" w14:textId="77777777" w:rsidR="0095439F" w:rsidRDefault="003E58D7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同桌相互讨论，举手发言。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2D1238" w14:textId="77777777" w:rsidR="0095439F" w:rsidRDefault="003E58D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6921C7">
              <w:rPr>
                <w:rFonts w:hint="eastAsia"/>
                <w:sz w:val="24"/>
              </w:rPr>
              <w:t>师：</w:t>
            </w:r>
            <w:r w:rsidR="006921C7" w:rsidRPr="006921C7">
              <w:rPr>
                <w:rFonts w:hint="eastAsia"/>
                <w:sz w:val="24"/>
              </w:rPr>
              <w:t>把你对雷锋叔叔的感情渗入到课文朗读中，</w:t>
            </w:r>
            <w:proofErr w:type="gramStart"/>
            <w:r w:rsidR="006921C7" w:rsidRPr="006921C7">
              <w:rPr>
                <w:rFonts w:hint="eastAsia"/>
                <w:sz w:val="24"/>
              </w:rPr>
              <w:t>用读将情感</w:t>
            </w:r>
            <w:proofErr w:type="gramEnd"/>
            <w:r w:rsidR="006921C7" w:rsidRPr="006921C7">
              <w:rPr>
                <w:rFonts w:hint="eastAsia"/>
                <w:sz w:val="24"/>
              </w:rPr>
              <w:t>表现出来。指名读课文，师生评价。</w:t>
            </w:r>
            <w:r w:rsidR="006921C7" w:rsidRPr="006921C7">
              <w:rPr>
                <w:sz w:val="24"/>
              </w:rPr>
              <w:t> </w:t>
            </w:r>
          </w:p>
          <w:p w14:paraId="0C1CF6BA" w14:textId="77777777" w:rsidR="006921C7" w:rsidRDefault="006921C7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6C835055" w14:textId="77777777" w:rsidR="006921C7" w:rsidRDefault="006921C7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17237886" w14:textId="77777777" w:rsidR="006921C7" w:rsidRDefault="006921C7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386435F3" w14:textId="77777777" w:rsidR="006921C7" w:rsidRDefault="006921C7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5A8A81E5" w14:textId="77777777" w:rsidR="006921C7" w:rsidRDefault="006921C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师：</w:t>
            </w:r>
            <w:r w:rsidRPr="006921C7">
              <w:rPr>
                <w:rFonts w:hint="eastAsia"/>
                <w:sz w:val="24"/>
              </w:rPr>
              <w:t>请你在课文中找一找，雷锋叔叔到底在哪里。</w:t>
            </w:r>
            <w:r w:rsidRPr="006921C7">
              <w:rPr>
                <w:sz w:val="24"/>
              </w:rPr>
              <w:t>(</w:t>
            </w:r>
            <w:r w:rsidRPr="006921C7">
              <w:rPr>
                <w:rFonts w:hint="eastAsia"/>
                <w:sz w:val="24"/>
              </w:rPr>
              <w:t>学生读课文，画出相关的句子</w:t>
            </w:r>
            <w:r w:rsidRPr="006921C7">
              <w:rPr>
                <w:sz w:val="24"/>
              </w:rPr>
              <w:t>) </w:t>
            </w:r>
            <w:r>
              <w:rPr>
                <w:sz w:val="24"/>
              </w:rPr>
              <w:t xml:space="preserve"> </w:t>
            </w:r>
          </w:p>
          <w:p w14:paraId="153B0DCD" w14:textId="77777777" w:rsidR="006921C7" w:rsidRDefault="006921C7">
            <w:pPr>
              <w:widowControl/>
              <w:adjustRightInd w:val="0"/>
              <w:snapToGrid w:val="0"/>
              <w:rPr>
                <w:sz w:val="24"/>
              </w:rPr>
            </w:pPr>
            <w:r w:rsidRPr="006921C7">
              <w:rPr>
                <w:rFonts w:hint="eastAsia"/>
                <w:sz w:val="24"/>
              </w:rPr>
              <w:t>你能寻找一个合作伙伴，用问答的方式来读第</w:t>
            </w:r>
            <w:r w:rsidRPr="006921C7">
              <w:rPr>
                <w:sz w:val="24"/>
              </w:rPr>
              <w:t>1</w:t>
            </w:r>
            <w:r w:rsidRPr="006921C7">
              <w:rPr>
                <w:rFonts w:hint="eastAsia"/>
                <w:sz w:val="24"/>
              </w:rPr>
              <w:t>～</w:t>
            </w:r>
            <w:r w:rsidRPr="006921C7">
              <w:rPr>
                <w:sz w:val="24"/>
              </w:rPr>
              <w:t>3</w:t>
            </w:r>
            <w:r w:rsidRPr="006921C7">
              <w:rPr>
                <w:rFonts w:hint="eastAsia"/>
                <w:sz w:val="24"/>
              </w:rPr>
              <w:t>节吗？</w:t>
            </w:r>
            <w:r w:rsidRPr="006921C7">
              <w:rPr>
                <w:sz w:val="24"/>
              </w:rPr>
              <w:t> </w:t>
            </w:r>
          </w:p>
          <w:p w14:paraId="653C3403" w14:textId="77777777" w:rsidR="006921C7" w:rsidRDefault="006921C7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604F3EC6" w14:textId="77777777" w:rsidR="006921C7" w:rsidRDefault="006921C7" w:rsidP="006921C7">
            <w:pPr>
              <w:widowControl/>
              <w:adjustRightInd w:val="0"/>
              <w:snapToGrid w:val="0"/>
              <w:rPr>
                <w:sz w:val="24"/>
              </w:rPr>
            </w:pPr>
            <w:r w:rsidRPr="006921C7">
              <w:rPr>
                <w:rFonts w:hint="eastAsia"/>
                <w:sz w:val="24"/>
              </w:rPr>
              <w:t>学生分组讨论、练读。</w:t>
            </w:r>
            <w:r w:rsidRPr="006921C7">
              <w:rPr>
                <w:sz w:val="24"/>
              </w:rPr>
              <w:t>) </w:t>
            </w:r>
            <w:r w:rsidRPr="006921C7">
              <w:rPr>
                <w:rFonts w:hint="eastAsia"/>
                <w:sz w:val="24"/>
              </w:rPr>
              <w:t>分组读，比一比哪一组问得好，哪一组答得好。</w:t>
            </w:r>
          </w:p>
          <w:p w14:paraId="2F549CD2" w14:textId="77777777" w:rsidR="006921C7" w:rsidRDefault="006921C7" w:rsidP="006921C7">
            <w:pPr>
              <w:widowControl/>
              <w:adjustRightInd w:val="0"/>
              <w:snapToGrid w:val="0"/>
              <w:rPr>
                <w:sz w:val="24"/>
              </w:rPr>
            </w:pPr>
          </w:p>
          <w:p w14:paraId="4F4C4576" w14:textId="77777777" w:rsidR="006921C7" w:rsidRDefault="006921C7" w:rsidP="006921C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师：</w:t>
            </w:r>
            <w:r w:rsidRPr="006921C7">
              <w:rPr>
                <w:rFonts w:hint="eastAsia"/>
                <w:sz w:val="24"/>
              </w:rPr>
              <w:t>通过朗读和学习，你对雷锋叔叔又有了哪些新的认识和感受？</w:t>
            </w:r>
          </w:p>
          <w:p w14:paraId="6195D424" w14:textId="77777777" w:rsidR="006921C7" w:rsidRDefault="006921C7" w:rsidP="006921C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生：雷锋叔叔非常乐于助人，是个好人。</w:t>
            </w:r>
          </w:p>
          <w:p w14:paraId="67A88CA6" w14:textId="77777777" w:rsidR="006921C7" w:rsidRDefault="006921C7" w:rsidP="006921C7">
            <w:pPr>
              <w:widowControl/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师：</w:t>
            </w:r>
            <w:r w:rsidRPr="006921C7">
              <w:rPr>
                <w:rFonts w:hint="eastAsia"/>
                <w:sz w:val="24"/>
              </w:rPr>
              <w:t>能通过</w:t>
            </w:r>
            <w:proofErr w:type="gramStart"/>
            <w:r w:rsidRPr="006921C7">
              <w:rPr>
                <w:rFonts w:hint="eastAsia"/>
                <w:sz w:val="24"/>
              </w:rPr>
              <w:t>读表达</w:t>
            </w:r>
            <w:proofErr w:type="gramEnd"/>
            <w:r w:rsidRPr="006921C7">
              <w:rPr>
                <w:rFonts w:hint="eastAsia"/>
                <w:sz w:val="24"/>
              </w:rPr>
              <w:t>出来吗？</w:t>
            </w:r>
            <w:r w:rsidRPr="006921C7">
              <w:rPr>
                <w:sz w:val="24"/>
              </w:rPr>
              <w:t>(</w:t>
            </w:r>
            <w:proofErr w:type="gramStart"/>
            <w:r w:rsidRPr="006921C7">
              <w:rPr>
                <w:rFonts w:hint="eastAsia"/>
                <w:sz w:val="24"/>
              </w:rPr>
              <w:t>全班齐读</w:t>
            </w:r>
            <w:proofErr w:type="gramEnd"/>
            <w:r w:rsidRPr="006921C7">
              <w:rPr>
                <w:sz w:val="24"/>
              </w:rPr>
              <w:t>) </w:t>
            </w:r>
          </w:p>
          <w:p w14:paraId="245CDCE7" w14:textId="04A2767F" w:rsidR="005E5F8D" w:rsidRPr="006921C7" w:rsidRDefault="005E5F8D" w:rsidP="006921C7">
            <w:pPr>
              <w:widowControl/>
              <w:adjustRightInd w:val="0"/>
              <w:snapToGrid w:val="0"/>
              <w:rPr>
                <w:sz w:val="24"/>
              </w:rPr>
            </w:pPr>
          </w:p>
        </w:tc>
      </w:tr>
    </w:tbl>
    <w:p w14:paraId="45D441BE" w14:textId="77777777" w:rsidR="0095439F" w:rsidRDefault="0095439F">
      <w:pPr>
        <w:tabs>
          <w:tab w:val="left" w:pos="660"/>
        </w:tabs>
        <w:rPr>
          <w:sz w:val="24"/>
        </w:rPr>
      </w:pPr>
    </w:p>
    <w:tbl>
      <w:tblPr>
        <w:tblStyle w:val="a5"/>
        <w:tblW w:w="10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284"/>
        <w:gridCol w:w="3118"/>
        <w:gridCol w:w="2751"/>
        <w:gridCol w:w="2201"/>
      </w:tblGrid>
      <w:tr w:rsidR="0095439F" w14:paraId="70FD1784" w14:textId="77777777">
        <w:trPr>
          <w:trHeight w:val="354"/>
        </w:trPr>
        <w:tc>
          <w:tcPr>
            <w:tcW w:w="8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EB01C4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4AFC40D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600E657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1533F" w14:textId="77777777" w:rsidR="0095439F" w:rsidRDefault="003E58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38834" w14:textId="77777777" w:rsidR="0095439F" w:rsidRDefault="003E58D7">
            <w:pPr>
              <w:tabs>
                <w:tab w:val="left" w:pos="66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95439F" w14:paraId="1FDB489D" w14:textId="77777777">
        <w:trPr>
          <w:trHeight w:val="8257"/>
        </w:trPr>
        <w:tc>
          <w:tcPr>
            <w:tcW w:w="844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87C20FC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0D0A2B1B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5A247031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2F0E948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F32550F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38F5FB7D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FBDB87C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3C5B513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647F24B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6126E104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B933204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8F29BF1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E555A40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B73F9B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3B40426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B40C14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6E43F31F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3FD2D1C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5C71105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0E4B01B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3044B3A2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56AC0DB0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1960FD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4EADBC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0FE93B3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175002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5093FF55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58B742EF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098FA99D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676A96E4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7F2BA521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F04E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991A9FD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74333DF3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6CDC9AD2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662C5AC1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EA290AE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D9532A2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6FC45F5E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5B8B9647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51108D3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98C30C3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23785D4" w14:textId="77777777" w:rsidR="0095439F" w:rsidRDefault="003E58D7"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四、总结交流，升华情感</w:t>
            </w:r>
          </w:p>
          <w:p w14:paraId="4715D973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C43FCE7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749E184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785D563F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FC2B22A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5B39B1B9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F63F673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8F2775D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8D9FF9B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7E2FA875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055E97D4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18F3554B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4A1BD757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9210E2E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7429D1ED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03675B6D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F2B0E7C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  <w:p w14:paraId="21D77321" w14:textId="77777777" w:rsidR="0095439F" w:rsidRDefault="003E58D7"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五、</w:t>
            </w: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拓展延伸</w:t>
            </w:r>
          </w:p>
          <w:p w14:paraId="616888C9" w14:textId="77777777" w:rsidR="0095439F" w:rsidRDefault="0095439F"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7205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9.小朋友们，你们觉得雷锋叔叔在背大娘回家时，会是一帆风顺的吗？</w:t>
            </w:r>
          </w:p>
          <w:p w14:paraId="7CA6EBFA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AB7BE93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10.他会遇到哪些困难呢？</w:t>
            </w:r>
          </w:p>
          <w:p w14:paraId="6616D568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505E5FA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11.即使知道前方有困难，雷锋叔叔依然会去帮助别人，让我们带着由衷的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的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敬意来朗读这一段。</w:t>
            </w:r>
          </w:p>
          <w:p w14:paraId="1E547094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86F9F8E" w14:textId="77777777" w:rsidR="0095439F" w:rsidRDefault="003E58D7">
            <w:pPr>
              <w:numPr>
                <w:ilvl w:val="0"/>
                <w:numId w:val="9"/>
              </w:num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阅读第五节。</w:t>
            </w:r>
          </w:p>
          <w:p w14:paraId="5D48D07E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2、思考：我们四处寻觅，终于找到了雷锋，他正在（     ），他正在（     ），哪里需要爱心，（         ）。</w:t>
            </w:r>
          </w:p>
          <w:p w14:paraId="4D735DAB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5DDD588A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3、我们终于找到了雷锋的足迹，这里的足迹是什么意思？</w:t>
            </w:r>
          </w:p>
          <w:p w14:paraId="0F9A83CC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35BEDE89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4、教师总结：雷锋的足迹就是一种献出自己的爱心，乐于助人的精神。</w:t>
            </w:r>
          </w:p>
          <w:p w14:paraId="766BF4CC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5、通过学习这一课我们知道雷锋叔叔的奉献精神是伟大的，也是值得学习的，我们也要在生活中学习雷锋精神。</w:t>
            </w:r>
          </w:p>
          <w:p w14:paraId="269B3DCE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C9EDFE1" w14:textId="77777777" w:rsidR="0095439F" w:rsidRDefault="003E58D7">
            <w:pPr>
              <w:numPr>
                <w:ilvl w:val="0"/>
                <w:numId w:val="10"/>
              </w:num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学唱歌曲《学习雷锋好榜样》。</w:t>
            </w:r>
          </w:p>
          <w:p w14:paraId="65FF7E9F" w14:textId="77777777" w:rsidR="0095439F" w:rsidRDefault="003E58D7">
            <w:pPr>
              <w:numPr>
                <w:ilvl w:val="0"/>
                <w:numId w:val="10"/>
              </w:num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在班内开展“争做小雷锋”“夸夸小雷锋”地活动。</w:t>
            </w:r>
          </w:p>
        </w:tc>
        <w:tc>
          <w:tcPr>
            <w:tcW w:w="27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5A98955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 </w:t>
            </w:r>
          </w:p>
          <w:p w14:paraId="2406471D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1FE2F715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小组讨论，由组长总结发言。</w:t>
            </w:r>
          </w:p>
          <w:p w14:paraId="612DA869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FA29E6F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CA4DD72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BD01F14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齐声朗读课文。</w:t>
            </w:r>
          </w:p>
          <w:p w14:paraId="6A4512BD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76ECB9A5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729AD8BD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3979B6C8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0D65F4B2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读第五节。</w:t>
            </w:r>
          </w:p>
          <w:p w14:paraId="1B690292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6944D78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26CB170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思考老师提出的问题，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并小组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讨论。</w:t>
            </w:r>
          </w:p>
          <w:p w14:paraId="3EDFDC0C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D098157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0B3BD4C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6A71EC84" w14:textId="77777777" w:rsidR="0095439F" w:rsidRDefault="0095439F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</w:p>
          <w:p w14:paraId="2F8B70FA" w14:textId="77777777" w:rsidR="0095439F" w:rsidRDefault="003E58D7">
            <w:pPr>
              <w:tabs>
                <w:tab w:val="left" w:pos="660"/>
              </w:tabs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讨论“足迹”是什么意思，并举手发言。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379E550" w14:textId="77777777" w:rsidR="0095439F" w:rsidRDefault="003E58D7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 w:bidi="ar"/>
              </w:rPr>
              <w:t xml:space="preserve"> </w:t>
            </w:r>
          </w:p>
          <w:p w14:paraId="124CDB15" w14:textId="18EFCC4C" w:rsidR="00B1219D" w:rsidRDefault="00B1219D" w:rsidP="00B1219D">
            <w:pPr>
              <w:pStyle w:val="a4"/>
              <w:spacing w:before="240" w:beforeAutospacing="0" w:after="240" w:afterAutospacing="0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沿着长长的小溪，冒着蒙蒙的细雨，雷锋叔叔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……</w:t>
            </w:r>
          </w:p>
          <w:p w14:paraId="297D797D" w14:textId="60534680" w:rsidR="00B1219D" w:rsidRDefault="00B1219D" w:rsidP="00B1219D">
            <w:pPr>
              <w:pStyle w:val="a4"/>
              <w:spacing w:before="240" w:beforeAutospacing="0" w:after="240" w:afterAutospacing="0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顺着弯弯的小路，踏着路上的荆棘，雷锋叔叔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……</w:t>
            </w:r>
          </w:p>
          <w:p w14:paraId="1D9E5238" w14:textId="77777777" w:rsidR="00B1219D" w:rsidRDefault="00B1219D" w:rsidP="00B1219D">
            <w:pPr>
              <w:pStyle w:val="a4"/>
              <w:spacing w:before="240" w:beforeAutospacing="0" w:after="240" w:afterAutospacing="0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沿着长长的小溪，冒着蒙蒙的细雨，雷锋叔叔在雨中抱着孩子，一步一滑地行走。</w:t>
            </w:r>
          </w:p>
          <w:p w14:paraId="221C2FB6" w14:textId="40E7F492" w:rsidR="00B1219D" w:rsidRDefault="00B1219D" w:rsidP="00B1219D">
            <w:pPr>
              <w:pStyle w:val="a4"/>
              <w:spacing w:before="240" w:beforeAutospacing="0" w:after="240" w:afterAutospacing="0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顺着弯弯的小路，踏着路上的荆棘，雷锋叔叔背着年迈的大娘行走着。汗水从他的额头上滴落下来，但他的脸上洋溢着快乐的微笑。</w:t>
            </w:r>
          </w:p>
          <w:p w14:paraId="465EF445" w14:textId="03779AC2" w:rsidR="0095439F" w:rsidRPr="00B1219D" w:rsidRDefault="00B1219D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 w:bidi="ar"/>
              </w:rPr>
              <w:t>师：读句子，想画面，用自己的话说一说</w:t>
            </w:r>
          </w:p>
          <w:p w14:paraId="43CDDC79" w14:textId="77777777" w:rsidR="0095439F" w:rsidRDefault="0095439F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 w:bidi="ar"/>
              </w:rPr>
            </w:pPr>
          </w:p>
          <w:p w14:paraId="4B8FECE4" w14:textId="77777777" w:rsidR="0095439F" w:rsidRDefault="0095439F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 w:bidi="ar"/>
              </w:rPr>
            </w:pPr>
          </w:p>
          <w:p w14:paraId="6B7FC5FC" w14:textId="77777777" w:rsidR="0095439F" w:rsidRDefault="003E58D7">
            <w:pPr>
              <w:tabs>
                <w:tab w:val="left" w:pos="660"/>
              </w:tabs>
              <w:rPr>
                <w:rFonts w:asciiTheme="minorEastAsia" w:eastAsiaTheme="minorEastAsia" w:hAnsiTheme="minorEastAsia" w:cstheme="minorEastAsia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lang w:bidi="ar"/>
              </w:rPr>
              <w:t xml:space="preserve"> </w:t>
            </w:r>
          </w:p>
        </w:tc>
      </w:tr>
      <w:tr w:rsidR="0095439F" w14:paraId="745FCD80" w14:textId="77777777">
        <w:trPr>
          <w:trHeight w:val="2400"/>
        </w:trPr>
        <w:tc>
          <w:tcPr>
            <w:tcW w:w="10198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D7073" w14:textId="77777777" w:rsidR="0095439F" w:rsidRDefault="003E58D7">
            <w:pPr>
              <w:tabs>
                <w:tab w:val="left" w:pos="660"/>
              </w:tabs>
            </w:pPr>
            <w:r>
              <w:rPr>
                <w:rFonts w:hint="eastAsia"/>
              </w:rPr>
              <w:t>板书设计：</w:t>
            </w:r>
            <w:r>
              <w:rPr>
                <w:rFonts w:hint="eastAsia"/>
              </w:rPr>
              <w:t xml:space="preserve"> </w:t>
            </w:r>
          </w:p>
          <w:p w14:paraId="794FB534" w14:textId="77777777" w:rsidR="0095439F" w:rsidRDefault="003E58D7">
            <w:pPr>
              <w:tabs>
                <w:tab w:val="left" w:pos="660"/>
              </w:tabs>
              <w:ind w:firstLineChars="1800" w:firstLine="3780"/>
            </w:pPr>
            <w:r>
              <w:rPr>
                <w:rFonts w:hint="eastAsia"/>
              </w:rPr>
              <w:t>雷锋叔叔，你在哪里 </w:t>
            </w:r>
          </w:p>
          <w:p w14:paraId="01E78C66" w14:textId="77777777" w:rsidR="0095439F" w:rsidRDefault="003E58D7">
            <w:pPr>
              <w:tabs>
                <w:tab w:val="left" w:pos="660"/>
              </w:tabs>
            </w:pPr>
            <w:r>
              <w:rPr>
                <w:rFonts w:hint="eastAsia"/>
              </w:rPr>
              <w:t> </w:t>
            </w:r>
          </w:p>
          <w:p w14:paraId="2B01C5F3" w14:textId="77777777" w:rsidR="0095439F" w:rsidRDefault="003E58D7">
            <w:pPr>
              <w:tabs>
                <w:tab w:val="left" w:pos="660"/>
              </w:tabs>
              <w:ind w:firstLineChars="1900" w:firstLine="3990"/>
            </w:pPr>
            <w:r>
              <w:rPr>
                <w:rFonts w:hint="eastAsia"/>
              </w:rPr>
              <w:t>小溪       小路 </w:t>
            </w:r>
          </w:p>
          <w:p w14:paraId="7E13CB26" w14:textId="77777777" w:rsidR="0095439F" w:rsidRDefault="003E58D7">
            <w:pPr>
              <w:tabs>
                <w:tab w:val="left" w:pos="660"/>
              </w:tabs>
            </w:pPr>
            <w:r>
              <w:rPr>
                <w:rFonts w:hint="eastAsia"/>
              </w:rPr>
              <w:t> </w:t>
            </w:r>
          </w:p>
          <w:p w14:paraId="586579C6" w14:textId="77777777" w:rsidR="0095439F" w:rsidRDefault="003E58D7">
            <w:pPr>
              <w:tabs>
                <w:tab w:val="left" w:pos="660"/>
              </w:tabs>
              <w:ind w:firstLineChars="1700" w:firstLine="3570"/>
            </w:pPr>
            <w:r>
              <w:rPr>
                <w:rFonts w:hint="eastAsia"/>
              </w:rPr>
              <w:t>迷路的孩子      年迈的大娘 </w:t>
            </w:r>
          </w:p>
          <w:p w14:paraId="47FD7C44" w14:textId="77777777" w:rsidR="0095439F" w:rsidRDefault="003E58D7">
            <w:pPr>
              <w:tabs>
                <w:tab w:val="left" w:pos="660"/>
              </w:tabs>
            </w:pPr>
            <w:r>
              <w:rPr>
                <w:rFonts w:hint="eastAsia"/>
              </w:rPr>
              <w:t> </w:t>
            </w:r>
          </w:p>
          <w:p w14:paraId="629526A6" w14:textId="77777777" w:rsidR="0095439F" w:rsidRDefault="003E58D7">
            <w:pPr>
              <w:tabs>
                <w:tab w:val="left" w:pos="660"/>
              </w:tabs>
            </w:pPr>
            <w:r>
              <w:rPr>
                <w:rFonts w:hint="eastAsia"/>
              </w:rPr>
              <w:t>  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哪里需要帮助、哪里需要爱心雷锋叔叔就出现在那里</w:t>
            </w:r>
          </w:p>
          <w:p w14:paraId="0EF8A85E" w14:textId="77777777" w:rsidR="0095439F" w:rsidRDefault="003E58D7">
            <w:pPr>
              <w:tabs>
                <w:tab w:val="left" w:pos="660"/>
              </w:tabs>
            </w:pPr>
            <w:r>
              <w:rPr>
                <w:rFonts w:hint="eastAsia"/>
              </w:rPr>
              <w:t xml:space="preserve">                                                          </w:t>
            </w:r>
          </w:p>
        </w:tc>
      </w:tr>
    </w:tbl>
    <w:p w14:paraId="1A5B9FEA" w14:textId="77777777" w:rsidR="0095439F" w:rsidRDefault="0095439F"/>
    <w:sectPr w:rsidR="0095439F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4AA28" w14:textId="77777777" w:rsidR="00DB05A4" w:rsidRDefault="00DB05A4" w:rsidP="006921C7">
      <w:r>
        <w:separator/>
      </w:r>
    </w:p>
  </w:endnote>
  <w:endnote w:type="continuationSeparator" w:id="0">
    <w:p w14:paraId="72663B36" w14:textId="77777777" w:rsidR="00DB05A4" w:rsidRDefault="00DB05A4" w:rsidP="0069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45E97" w14:textId="77777777" w:rsidR="00DB05A4" w:rsidRDefault="00DB05A4" w:rsidP="006921C7">
      <w:r>
        <w:separator/>
      </w:r>
    </w:p>
  </w:footnote>
  <w:footnote w:type="continuationSeparator" w:id="0">
    <w:p w14:paraId="6F9C6016" w14:textId="77777777" w:rsidR="00DB05A4" w:rsidRDefault="00DB05A4" w:rsidP="00692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A8D61D"/>
    <w:multiLevelType w:val="singleLevel"/>
    <w:tmpl w:val="80A8D61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D5D6044"/>
    <w:multiLevelType w:val="singleLevel"/>
    <w:tmpl w:val="AD5D6044"/>
    <w:lvl w:ilvl="0">
      <w:start w:val="1"/>
      <w:numFmt w:val="decimal"/>
      <w:lvlText w:val="%1."/>
      <w:lvlJc w:val="left"/>
      <w:pPr>
        <w:tabs>
          <w:tab w:val="left" w:pos="312"/>
        </w:tabs>
        <w:ind w:left="120" w:firstLine="0"/>
      </w:pPr>
    </w:lvl>
  </w:abstractNum>
  <w:abstractNum w:abstractNumId="2" w15:restartNumberingAfterBreak="0">
    <w:nsid w:val="B6CEEA7F"/>
    <w:multiLevelType w:val="singleLevel"/>
    <w:tmpl w:val="B6CEEA7F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BC1C4243"/>
    <w:multiLevelType w:val="singleLevel"/>
    <w:tmpl w:val="BC1C424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F1141F8C"/>
    <w:multiLevelType w:val="singleLevel"/>
    <w:tmpl w:val="F1141F8C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F16FCE90"/>
    <w:multiLevelType w:val="singleLevel"/>
    <w:tmpl w:val="F16FCE9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1057C031"/>
    <w:multiLevelType w:val="singleLevel"/>
    <w:tmpl w:val="1057C0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 w15:restartNumberingAfterBreak="0">
    <w:nsid w:val="1BDBBA34"/>
    <w:multiLevelType w:val="singleLevel"/>
    <w:tmpl w:val="1BDBBA34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62166542"/>
    <w:multiLevelType w:val="singleLevel"/>
    <w:tmpl w:val="6216654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64806052"/>
    <w:multiLevelType w:val="singleLevel"/>
    <w:tmpl w:val="64806052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5EC22FB"/>
    <w:rsid w:val="00113984"/>
    <w:rsid w:val="003E58D7"/>
    <w:rsid w:val="005E5F8D"/>
    <w:rsid w:val="006921C7"/>
    <w:rsid w:val="00732CE9"/>
    <w:rsid w:val="0095439F"/>
    <w:rsid w:val="00976AEE"/>
    <w:rsid w:val="00B1219D"/>
    <w:rsid w:val="00DB05A4"/>
    <w:rsid w:val="00F61F46"/>
    <w:rsid w:val="02AD1412"/>
    <w:rsid w:val="033129C6"/>
    <w:rsid w:val="05EC22FB"/>
    <w:rsid w:val="0619741D"/>
    <w:rsid w:val="06B41493"/>
    <w:rsid w:val="07A54200"/>
    <w:rsid w:val="07AD5E6F"/>
    <w:rsid w:val="08221C99"/>
    <w:rsid w:val="088F2AC2"/>
    <w:rsid w:val="0A5D5C85"/>
    <w:rsid w:val="0A8100D9"/>
    <w:rsid w:val="0B6D3842"/>
    <w:rsid w:val="0BFC4E40"/>
    <w:rsid w:val="0C442187"/>
    <w:rsid w:val="0CB35665"/>
    <w:rsid w:val="0DA5778F"/>
    <w:rsid w:val="0ED549CD"/>
    <w:rsid w:val="0F34456A"/>
    <w:rsid w:val="10BF2FC3"/>
    <w:rsid w:val="113501D6"/>
    <w:rsid w:val="12760C85"/>
    <w:rsid w:val="13753DF6"/>
    <w:rsid w:val="13912DF5"/>
    <w:rsid w:val="13E84FE9"/>
    <w:rsid w:val="140739DC"/>
    <w:rsid w:val="1494169A"/>
    <w:rsid w:val="15D14C98"/>
    <w:rsid w:val="16FE1DAA"/>
    <w:rsid w:val="18EA3081"/>
    <w:rsid w:val="199B4214"/>
    <w:rsid w:val="19DB3002"/>
    <w:rsid w:val="1C097394"/>
    <w:rsid w:val="1CD3293A"/>
    <w:rsid w:val="1E7F591A"/>
    <w:rsid w:val="1EEB4568"/>
    <w:rsid w:val="1F43251E"/>
    <w:rsid w:val="20CB7F6A"/>
    <w:rsid w:val="22A769BF"/>
    <w:rsid w:val="23772D2F"/>
    <w:rsid w:val="23C14FEA"/>
    <w:rsid w:val="24B26269"/>
    <w:rsid w:val="24EA3521"/>
    <w:rsid w:val="25014BD0"/>
    <w:rsid w:val="2535614D"/>
    <w:rsid w:val="273650B6"/>
    <w:rsid w:val="2772600E"/>
    <w:rsid w:val="28A7558A"/>
    <w:rsid w:val="2A5B60A8"/>
    <w:rsid w:val="2AF236B6"/>
    <w:rsid w:val="2B504DCC"/>
    <w:rsid w:val="2BBF092F"/>
    <w:rsid w:val="2D2F2689"/>
    <w:rsid w:val="2E6C4077"/>
    <w:rsid w:val="2ED11EBB"/>
    <w:rsid w:val="331B11E0"/>
    <w:rsid w:val="333D1E12"/>
    <w:rsid w:val="33D12BC4"/>
    <w:rsid w:val="34013F3B"/>
    <w:rsid w:val="344D0371"/>
    <w:rsid w:val="35251DDA"/>
    <w:rsid w:val="356E0321"/>
    <w:rsid w:val="35B11342"/>
    <w:rsid w:val="36123622"/>
    <w:rsid w:val="37590F1D"/>
    <w:rsid w:val="376565EE"/>
    <w:rsid w:val="378E6891"/>
    <w:rsid w:val="37B671AD"/>
    <w:rsid w:val="38D271B1"/>
    <w:rsid w:val="3A2D0D9A"/>
    <w:rsid w:val="3AE12312"/>
    <w:rsid w:val="3AEA184B"/>
    <w:rsid w:val="3BFD1D2E"/>
    <w:rsid w:val="3EB62AAD"/>
    <w:rsid w:val="41A76B5F"/>
    <w:rsid w:val="42B53302"/>
    <w:rsid w:val="43FA0F14"/>
    <w:rsid w:val="445D54AD"/>
    <w:rsid w:val="44AD66D3"/>
    <w:rsid w:val="450B1A0A"/>
    <w:rsid w:val="46780CE2"/>
    <w:rsid w:val="46A20856"/>
    <w:rsid w:val="477F2990"/>
    <w:rsid w:val="4867414B"/>
    <w:rsid w:val="48962807"/>
    <w:rsid w:val="48D1697E"/>
    <w:rsid w:val="48F00799"/>
    <w:rsid w:val="49593772"/>
    <w:rsid w:val="49EC1D2B"/>
    <w:rsid w:val="4A111A9C"/>
    <w:rsid w:val="4A3478CB"/>
    <w:rsid w:val="4B603A52"/>
    <w:rsid w:val="4DC95670"/>
    <w:rsid w:val="4E7B6084"/>
    <w:rsid w:val="4EE12310"/>
    <w:rsid w:val="4EED0E1F"/>
    <w:rsid w:val="4F6E3A41"/>
    <w:rsid w:val="4F93326B"/>
    <w:rsid w:val="4FA41E6A"/>
    <w:rsid w:val="507A299F"/>
    <w:rsid w:val="50AE1E3F"/>
    <w:rsid w:val="50EC411B"/>
    <w:rsid w:val="5353275F"/>
    <w:rsid w:val="552D6041"/>
    <w:rsid w:val="55455E9D"/>
    <w:rsid w:val="559F5833"/>
    <w:rsid w:val="55AF5226"/>
    <w:rsid w:val="56F71E31"/>
    <w:rsid w:val="57283617"/>
    <w:rsid w:val="58362668"/>
    <w:rsid w:val="584B49A6"/>
    <w:rsid w:val="58781FAD"/>
    <w:rsid w:val="587902AE"/>
    <w:rsid w:val="5C7902DE"/>
    <w:rsid w:val="5D4F3D2E"/>
    <w:rsid w:val="5DAF5DD2"/>
    <w:rsid w:val="5E325DC6"/>
    <w:rsid w:val="5E651D8F"/>
    <w:rsid w:val="5F3E4DD6"/>
    <w:rsid w:val="6096648F"/>
    <w:rsid w:val="60DF46F7"/>
    <w:rsid w:val="6108674F"/>
    <w:rsid w:val="62D23E6D"/>
    <w:rsid w:val="639329A7"/>
    <w:rsid w:val="63B26D02"/>
    <w:rsid w:val="641B3B97"/>
    <w:rsid w:val="642C4A30"/>
    <w:rsid w:val="646E2AB0"/>
    <w:rsid w:val="670174B9"/>
    <w:rsid w:val="67496DA6"/>
    <w:rsid w:val="692649D6"/>
    <w:rsid w:val="6C335036"/>
    <w:rsid w:val="6C4C144A"/>
    <w:rsid w:val="6CA77DAA"/>
    <w:rsid w:val="6CAF4D50"/>
    <w:rsid w:val="6CF226B5"/>
    <w:rsid w:val="6D535020"/>
    <w:rsid w:val="701C6EC5"/>
    <w:rsid w:val="703F65CD"/>
    <w:rsid w:val="70675322"/>
    <w:rsid w:val="712A1B8C"/>
    <w:rsid w:val="716F2309"/>
    <w:rsid w:val="7259492E"/>
    <w:rsid w:val="746C5770"/>
    <w:rsid w:val="74731D72"/>
    <w:rsid w:val="749B23E5"/>
    <w:rsid w:val="75307440"/>
    <w:rsid w:val="774813D9"/>
    <w:rsid w:val="7955221D"/>
    <w:rsid w:val="79F67D4D"/>
    <w:rsid w:val="7C625123"/>
    <w:rsid w:val="7D086BE0"/>
    <w:rsid w:val="7E0C20B9"/>
    <w:rsid w:val="7E587335"/>
    <w:rsid w:val="7F6A556C"/>
    <w:rsid w:val="7FCB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4EF873"/>
  <w15:docId w15:val="{A2C00A1F-6997-4A5B-8462-0CDF0DC8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widowControl/>
    </w:pPr>
    <w:rPr>
      <w:rFonts w:ascii="宋体" w:hAnsi="宋体" w:cs="宋体"/>
      <w:kern w:val="0"/>
      <w:szCs w:val="21"/>
    </w:rPr>
  </w:style>
  <w:style w:type="paragraph" w:styleId="a4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header"/>
    <w:basedOn w:val="a"/>
    <w:link w:val="a8"/>
    <w:rsid w:val="00692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6921C7"/>
    <w:rPr>
      <w:kern w:val="2"/>
      <w:sz w:val="18"/>
      <w:szCs w:val="18"/>
    </w:rPr>
  </w:style>
  <w:style w:type="paragraph" w:styleId="a9">
    <w:name w:val="footer"/>
    <w:basedOn w:val="a"/>
    <w:link w:val="aa"/>
    <w:rsid w:val="00692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6921C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n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9D326B-65C0-4A5C-BDF7-D77C9B4A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5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周泽天妈妈</dc:creator>
  <cp:lastModifiedBy>王 俊芝</cp:lastModifiedBy>
  <cp:revision>3</cp:revision>
  <cp:lastPrinted>2018-09-18T07:04:00Z</cp:lastPrinted>
  <dcterms:created xsi:type="dcterms:W3CDTF">2020-03-10T11:33:00Z</dcterms:created>
  <dcterms:modified xsi:type="dcterms:W3CDTF">2020-03-10T11:53:00Z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KSORubyTemplateID" linkTarget="0">
    <vt:lpwstr>6</vt:lpwstr>
  </property>
</Properties>
</file>