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67" w:rsidRPr="00BE1029" w:rsidRDefault="00053467">
      <w:pPr>
        <w:rPr>
          <w:rFonts w:ascii="黑体" w:eastAsia="黑体" w:hAnsi="黑体" w:cs="黑体"/>
          <w:sz w:val="32"/>
          <w:szCs w:val="32"/>
        </w:rPr>
      </w:pPr>
      <w:r w:rsidRPr="00BE1029">
        <w:rPr>
          <w:rFonts w:ascii="黑体" w:eastAsia="黑体" w:hAnsi="黑体" w:cs="黑体" w:hint="eastAsia"/>
          <w:sz w:val="32"/>
          <w:szCs w:val="32"/>
        </w:rPr>
        <w:t>附件</w:t>
      </w:r>
      <w:r w:rsidRPr="00BE1029">
        <w:rPr>
          <w:rFonts w:ascii="黑体" w:eastAsia="黑体" w:hAnsi="黑体" w:cs="黑体"/>
          <w:sz w:val="32"/>
          <w:szCs w:val="32"/>
        </w:rPr>
        <w:t>2</w:t>
      </w:r>
    </w:p>
    <w:p w:rsidR="00053467" w:rsidRDefault="00053467" w:rsidP="00BE1029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BE1029">
        <w:rPr>
          <w:rFonts w:ascii="方正小标宋简体" w:eastAsia="方正小标宋简体" w:hAnsi="宋体" w:cs="方正小标宋简体"/>
          <w:sz w:val="44"/>
          <w:szCs w:val="44"/>
        </w:rPr>
        <w:t>2019</w:t>
      </w:r>
      <w:r w:rsidRPr="00BE1029">
        <w:rPr>
          <w:rFonts w:ascii="方正小标宋简体" w:eastAsia="方正小标宋简体" w:hAnsi="宋体" w:cs="方正小标宋简体" w:hint="eastAsia"/>
          <w:sz w:val="44"/>
          <w:szCs w:val="44"/>
        </w:rPr>
        <w:t>年常州市学生志愿服务联盟</w:t>
      </w:r>
    </w:p>
    <w:p w:rsidR="00053467" w:rsidRDefault="00053467" w:rsidP="00BE1029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BE1029">
        <w:rPr>
          <w:rFonts w:ascii="方正小标宋简体" w:eastAsia="方正小标宋简体" w:hAnsi="宋体" w:cs="方正小标宋简体" w:hint="eastAsia"/>
          <w:sz w:val="44"/>
          <w:szCs w:val="44"/>
        </w:rPr>
        <w:t>“学习雷锋好榜样”主题系列活动</w:t>
      </w:r>
    </w:p>
    <w:p w:rsidR="00053467" w:rsidRPr="00BE1029" w:rsidRDefault="00053467" w:rsidP="00BE1029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BE1029">
        <w:rPr>
          <w:rFonts w:ascii="方正小标宋简体" w:eastAsia="方正小标宋简体" w:hAnsi="宋体" w:cs="方正小标宋简体" w:hint="eastAsia"/>
          <w:sz w:val="44"/>
          <w:szCs w:val="44"/>
        </w:rPr>
        <w:t>优秀志愿服务项目名单</w:t>
      </w:r>
    </w:p>
    <w:p w:rsidR="00053467" w:rsidRDefault="00053467">
      <w:pPr>
        <w:jc w:val="center"/>
        <w:rPr>
          <w:rFonts w:ascii="宋体" w:cs="Times New Roman"/>
          <w:b/>
          <w:bCs/>
          <w:sz w:val="40"/>
          <w:szCs w:val="40"/>
        </w:rPr>
      </w:pP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35"/>
        <w:gridCol w:w="4913"/>
      </w:tblGrid>
      <w:tr w:rsidR="00053467" w:rsidRPr="00BE1029" w:rsidTr="00BE1029">
        <w:trPr>
          <w:trHeight w:val="482"/>
          <w:jc w:val="center"/>
        </w:trPr>
        <w:tc>
          <w:tcPr>
            <w:tcW w:w="4135" w:type="dxa"/>
            <w:noWrap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获奖学校</w:t>
            </w:r>
          </w:p>
        </w:tc>
        <w:tc>
          <w:tcPr>
            <w:tcW w:w="4913" w:type="dxa"/>
            <w:noWrap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获奖项目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江苏省金坛中等专业学校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bookmarkStart w:id="0" w:name="_Hlk8677232"/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长荡湖水体与生态多样化宣传与保护</w:t>
            </w:r>
            <w:bookmarkEnd w:id="0"/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金坛区第一中学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走进春天里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志愿者爱心帮扶活动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金坛区第四中学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“弘扬雷锋精神，让青春更出彩”之关爱老人专项活动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金坛区华罗庚实验学校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关爱空巢老人，传承爱心孝道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金坛区第二中学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奉献爱心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携手同行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常州市第二十四中学金坛分校</w:t>
            </w:r>
          </w:p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（段玉裁中学）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弘扬雷锋精神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争做文明学生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金坛区尧塘中学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做新时代志愿者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阳光志愿者再出发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金坛区岸头实验学校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你我携手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共护母亲河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金坛区社头中学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学雷锋，美校园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金坛区薛埠中学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弘扬传统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从我开始（敬老从心开始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助老从我做起）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金坛区白塔中学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爱载中华情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情暖夕阳红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敬老院志愿服务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金坛区直溪初级中学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爱老敬老在社区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金坛区城西小学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--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追梦少年在行动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金坛区东城实验小学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争当家乡小卫士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助力创建幸福城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金坛区段玉裁实验小学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学雷锋，我先行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金坛区西城实验小学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雷锋精神落地深根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向阳花儿朵朵绽开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金坛区薛埠中心小学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我为校园添一抹绿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金坛区汤庄小学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小红帽志愿服务队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金坛区西</w:t>
            </w:r>
            <w:r w:rsidRPr="00BE1029">
              <w:rPr>
                <w:rFonts w:ascii="仿宋_GB2312" w:eastAsia="仿宋" w:hAnsi="仿宋" w:cs="仿宋" w:hint="eastAsia"/>
                <w:kern w:val="0"/>
                <w:sz w:val="24"/>
                <w:szCs w:val="24"/>
              </w:rPr>
              <w:t>旸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志愿者在行动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金坛区社头小学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852EAD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红领巾志愿者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常州市武进区礼河实验学校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“小雷锋”在行动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常州市武进区前黄国际学校</w:t>
            </w:r>
          </w:p>
        </w:tc>
        <w:tc>
          <w:tcPr>
            <w:tcW w:w="4913" w:type="dxa"/>
            <w:vAlign w:val="center"/>
          </w:tcPr>
          <w:p w:rsidR="00053467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“学习雷锋好榜样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争做时代新青年”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</w:p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雷锋月系列活动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常州市武进区戴溪小学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戴小娃学雷锋，志愿奉献我先行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文明实践、志愿同行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常州市武进区前黄初级中学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学习雷锋好榜样，争做时代好少年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你好，新时代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暖阳相伴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助力成长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公朴行动乐奉献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雷锋精神伴成长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学习雷锋好榜样，高尚美德我弘扬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常州市武进区宋剑湖小学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弘扬雷锋精神，做三自好少年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4913" w:type="dxa"/>
            <w:vAlign w:val="center"/>
          </w:tcPr>
          <w:p w:rsidR="00053467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“相约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牵手”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星实小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2019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“学雷锋”</w:t>
            </w:r>
          </w:p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志愿服务项目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常州市武进区鸣凰实验幼儿园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传承雷锋精神，共创美丽家乡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参与志愿服务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争做时代新人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常州市武进区坂上初级中学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“践行雷锋精神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争做向善青年”志愿活动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4913" w:type="dxa"/>
            <w:vAlign w:val="center"/>
          </w:tcPr>
          <w:p w:rsidR="00053467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“春风十里，不如学雷锋的你”学雷锋志愿</w:t>
            </w:r>
          </w:p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服务系列活动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常州市武进区湟里高级中学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“关爱他人·奉献爱心”系列活动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常州市潞城中学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小雏鹰进社区志愿服务活动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常州市武进区洛阳中心小学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英雄中队微善行志愿服务岗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常州市武进区南宅实验学校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弘扬红色文化，传承红色精神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童心相伴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轮椅少年筑梦飞翔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常州市丁堰小学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踏着雷锋的足迹前进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“学雷锋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养习惯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树新风”文明建设推进活动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常州市武进区潘家小学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小手拉大手，小爱成大爱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学习雷锋好榜样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学雷锋精神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做友善少年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常州市新北区新华实验小学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自然科学院“花树林”志愿服务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常州市新北区薛家中心小学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星光志愿者在行动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常州市新北区圩塘中学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东海社区“慈善超市”志愿服务队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</w:t>
            </w:r>
            <w:bookmarkStart w:id="1" w:name="_GoBack"/>
            <w:bookmarkEnd w:id="1"/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罗溪中心小学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“灵溪小雷锋志愿队”社区服务活动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常州市新北区孝都小学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“孝娃圆梦”红领巾志愿服务团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常州市新北区圩塘中心小学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和乐小河长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最美志愿者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常州市新北区泰山小学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学雷锋精神，做时代新人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常州市新北区飞龙实验小学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小飞侠党团队携手暖冬行动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常州市新北区龙虎塘实验小学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温暖他人，与爱同行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常州市新北区吕墅小学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学习雷锋精神，争做新时代好少年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江苏省奔牛高级中学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温暖冬日，新春送福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爱心慰问显真情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敬老院内献爱心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常州市新北区吕墅中学</w:t>
            </w:r>
          </w:p>
        </w:tc>
        <w:tc>
          <w:tcPr>
            <w:tcW w:w="4913" w:type="dxa"/>
            <w:vAlign w:val="center"/>
          </w:tcPr>
          <w:p w:rsidR="00053467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“守护吕墅母亲河，我们在行动”环保志愿</w:t>
            </w:r>
          </w:p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服务项目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常州市新北区奔牛初级中学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一杯姜茶的益行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常州市新北区飞龙中学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宣传社区垃圾分类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常州市实验小学平冈校区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雷锋精神代代传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常州市钟楼实验小学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红枫叶“孝德”志愿服务项目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常州市邹区中学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关爱环卫工人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常州市钟楼区爱儿坊幼儿园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寻访城市名片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主题实践活动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常州市花园新村幼儿园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在行动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常州市钟楼区翰林河景幼儿园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一只口罩的暴走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拒绝雾霾，从我做起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星福儿小百灵艺术建构幼儿园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用爱与时间赛跑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记星福儿幼儿园助力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DMD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患者葫芦丝义教活动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常州市阳光幼儿园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立足岗位学雷锋，天爱送教献爱心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常州莱茵双语幼儿园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学习雷锋好榜样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保护环境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关爱自然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常州朝阳桥小学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传承雷锋精神，小善汇大爱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爱心义卖，情暖人间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常州市焦溪小学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雷锋精神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永放光芒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常州市焦溪初级中学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“我为古镇申遗添彩”志愿服务活动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常州市青龙实验小学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59635B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传承雷锋精神，七色光在闪耀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常州市三河口小学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你我都是小雷锋，争做最美小叶子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常州市紫云小学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争当新时代小雷锋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常州市三河口高级中学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学习雷锋好榜样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常州市北环路小学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“活雷锋”中队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常州市兰陵小学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学雷锋，满天星在行动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常州市郑陆实验学校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垃圾分类我先行，青春志愿齐绽放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常州朝阳桥小学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传承雷锋精神，小善汇大爱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“童眼看常州”志愿服务队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常州市三河口小学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你我都是小雷锋，争做最美小叶子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常州博爱教育集团龙锦小学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撑起爱心小花伞，传递无偿献血情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常州市局前街小学教育集团华润小学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“换雷锋新衣，享生命动力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带你看“世界”之大”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博爱行知团队“雷锋服务岗”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“学雷锋，树新风”系列活动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考生服务团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4913" w:type="dxa"/>
            <w:noWrap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我不是路人甲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志愿快闪，奉献比心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常州市第三中学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关于进一步规范儿童安全用药问题的宣传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常州市第一中学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保护大运河，守护古城墙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常州旅游商贸高等职业技术学校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守望生活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常州市第二中学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学雷锋环保我先行活动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常州开放大学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三月，锋吹大地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常州市田家炳高级中学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春风送暖，爱在校园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常州市实验初级中学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龙城有我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YI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棵树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龙城有我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YI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片绿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常州市教科院附属中学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新春送福，爱满冬日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常州市朝阳中学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“七彩少年学雷锋”爱心志愿服务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常州市二十四中天宁分校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绿色行动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常州西藏民族中学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将第二故乡的义带回青藏高原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常州市北环中学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学榜样、讲文明、树新风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润心服务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暖心常伴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我为环保助份力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少点一次外卖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天意怜幽草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人间重晚情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常州市翠竹中学</w:t>
            </w:r>
          </w:p>
        </w:tc>
        <w:tc>
          <w:tcPr>
            <w:tcW w:w="4913" w:type="dxa"/>
            <w:vAlign w:val="center"/>
          </w:tcPr>
          <w:p w:rsidR="00053467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“春风无限意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志愿正青春”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七彩雷锋</w:t>
            </w:r>
          </w:p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行动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爱护共享单车，保卫美好家园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莫负春光恰好，让我们一起爱在路上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常州市市北实验初中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爱在市北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奉献社会</w:t>
            </w:r>
            <w:r w:rsidRPr="00BE1029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——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小芦花志愿服务队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“青果雏鹰”志愿服务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常州市同济中学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让同济校园开满“自济”之花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衡星闪耀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 xml:space="preserve">  </w:t>
            </w: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传递温暖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社校凝聚一心，五角场社区志愿服务活动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学习雷锋，志愿先行</w:t>
            </w:r>
          </w:p>
        </w:tc>
      </w:tr>
      <w:tr w:rsidR="00053467" w:rsidRPr="00BE1029" w:rsidTr="00BE1029">
        <w:trPr>
          <w:trHeight w:val="482"/>
          <w:jc w:val="center"/>
        </w:trPr>
        <w:tc>
          <w:tcPr>
            <w:tcW w:w="4135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常州市中吴实验学校</w:t>
            </w:r>
          </w:p>
        </w:tc>
        <w:tc>
          <w:tcPr>
            <w:tcW w:w="4913" w:type="dxa"/>
            <w:vAlign w:val="center"/>
          </w:tcPr>
          <w:p w:rsidR="00053467" w:rsidRPr="00BE1029" w:rsidRDefault="00053467" w:rsidP="007D513A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 w:rsidRPr="00BE1029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关爱孤寡老人，我们在行动</w:t>
            </w:r>
          </w:p>
        </w:tc>
      </w:tr>
    </w:tbl>
    <w:p w:rsidR="00053467" w:rsidRDefault="00053467" w:rsidP="0059635B">
      <w:pPr>
        <w:rPr>
          <w:rFonts w:ascii="宋体" w:cs="Times New Roman"/>
          <w:b/>
          <w:bCs/>
          <w:sz w:val="44"/>
          <w:szCs w:val="44"/>
        </w:rPr>
      </w:pPr>
    </w:p>
    <w:sectPr w:rsidR="00053467" w:rsidSect="00BE1029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467" w:rsidRDefault="0005346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53467" w:rsidRDefault="0005346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67" w:rsidRPr="00BE1029" w:rsidRDefault="00053467" w:rsidP="00D1072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E102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E102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E102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BE102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53467" w:rsidRDefault="00053467" w:rsidP="00BE102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467" w:rsidRDefault="0005346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53467" w:rsidRDefault="0005346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B7F"/>
    <w:rsid w:val="00033D34"/>
    <w:rsid w:val="00053467"/>
    <w:rsid w:val="000D380D"/>
    <w:rsid w:val="000E4D52"/>
    <w:rsid w:val="00157087"/>
    <w:rsid w:val="00192383"/>
    <w:rsid w:val="00237734"/>
    <w:rsid w:val="002A2227"/>
    <w:rsid w:val="00432251"/>
    <w:rsid w:val="004958A1"/>
    <w:rsid w:val="005144E0"/>
    <w:rsid w:val="00561E42"/>
    <w:rsid w:val="00583112"/>
    <w:rsid w:val="0059635B"/>
    <w:rsid w:val="0062573B"/>
    <w:rsid w:val="00627184"/>
    <w:rsid w:val="0065337E"/>
    <w:rsid w:val="00687ECA"/>
    <w:rsid w:val="007D513A"/>
    <w:rsid w:val="00804128"/>
    <w:rsid w:val="00805DBA"/>
    <w:rsid w:val="00852EAD"/>
    <w:rsid w:val="008A5757"/>
    <w:rsid w:val="009923B2"/>
    <w:rsid w:val="00993D16"/>
    <w:rsid w:val="00A73880"/>
    <w:rsid w:val="00AC6FE7"/>
    <w:rsid w:val="00B242E8"/>
    <w:rsid w:val="00BE1029"/>
    <w:rsid w:val="00C23F87"/>
    <w:rsid w:val="00CA5B7F"/>
    <w:rsid w:val="00CD5863"/>
    <w:rsid w:val="00D05137"/>
    <w:rsid w:val="00D10729"/>
    <w:rsid w:val="00E112C4"/>
    <w:rsid w:val="00E17125"/>
    <w:rsid w:val="1B1C46E8"/>
    <w:rsid w:val="2F5861CE"/>
    <w:rsid w:val="338675C4"/>
    <w:rsid w:val="3CE2486F"/>
    <w:rsid w:val="3D72603F"/>
    <w:rsid w:val="656322F9"/>
    <w:rsid w:val="69A2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2E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24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242E8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B24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242E8"/>
    <w:rPr>
      <w:sz w:val="18"/>
      <w:szCs w:val="18"/>
    </w:rPr>
  </w:style>
  <w:style w:type="character" w:styleId="Strong">
    <w:name w:val="Strong"/>
    <w:basedOn w:val="DefaultParagraphFont"/>
    <w:uiPriority w:val="99"/>
    <w:qFormat/>
    <w:rsid w:val="00B242E8"/>
    <w:rPr>
      <w:b/>
      <w:bCs/>
    </w:rPr>
  </w:style>
  <w:style w:type="character" w:styleId="PageNumber">
    <w:name w:val="page number"/>
    <w:basedOn w:val="DefaultParagraphFont"/>
    <w:uiPriority w:val="99"/>
    <w:rsid w:val="00BE1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56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5</Pages>
  <Words>444</Words>
  <Characters>2537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yunwu333</dc:creator>
  <cp:keywords/>
  <dc:description/>
  <cp:lastModifiedBy>吴琳赟</cp:lastModifiedBy>
  <cp:revision>10</cp:revision>
  <dcterms:created xsi:type="dcterms:W3CDTF">2019-05-05T01:57:00Z</dcterms:created>
  <dcterms:modified xsi:type="dcterms:W3CDTF">2019-05-15T07:48:00Z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