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AF2" w:rsidRDefault="00E82AF2">
      <w:pPr>
        <w:snapToGrid w:val="0"/>
        <w:contextualSpacing/>
        <w:rPr>
          <w:rFonts w:ascii="Times New Roman" w:eastAsia="仿宋_GB2312" w:hAnsi="Times New Roman"/>
          <w:kern w:val="0"/>
          <w:sz w:val="32"/>
          <w:szCs w:val="32"/>
        </w:rPr>
      </w:pPr>
    </w:p>
    <w:p w:rsidR="00E82AF2" w:rsidRDefault="00E82AF2">
      <w:pPr>
        <w:snapToGrid w:val="0"/>
        <w:contextualSpacing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附件</w:t>
      </w:r>
      <w:r>
        <w:rPr>
          <w:rFonts w:ascii="Times New Roman" w:eastAsia="仿宋_GB2312" w:hAnsi="Times New Roman"/>
          <w:kern w:val="0"/>
          <w:sz w:val="32"/>
          <w:szCs w:val="32"/>
        </w:rPr>
        <w:t>2</w:t>
      </w:r>
    </w:p>
    <w:p w:rsidR="00E82AF2" w:rsidRDefault="00E82AF2">
      <w:pPr>
        <w:widowControl/>
        <w:topLinePunct/>
        <w:spacing w:line="540" w:lineRule="exact"/>
        <w:ind w:firstLine="573"/>
        <w:rPr>
          <w:rFonts w:ascii="Monotype Corsiva" w:hAnsi="Monotype Corsiva"/>
          <w:b/>
          <w:sz w:val="32"/>
          <w:szCs w:val="32"/>
        </w:rPr>
      </w:pPr>
    </w:p>
    <w:tbl>
      <w:tblPr>
        <w:tblpPr w:leftFromText="180" w:rightFromText="180" w:vertAnchor="text" w:horzAnchor="margin" w:tblpY="158"/>
        <w:tblW w:w="3153" w:type="dxa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365"/>
        <w:gridCol w:w="1788"/>
      </w:tblGrid>
      <w:tr w:rsidR="00E82AF2">
        <w:trPr>
          <w:trHeight w:val="603"/>
        </w:trPr>
        <w:tc>
          <w:tcPr>
            <w:tcW w:w="1365" w:type="dxa"/>
            <w:tcBorders>
              <w:top w:val="single" w:sz="4" w:space="0" w:color="auto"/>
            </w:tcBorders>
            <w:vAlign w:val="center"/>
          </w:tcPr>
          <w:p w:rsidR="00E82AF2" w:rsidRDefault="00E82AF2" w:rsidP="00E82AF2">
            <w:pPr>
              <w:ind w:rightChars="42" w:right="3168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　号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E82AF2" w:rsidRDefault="00E82AF2">
            <w:pPr>
              <w:jc w:val="center"/>
            </w:pPr>
            <w:bookmarkStart w:id="0" w:name="PO_num"/>
            <w:bookmarkEnd w:id="0"/>
          </w:p>
        </w:tc>
      </w:tr>
    </w:tbl>
    <w:p w:rsidR="00E82AF2" w:rsidRDefault="00E82AF2">
      <w:bookmarkStart w:id="1" w:name="PO_QRPic"/>
      <w:bookmarkEnd w:id="1"/>
    </w:p>
    <w:p w:rsidR="00E82AF2" w:rsidRDefault="00E82AF2"/>
    <w:p w:rsidR="00E82AF2" w:rsidRDefault="00E82AF2"/>
    <w:p w:rsidR="00E82AF2" w:rsidRDefault="00E82AF2"/>
    <w:p w:rsidR="00E82AF2" w:rsidRDefault="00E82AF2"/>
    <w:p w:rsidR="00E82AF2" w:rsidRDefault="00E82AF2" w:rsidP="00DD5D0A">
      <w:pPr>
        <w:spacing w:beforeLines="50"/>
        <w:jc w:val="center"/>
        <w:outlineLvl w:val="0"/>
        <w:rPr>
          <w:rFonts w:ascii="华文中宋" w:eastAsia="华文中宋" w:hAnsi="华文中宋"/>
          <w:spacing w:val="40"/>
          <w:sz w:val="52"/>
          <w:szCs w:val="52"/>
        </w:rPr>
      </w:pPr>
      <w:r>
        <w:rPr>
          <w:rFonts w:ascii="华文中宋" w:eastAsia="华文中宋" w:hAnsi="华文中宋" w:hint="eastAsia"/>
          <w:spacing w:val="40"/>
          <w:sz w:val="52"/>
          <w:szCs w:val="52"/>
        </w:rPr>
        <w:t>江苏省乡村骨干教师培育站</w:t>
      </w:r>
    </w:p>
    <w:p w:rsidR="00E82AF2" w:rsidRDefault="00E82AF2">
      <w:pPr>
        <w:jc w:val="center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  <w:sz w:val="48"/>
          <w:szCs w:val="48"/>
        </w:rPr>
        <w:t>申</w:t>
      </w:r>
      <w:r>
        <w:rPr>
          <w:rFonts w:ascii="华文中宋" w:eastAsia="华文中宋" w:hAnsi="华文中宋"/>
          <w:sz w:val="48"/>
          <w:szCs w:val="48"/>
        </w:rPr>
        <w:t xml:space="preserve"> </w:t>
      </w:r>
      <w:r>
        <w:rPr>
          <w:rFonts w:ascii="华文中宋" w:eastAsia="华文中宋" w:hAnsi="华文中宋" w:hint="eastAsia"/>
          <w:sz w:val="48"/>
          <w:szCs w:val="48"/>
        </w:rPr>
        <w:t>报</w:t>
      </w:r>
      <w:r>
        <w:rPr>
          <w:rFonts w:ascii="华文中宋" w:eastAsia="华文中宋" w:hAnsi="华文中宋"/>
          <w:sz w:val="48"/>
          <w:szCs w:val="48"/>
        </w:rPr>
        <w:t xml:space="preserve"> </w:t>
      </w:r>
      <w:r>
        <w:rPr>
          <w:rFonts w:ascii="华文中宋" w:eastAsia="华文中宋" w:hAnsi="华文中宋" w:hint="eastAsia"/>
          <w:sz w:val="48"/>
          <w:szCs w:val="48"/>
        </w:rPr>
        <w:t>书</w:t>
      </w:r>
    </w:p>
    <w:p w:rsidR="00E82AF2" w:rsidRDefault="00E82AF2">
      <w:pPr>
        <w:jc w:val="center"/>
        <w:rPr>
          <w:rFonts w:eastAsia="黑体"/>
        </w:rPr>
      </w:pPr>
    </w:p>
    <w:p w:rsidR="00E82AF2" w:rsidRDefault="00E82AF2">
      <w:pPr>
        <w:jc w:val="center"/>
        <w:rPr>
          <w:rFonts w:eastAsia="黑体"/>
        </w:rPr>
      </w:pPr>
    </w:p>
    <w:p w:rsidR="00E82AF2" w:rsidRDefault="00E82AF2">
      <w:pPr>
        <w:jc w:val="center"/>
        <w:rPr>
          <w:rFonts w:eastAsia="黑体"/>
        </w:rPr>
      </w:pPr>
    </w:p>
    <w:p w:rsidR="00E82AF2" w:rsidRDefault="00E82AF2">
      <w:pPr>
        <w:jc w:val="center"/>
        <w:outlineLvl w:val="0"/>
        <w:rPr>
          <w:rFonts w:eastAsia="仿宋_GB2312"/>
          <w:sz w:val="32"/>
        </w:rPr>
      </w:pPr>
    </w:p>
    <w:p w:rsidR="00E82AF2" w:rsidRDefault="00E82AF2">
      <w:pPr>
        <w:jc w:val="center"/>
        <w:outlineLvl w:val="0"/>
        <w:rPr>
          <w:rFonts w:eastAsia="仿宋_GB2312"/>
          <w:sz w:val="32"/>
        </w:rPr>
      </w:pPr>
    </w:p>
    <w:p w:rsidR="00E82AF2" w:rsidRDefault="00E82AF2">
      <w:pPr>
        <w:jc w:val="center"/>
        <w:outlineLvl w:val="0"/>
        <w:rPr>
          <w:rFonts w:eastAsia="仿宋_GB2312"/>
          <w:sz w:val="32"/>
        </w:rPr>
      </w:pPr>
    </w:p>
    <w:p w:rsidR="00E82AF2" w:rsidRDefault="00E82AF2">
      <w:pPr>
        <w:jc w:val="center"/>
        <w:outlineLvl w:val="0"/>
        <w:rPr>
          <w:rFonts w:eastAsia="仿宋_GB2312"/>
          <w:sz w:val="32"/>
        </w:rPr>
      </w:pPr>
    </w:p>
    <w:p w:rsidR="00E82AF2" w:rsidRDefault="00E82AF2" w:rsidP="00630CB1">
      <w:pPr>
        <w:ind w:firstLineChars="203" w:firstLine="31680"/>
        <w:rPr>
          <w:rFonts w:ascii="仿宋" w:eastAsia="仿宋" w:hAnsi="仿宋"/>
          <w:sz w:val="32"/>
          <w:u w:val="single"/>
        </w:rPr>
      </w:pPr>
      <w:r>
        <w:rPr>
          <w:rFonts w:ascii="仿宋" w:eastAsia="仿宋" w:hAnsi="仿宋" w:hint="eastAsia"/>
          <w:sz w:val="32"/>
        </w:rPr>
        <w:t>培育站名称</w:t>
      </w:r>
    </w:p>
    <w:p w:rsidR="00E82AF2" w:rsidRDefault="00E82AF2" w:rsidP="00630CB1">
      <w:pPr>
        <w:ind w:firstLineChars="203" w:firstLine="31680"/>
        <w:rPr>
          <w:rFonts w:ascii="仿宋" w:eastAsia="仿宋" w:hAnsi="仿宋"/>
          <w:sz w:val="32"/>
          <w:u w:val="single"/>
        </w:rPr>
      </w:pPr>
      <w:r>
        <w:rPr>
          <w:rFonts w:ascii="仿宋" w:eastAsia="仿宋" w:hAnsi="仿宋" w:hint="eastAsia"/>
          <w:sz w:val="32"/>
        </w:rPr>
        <w:t>研修主题</w:t>
      </w:r>
      <w:r>
        <w:rPr>
          <w:rFonts w:ascii="仿宋" w:eastAsia="仿宋" w:hAnsi="仿宋"/>
          <w:sz w:val="32"/>
        </w:rPr>
        <w:t xml:space="preserve"> </w:t>
      </w:r>
    </w:p>
    <w:p w:rsidR="00E82AF2" w:rsidRDefault="00E82AF2" w:rsidP="00630CB1">
      <w:pPr>
        <w:ind w:firstLineChars="203" w:firstLine="3168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培育站主持人</w:t>
      </w:r>
      <w:r>
        <w:rPr>
          <w:rFonts w:ascii="仿宋" w:eastAsia="仿宋" w:hAnsi="仿宋"/>
          <w:sz w:val="32"/>
        </w:rPr>
        <w:t xml:space="preserve"> </w:t>
      </w:r>
    </w:p>
    <w:p w:rsidR="00E82AF2" w:rsidRDefault="00E82AF2" w:rsidP="00630CB1">
      <w:pPr>
        <w:ind w:firstLineChars="203" w:firstLine="31680"/>
        <w:rPr>
          <w:rFonts w:ascii="仿宋" w:eastAsia="仿宋" w:hAnsi="仿宋"/>
          <w:sz w:val="32"/>
          <w:u w:val="single"/>
        </w:rPr>
      </w:pPr>
      <w:r>
        <w:rPr>
          <w:rFonts w:ascii="仿宋" w:eastAsia="仿宋" w:hAnsi="仿宋" w:hint="eastAsia"/>
          <w:sz w:val="32"/>
        </w:rPr>
        <w:t>责任单位</w:t>
      </w:r>
      <w:r>
        <w:rPr>
          <w:rFonts w:ascii="仿宋" w:eastAsia="仿宋" w:hAnsi="仿宋"/>
          <w:sz w:val="32"/>
        </w:rPr>
        <w:t xml:space="preserve"> </w:t>
      </w:r>
    </w:p>
    <w:p w:rsidR="00E82AF2" w:rsidRDefault="00E82AF2" w:rsidP="00630CB1">
      <w:pPr>
        <w:ind w:firstLineChars="203" w:firstLine="3168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填表日期</w:t>
      </w:r>
    </w:p>
    <w:p w:rsidR="00E82AF2" w:rsidRDefault="00E82AF2">
      <w:pPr>
        <w:tabs>
          <w:tab w:val="left" w:pos="3460"/>
        </w:tabs>
        <w:rPr>
          <w:rFonts w:eastAsia="仿宋_GB2312"/>
          <w:sz w:val="32"/>
        </w:rPr>
      </w:pPr>
      <w:r>
        <w:rPr>
          <w:rFonts w:eastAsia="仿宋_GB2312"/>
          <w:sz w:val="32"/>
        </w:rPr>
        <w:tab/>
      </w:r>
    </w:p>
    <w:p w:rsidR="00E82AF2" w:rsidRDefault="00E82AF2">
      <w:pPr>
        <w:jc w:val="center"/>
        <w:rPr>
          <w:rFonts w:eastAsia="仿宋_GB2312"/>
          <w:sz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0;margin-top:15.6pt;width:211.2pt;height:133.95pt;z-index:251658240;visibility:visible;mso-wrap-distance-top:3.6pt;mso-wrap-distance-bottom:3.6pt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XdR/AEAAAIEAAAOAAAAZHJzL2Uyb0RvYy54bWysU02u0zAQ3iNxB8t7mja0T31R0yeglA0C&#10;pAcHmNpOYsl/st0mvQDcgBUb9pyr52DshpYHmydEFs545vM3M9/Yq7tBK3IQPkhrajqbTCkRhlku&#10;TVvTTx+3z5aUhAiGg7JG1PQoAr1bP32y6l0lSttZxYUnSGJC1buadjG6qigC64SGMLFOGAw21muI&#10;uPVtwT30yK5VUU6nN0VvPXfeMhECejfnIF1n/qYRLL5vmiAiUTXF2mJefV53aS3WK6haD66TbCwD&#10;/qEKDdJg0gvVBiKQvZd/UWnJvA22iRNmdWGbRjKRe8BuZtM/urnvwIncC4oT3EWm8P9o2bvDB08k&#10;x9lRYkDjiE5fv5y+/Th9/0zKJE/vQoWoe4e4OLy0Q4KO/oDO1PXQeJ3+2A/BOAp9vIgrhkgYOsub&#10;ZVnOMcQwtrx9Pp8vEk1xPe18iG+E1SQZNfU4vKwpHN6GeIb+gqRkwSrJt1KpvPHt7pXy5AA46G3+&#10;RvYHMGVIX9PbRbnAOgDvW6MgoqkdKhBMm/M9OBEeR5wK20DozgVkhpQfKi2j8NnqBPDXhpN4dKiy&#10;wedAUzFacEqUwNeTrIyMINVjkKidMihhGtF5FMmKw25AmmTuLD/i2PbOy7ZDSWfn/tyLfbRbmTW9&#10;wkYivGh5KuOjSDf5931GXZ/u+icAAAD//wMAUEsDBBQABgAIAAAAIQBZHoxl3wAAAAcBAAAPAAAA&#10;ZHJzL2Rvd25yZXYueG1sTI9PS8NAFMTvgt9heYI3u9tQQhOzKSIKeijFqpTetrvPJHX/hOymjd/e&#10;56kehxlmflOtJmfZCYfYBS9hPhPA0OtgOt9I+Hh/vlsCi0l5o2zwKOEHI6zq66tKlSac/Ruetqlh&#10;VOJjqSS0KfUl51G36FSchR49eV9hcCqRHBpuBnWmcmd5JkTOneo8LbSqx8cW9fd2dBKedP9SbPb2&#10;uNvoT5GPYv16DGspb2+mh3tgCad0CcMfPqFDTUyHMHoTmZVAR5KErJgDI3eRZQtgB4rlxRJ4XfH/&#10;/PUvAAAA//8DAFBLAQItABQABgAIAAAAIQC2gziS/gAAAOEBAAATAAAAAAAAAAAAAAAAAAAAAABb&#10;Q29udGVudF9UeXBlc10ueG1sUEsBAi0AFAAGAAgAAAAhADj9If/WAAAAlAEAAAsAAAAAAAAAAAAA&#10;AAAALwEAAF9yZWxzLy5yZWxzUEsBAi0AFAAGAAgAAAAhAPy9d1H8AQAAAgQAAA4AAAAAAAAAAAAA&#10;AAAALgIAAGRycy9lMm9Eb2MueG1sUEsBAi0AFAAGAAgAAAAhAFkejGXfAAAABwEAAA8AAAAAAAAA&#10;AAAAAAAAVgQAAGRycy9kb3ducmV2LnhtbFBLBQYAAAAABAAEAPMAAABiBQAAAAA=&#10;" strokecolor="white">
            <v:textbox style="mso-fit-shape-to-text:t">
              <w:txbxContent>
                <w:p w:rsidR="00E82AF2" w:rsidRDefault="00E82AF2">
                  <w:pPr>
                    <w:spacing w:line="480" w:lineRule="atLeast"/>
                    <w:jc w:val="distribute"/>
                    <w:rPr>
                      <w:rFonts w:ascii="宋体"/>
                      <w:sz w:val="32"/>
                      <w:szCs w:val="32"/>
                    </w:rPr>
                  </w:pPr>
                  <w:bookmarkStart w:id="2" w:name="_GoBack"/>
                  <w:bookmarkEnd w:id="2"/>
                  <w:r>
                    <w:rPr>
                      <w:rFonts w:ascii="宋体" w:hAnsi="宋体" w:hint="eastAsia"/>
                      <w:sz w:val="32"/>
                      <w:szCs w:val="32"/>
                    </w:rPr>
                    <w:t>江苏省教师培训中心</w:t>
                  </w:r>
                </w:p>
                <w:p w:rsidR="00E82AF2" w:rsidRDefault="00E82AF2">
                  <w:pPr>
                    <w:spacing w:line="480" w:lineRule="atLeast"/>
                    <w:jc w:val="distribute"/>
                    <w:rPr>
                      <w:rFonts w:ascii="宋体"/>
                      <w:sz w:val="32"/>
                      <w:szCs w:val="32"/>
                    </w:rPr>
                  </w:pPr>
                  <w:r>
                    <w:rPr>
                      <w:rFonts w:ascii="宋体" w:hAnsi="宋体" w:hint="eastAsia"/>
                      <w:sz w:val="32"/>
                      <w:szCs w:val="32"/>
                    </w:rPr>
                    <w:t>江苏教育行政干部培训中心</w:t>
                  </w:r>
                </w:p>
              </w:txbxContent>
            </v:textbox>
            <w10:wrap type="square"/>
          </v:shape>
        </w:pict>
      </w:r>
    </w:p>
    <w:p w:rsidR="00E82AF2" w:rsidRDefault="00E82AF2">
      <w:pPr>
        <w:rPr>
          <w:rFonts w:eastAsia="仿宋_GB2312"/>
          <w:sz w:val="32"/>
        </w:rPr>
      </w:pPr>
    </w:p>
    <w:p w:rsidR="00E82AF2" w:rsidRDefault="00E82AF2">
      <w:pPr>
        <w:jc w:val="center"/>
        <w:outlineLvl w:val="0"/>
        <w:rPr>
          <w:rFonts w:ascii="宋体"/>
          <w:b/>
          <w:bCs/>
          <w:sz w:val="32"/>
        </w:rPr>
      </w:pPr>
    </w:p>
    <w:p w:rsidR="00E82AF2" w:rsidRDefault="00E82AF2" w:rsidP="00C76CF2">
      <w:pPr>
        <w:tabs>
          <w:tab w:val="left" w:pos="3000"/>
          <w:tab w:val="center" w:pos="5114"/>
        </w:tabs>
        <w:spacing w:line="360" w:lineRule="exact"/>
        <w:rPr>
          <w:rFonts w:ascii="华文中宋" w:eastAsia="华文中宋" w:hAnsi="华文中宋"/>
          <w:sz w:val="36"/>
          <w:szCs w:val="36"/>
        </w:rPr>
      </w:pPr>
    </w:p>
    <w:p w:rsidR="00E82AF2" w:rsidRDefault="00E82AF2">
      <w:pPr>
        <w:tabs>
          <w:tab w:val="left" w:pos="3000"/>
          <w:tab w:val="center" w:pos="5114"/>
        </w:tabs>
        <w:spacing w:line="360" w:lineRule="exact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填表注意事项</w:t>
      </w:r>
    </w:p>
    <w:p w:rsidR="00E82AF2" w:rsidRDefault="00E82AF2">
      <w:pPr>
        <w:tabs>
          <w:tab w:val="left" w:pos="3000"/>
          <w:tab w:val="center" w:pos="5114"/>
        </w:tabs>
        <w:spacing w:line="360" w:lineRule="exact"/>
        <w:jc w:val="center"/>
        <w:rPr>
          <w:rFonts w:ascii="华文中宋" w:eastAsia="华文中宋" w:hAnsi="华文中宋"/>
          <w:sz w:val="36"/>
          <w:szCs w:val="36"/>
        </w:rPr>
      </w:pPr>
    </w:p>
    <w:p w:rsidR="00E82AF2" w:rsidRDefault="00E82AF2">
      <w:pPr>
        <w:spacing w:line="240" w:lineRule="exact"/>
        <w:jc w:val="center"/>
        <w:rPr>
          <w:rFonts w:ascii="黑体" w:eastAsia="黑体" w:hAnsi="宋体"/>
        </w:rPr>
      </w:pPr>
    </w:p>
    <w:p w:rsidR="00E82AF2" w:rsidRDefault="00E82AF2">
      <w:pPr>
        <w:spacing w:line="360" w:lineRule="auto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1</w:t>
      </w:r>
      <w:r>
        <w:rPr>
          <w:rFonts w:ascii="Times New Roman" w:eastAsia="仿宋_GB2312" w:hAnsi="Times New Roman" w:hint="eastAsia"/>
          <w:kern w:val="0"/>
          <w:sz w:val="28"/>
          <w:szCs w:val="28"/>
        </w:rPr>
        <w:t>．</w:t>
      </w:r>
      <w:r>
        <w:rPr>
          <w:rFonts w:ascii="Times New Roman" w:eastAsia="仿宋_GB2312" w:hAnsi="Times New Roman" w:hint="eastAsia"/>
          <w:b/>
          <w:sz w:val="28"/>
          <w:szCs w:val="28"/>
        </w:rPr>
        <w:t>培育站名称</w:t>
      </w:r>
      <w:r>
        <w:rPr>
          <w:rFonts w:ascii="Times New Roman" w:eastAsia="仿宋_GB2312" w:hAnsi="Times New Roman" w:hint="eastAsia"/>
          <w:sz w:val="28"/>
          <w:szCs w:val="28"/>
        </w:rPr>
        <w:t>应准确、简明反映培育站学科性质、学段和层级，以初中语文学科为例，大市级培育站为</w:t>
      </w:r>
      <w:r>
        <w:rPr>
          <w:rFonts w:ascii="仿宋_GB2312" w:eastAsia="仿宋_GB2312" w:hAnsi="Times New Roman" w:hint="eastAsia"/>
          <w:sz w:val="28"/>
          <w:szCs w:val="28"/>
        </w:rPr>
        <w:t>“</w:t>
      </w:r>
      <w:r>
        <w:rPr>
          <w:rFonts w:ascii="Times New Roman" w:eastAsia="仿宋_GB2312" w:hAnsi="Times New Roman"/>
          <w:sz w:val="28"/>
          <w:szCs w:val="28"/>
        </w:rPr>
        <w:t>***</w:t>
      </w:r>
      <w:r>
        <w:rPr>
          <w:rFonts w:ascii="Times New Roman" w:eastAsia="仿宋_GB2312" w:hAnsi="Times New Roman" w:hint="eastAsia"/>
          <w:sz w:val="28"/>
          <w:szCs w:val="28"/>
        </w:rPr>
        <w:t>市乡村初中语文骨干教师培</w:t>
      </w:r>
      <w:r>
        <w:rPr>
          <w:rFonts w:ascii="仿宋_GB2312" w:eastAsia="仿宋_GB2312" w:hAnsi="Times New Roman" w:hint="eastAsia"/>
          <w:sz w:val="28"/>
          <w:szCs w:val="28"/>
        </w:rPr>
        <w:t>育站”，</w:t>
      </w:r>
      <w:r>
        <w:rPr>
          <w:rFonts w:ascii="Times New Roman" w:eastAsia="仿宋_GB2312" w:hAnsi="Times New Roman" w:hint="eastAsia"/>
          <w:sz w:val="28"/>
          <w:szCs w:val="28"/>
        </w:rPr>
        <w:t>县级培育站为</w:t>
      </w:r>
      <w:r>
        <w:rPr>
          <w:rFonts w:ascii="仿宋_GB2312" w:eastAsia="仿宋_GB2312" w:hAnsi="Times New Roman" w:hint="eastAsia"/>
          <w:sz w:val="28"/>
          <w:szCs w:val="28"/>
        </w:rPr>
        <w:t>“</w:t>
      </w:r>
      <w:r>
        <w:rPr>
          <w:rFonts w:ascii="Times New Roman" w:eastAsia="仿宋_GB2312" w:hAnsi="Times New Roman"/>
          <w:sz w:val="28"/>
          <w:szCs w:val="28"/>
        </w:rPr>
        <w:t>***</w:t>
      </w:r>
      <w:r>
        <w:rPr>
          <w:rFonts w:ascii="Times New Roman" w:eastAsia="仿宋_GB2312" w:hAnsi="Times New Roman" w:hint="eastAsia"/>
          <w:sz w:val="28"/>
          <w:szCs w:val="28"/>
        </w:rPr>
        <w:t>市</w:t>
      </w:r>
      <w:r>
        <w:rPr>
          <w:rFonts w:ascii="Times New Roman" w:eastAsia="仿宋_GB2312" w:hAnsi="Times New Roman"/>
          <w:sz w:val="28"/>
          <w:szCs w:val="28"/>
        </w:rPr>
        <w:t>***</w:t>
      </w:r>
      <w:r>
        <w:rPr>
          <w:rFonts w:ascii="Times New Roman" w:eastAsia="仿宋_GB2312" w:hAnsi="Times New Roman" w:hint="eastAsia"/>
          <w:sz w:val="28"/>
          <w:szCs w:val="28"/>
        </w:rPr>
        <w:t>县乡村初中语文骨干教师培育站</w:t>
      </w:r>
      <w:r>
        <w:rPr>
          <w:rFonts w:ascii="仿宋_GB2312" w:eastAsia="仿宋_GB2312" w:hAnsi="Times New Roman" w:hint="eastAsia"/>
          <w:sz w:val="28"/>
          <w:szCs w:val="28"/>
        </w:rPr>
        <w:t>”</w:t>
      </w:r>
      <w:r>
        <w:rPr>
          <w:rFonts w:ascii="Times New Roman" w:eastAsia="仿宋_GB2312" w:hAnsi="Times New Roman" w:hint="eastAsia"/>
          <w:sz w:val="28"/>
          <w:szCs w:val="28"/>
        </w:rPr>
        <w:t>。培育站名称中不得出现主持人姓名。</w:t>
      </w:r>
    </w:p>
    <w:p w:rsidR="00E82AF2" w:rsidRPr="00C8157D" w:rsidRDefault="00E82AF2">
      <w:pPr>
        <w:spacing w:line="360" w:lineRule="auto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2</w:t>
      </w:r>
      <w:r>
        <w:rPr>
          <w:rFonts w:ascii="Times New Roman" w:eastAsia="仿宋_GB2312" w:hAnsi="Times New Roman" w:hint="eastAsia"/>
          <w:kern w:val="0"/>
          <w:sz w:val="28"/>
          <w:szCs w:val="28"/>
        </w:rPr>
        <w:t>．</w:t>
      </w:r>
      <w:r w:rsidRPr="00604FCE">
        <w:rPr>
          <w:rFonts w:ascii="Times New Roman" w:eastAsia="仿宋_GB2312" w:hAnsi="Times New Roman" w:hint="eastAsia"/>
          <w:b/>
          <w:kern w:val="0"/>
          <w:sz w:val="28"/>
          <w:szCs w:val="28"/>
        </w:rPr>
        <w:t>研修主题</w:t>
      </w:r>
      <w:r>
        <w:rPr>
          <w:rFonts w:ascii="Times New Roman" w:eastAsia="仿宋_GB2312" w:hAnsi="Times New Roman" w:hint="eastAsia"/>
          <w:kern w:val="0"/>
          <w:sz w:val="28"/>
          <w:szCs w:val="28"/>
        </w:rPr>
        <w:t>研修主题要聚焦教学的基本理念、基本技能，不能将课题名称当作研修主题。</w:t>
      </w:r>
      <w:r>
        <w:rPr>
          <w:rFonts w:ascii="Times New Roman" w:eastAsia="仿宋_GB2312" w:hAnsi="Times New Roman" w:hint="eastAsia"/>
          <w:sz w:val="28"/>
          <w:szCs w:val="28"/>
        </w:rPr>
        <w:t>本申报书的内容设计周期一年。</w:t>
      </w:r>
    </w:p>
    <w:p w:rsidR="00E82AF2" w:rsidRDefault="00E82AF2">
      <w:pPr>
        <w:spacing w:line="360" w:lineRule="auto"/>
        <w:rPr>
          <w:rFonts w:ascii="Times New Roman" w:eastAsia="仿宋_GB2312" w:hAnsi="Times New Roman"/>
          <w:b/>
          <w:bCs/>
          <w:sz w:val="28"/>
          <w:szCs w:val="28"/>
        </w:rPr>
      </w:pPr>
      <w:r>
        <w:rPr>
          <w:rFonts w:ascii="Times New Roman" w:eastAsia="仿宋_GB2312" w:hAnsi="Times New Roman"/>
          <w:b/>
          <w:bCs/>
          <w:sz w:val="28"/>
          <w:szCs w:val="28"/>
        </w:rPr>
        <w:t>3</w:t>
      </w:r>
      <w:r>
        <w:rPr>
          <w:rFonts w:ascii="Times New Roman" w:eastAsia="仿宋_GB2312" w:hAnsi="Times New Roman" w:hint="eastAsia"/>
          <w:kern w:val="0"/>
          <w:sz w:val="28"/>
          <w:szCs w:val="28"/>
        </w:rPr>
        <w:t>．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>培育站主持人</w:t>
      </w:r>
      <w:r>
        <w:rPr>
          <w:rFonts w:ascii="Times New Roman" w:eastAsia="仿宋_GB2312" w:hAnsi="Times New Roman" w:hint="eastAsia"/>
          <w:sz w:val="28"/>
          <w:szCs w:val="28"/>
        </w:rPr>
        <w:t>指主持培育站研修工作的专家。不能承担实质性研修工作的，不得成为培育站主持人。</w:t>
      </w:r>
    </w:p>
    <w:p w:rsidR="00E82AF2" w:rsidRDefault="00E82AF2">
      <w:pPr>
        <w:spacing w:line="360" w:lineRule="auto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4</w:t>
      </w:r>
      <w:r>
        <w:rPr>
          <w:rFonts w:ascii="Times New Roman" w:eastAsia="仿宋_GB2312" w:hAnsi="Times New Roman" w:hint="eastAsia"/>
          <w:kern w:val="0"/>
          <w:sz w:val="28"/>
          <w:szCs w:val="28"/>
        </w:rPr>
        <w:t>．</w:t>
      </w:r>
      <w:r>
        <w:rPr>
          <w:rFonts w:ascii="Times New Roman" w:eastAsia="仿宋_GB2312" w:hAnsi="Times New Roman" w:hint="eastAsia"/>
          <w:b/>
          <w:sz w:val="28"/>
          <w:szCs w:val="28"/>
        </w:rPr>
        <w:t>责任单位</w:t>
      </w:r>
      <w:r>
        <w:rPr>
          <w:rFonts w:ascii="Times New Roman" w:eastAsia="仿宋_GB2312" w:hAnsi="Times New Roman" w:hint="eastAsia"/>
          <w:sz w:val="28"/>
          <w:szCs w:val="28"/>
        </w:rPr>
        <w:t>指同级教师培训业务管理机构，如大市级教师发展学院（市教研室）、县级教师发展中心（或教师进修学校、教研室等）。</w:t>
      </w:r>
    </w:p>
    <w:p w:rsidR="00E82AF2" w:rsidRDefault="00E82AF2">
      <w:pPr>
        <w:spacing w:line="360" w:lineRule="auto"/>
        <w:rPr>
          <w:rFonts w:ascii="Times New Roman" w:eastAsia="仿宋_GB2312" w:hAnsi="Times New Roman"/>
          <w:position w:val="6"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5</w:t>
      </w:r>
      <w:r>
        <w:rPr>
          <w:rFonts w:ascii="Times New Roman" w:eastAsia="仿宋_GB2312" w:hAnsi="Times New Roman" w:hint="eastAsia"/>
          <w:kern w:val="0"/>
          <w:sz w:val="28"/>
          <w:szCs w:val="28"/>
        </w:rPr>
        <w:t>．</w:t>
      </w:r>
      <w:r>
        <w:rPr>
          <w:rFonts w:ascii="Times New Roman" w:eastAsia="仿宋_GB2312" w:hAnsi="Times New Roman" w:hint="eastAsia"/>
          <w:b/>
          <w:sz w:val="28"/>
          <w:szCs w:val="28"/>
        </w:rPr>
        <w:t>担任导师</w:t>
      </w:r>
      <w:r>
        <w:rPr>
          <w:rFonts w:ascii="Times New Roman" w:eastAsia="仿宋_GB2312" w:hAnsi="Times New Roman" w:hint="eastAsia"/>
          <w:bCs/>
          <w:sz w:val="28"/>
          <w:szCs w:val="28"/>
        </w:rPr>
        <w:t>指主持人本人担任名师工作师导师、专（兼）职</w:t>
      </w:r>
      <w:r>
        <w:rPr>
          <w:rFonts w:ascii="Times New Roman" w:eastAsia="仿宋_GB2312" w:hAnsi="Times New Roman" w:hint="eastAsia"/>
          <w:spacing w:val="-8"/>
          <w:sz w:val="28"/>
          <w:szCs w:val="28"/>
        </w:rPr>
        <w:t>博士生导师或硕士生导师等情况。</w:t>
      </w:r>
    </w:p>
    <w:p w:rsidR="00E82AF2" w:rsidRDefault="00E82AF2">
      <w:pPr>
        <w:spacing w:line="360" w:lineRule="auto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6</w:t>
      </w:r>
      <w:r>
        <w:rPr>
          <w:rFonts w:ascii="Times New Roman" w:eastAsia="仿宋_GB2312" w:hAnsi="Times New Roman" w:hint="eastAsia"/>
          <w:kern w:val="0"/>
          <w:sz w:val="28"/>
          <w:szCs w:val="28"/>
        </w:rPr>
        <w:t>．</w:t>
      </w:r>
      <w:r>
        <w:rPr>
          <w:rFonts w:ascii="Times New Roman" w:eastAsia="仿宋_GB2312" w:hAnsi="Times New Roman" w:hint="eastAsia"/>
          <w:b/>
          <w:bCs/>
          <w:sz w:val="28"/>
          <w:szCs w:val="28"/>
        </w:rPr>
        <w:t>联系电话</w:t>
      </w:r>
      <w:r>
        <w:rPr>
          <w:rFonts w:ascii="Times New Roman" w:eastAsia="仿宋_GB2312" w:hAnsi="Times New Roman" w:hint="eastAsia"/>
          <w:sz w:val="28"/>
          <w:szCs w:val="28"/>
        </w:rPr>
        <w:t>必须填写培育站主持人的电话号码。</w:t>
      </w:r>
    </w:p>
    <w:p w:rsidR="00E82AF2" w:rsidRDefault="00E82AF2">
      <w:pPr>
        <w:spacing w:line="360" w:lineRule="auto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7</w:t>
      </w:r>
      <w:r>
        <w:rPr>
          <w:rFonts w:ascii="Times New Roman" w:eastAsia="仿宋_GB2312" w:hAnsi="Times New Roman" w:hint="eastAsia"/>
          <w:kern w:val="0"/>
          <w:sz w:val="28"/>
          <w:szCs w:val="28"/>
        </w:rPr>
        <w:t>．</w:t>
      </w:r>
      <w:r>
        <w:rPr>
          <w:rFonts w:ascii="Times New Roman" w:eastAsia="仿宋_GB2312" w:hAnsi="Times New Roman" w:hint="eastAsia"/>
          <w:b/>
          <w:sz w:val="28"/>
          <w:szCs w:val="28"/>
        </w:rPr>
        <w:t>导师组成员</w:t>
      </w:r>
      <w:r>
        <w:rPr>
          <w:rFonts w:ascii="Times New Roman" w:eastAsia="仿宋_GB2312" w:hAnsi="Times New Roman" w:hint="eastAsia"/>
          <w:sz w:val="28"/>
          <w:szCs w:val="28"/>
        </w:rPr>
        <w:t>必须是参加本培育站研修指导工作的指导教师，不含主持人。</w:t>
      </w:r>
    </w:p>
    <w:p w:rsidR="00E82AF2" w:rsidRDefault="00E82AF2">
      <w:pPr>
        <w:spacing w:line="360" w:lineRule="auto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8</w:t>
      </w:r>
      <w:r>
        <w:rPr>
          <w:rFonts w:ascii="Times New Roman" w:eastAsia="仿宋_GB2312" w:hAnsi="Times New Roman" w:hint="eastAsia"/>
          <w:kern w:val="0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科研成果每人限填两项。</w:t>
      </w:r>
    </w:p>
    <w:p w:rsidR="00E82AF2" w:rsidRDefault="00E82AF2">
      <w:pPr>
        <w:spacing w:line="360" w:lineRule="auto"/>
        <w:rPr>
          <w:rFonts w:ascii="仿宋_GB2312" w:eastAsia="仿宋_GB2312" w:hAnsi="Times New Roman"/>
          <w:spacing w:val="-6"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9</w:t>
      </w:r>
      <w:r>
        <w:rPr>
          <w:rFonts w:ascii="Times New Roman" w:eastAsia="仿宋_GB2312" w:hAnsi="Times New Roman" w:hint="eastAsia"/>
          <w:kern w:val="0"/>
          <w:sz w:val="28"/>
          <w:szCs w:val="28"/>
        </w:rPr>
        <w:t>．</w:t>
      </w:r>
      <w:r>
        <w:rPr>
          <w:rFonts w:ascii="Times New Roman" w:eastAsia="仿宋_GB2312" w:hAnsi="Times New Roman" w:hint="eastAsia"/>
          <w:b/>
          <w:spacing w:val="-6"/>
          <w:sz w:val="28"/>
          <w:szCs w:val="28"/>
        </w:rPr>
        <w:t>骨干层级</w:t>
      </w:r>
      <w:r>
        <w:rPr>
          <w:rFonts w:ascii="Times New Roman" w:eastAsia="仿宋_GB2312" w:hAnsi="Times New Roman" w:hint="eastAsia"/>
          <w:spacing w:val="-6"/>
          <w:sz w:val="28"/>
          <w:szCs w:val="28"/>
        </w:rPr>
        <w:t>填写学员已经取得的骨干称号，</w:t>
      </w:r>
      <w:r>
        <w:rPr>
          <w:rFonts w:ascii="仿宋_GB2312" w:eastAsia="仿宋_GB2312" w:hAnsi="Times New Roman" w:hint="eastAsia"/>
          <w:spacing w:val="-6"/>
          <w:sz w:val="28"/>
          <w:szCs w:val="28"/>
        </w:rPr>
        <w:t>如“校级优秀青年教师”、“县（区）学科教学带头人”等。</w:t>
      </w:r>
    </w:p>
    <w:p w:rsidR="00E82AF2" w:rsidRDefault="00E82AF2" w:rsidP="00DD5D0A">
      <w:pPr>
        <w:spacing w:beforeLines="50"/>
        <w:jc w:val="center"/>
        <w:outlineLvl w:val="0"/>
        <w:rPr>
          <w:rFonts w:eastAsia="黑体"/>
          <w:sz w:val="30"/>
        </w:rPr>
      </w:pPr>
    </w:p>
    <w:p w:rsidR="00E82AF2" w:rsidRDefault="00E82AF2" w:rsidP="00DD5D0A">
      <w:pPr>
        <w:spacing w:beforeLines="50"/>
        <w:jc w:val="center"/>
        <w:outlineLvl w:val="0"/>
        <w:rPr>
          <w:rFonts w:eastAsia="黑体"/>
          <w:sz w:val="30"/>
        </w:rPr>
      </w:pPr>
      <w:r>
        <w:rPr>
          <w:rFonts w:eastAsia="黑体" w:hint="eastAsia"/>
          <w:sz w:val="30"/>
        </w:rPr>
        <w:t>一、主要信息</w:t>
      </w:r>
    </w:p>
    <w:p w:rsidR="00E82AF2" w:rsidRDefault="00E82AF2">
      <w:pPr>
        <w:spacing w:line="100" w:lineRule="exact"/>
        <w:ind w:left="448"/>
        <w:rPr>
          <w:rFonts w:eastAsia="黑体"/>
          <w:sz w:val="8"/>
        </w:rPr>
      </w:pPr>
    </w:p>
    <w:tbl>
      <w:tblPr>
        <w:tblW w:w="8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11"/>
        <w:gridCol w:w="939"/>
        <w:gridCol w:w="123"/>
        <w:gridCol w:w="451"/>
        <w:gridCol w:w="324"/>
        <w:gridCol w:w="551"/>
        <w:gridCol w:w="225"/>
        <w:gridCol w:w="677"/>
        <w:gridCol w:w="199"/>
        <w:gridCol w:w="219"/>
        <w:gridCol w:w="291"/>
        <w:gridCol w:w="686"/>
        <w:gridCol w:w="22"/>
        <w:gridCol w:w="405"/>
        <w:gridCol w:w="122"/>
        <w:gridCol w:w="280"/>
        <w:gridCol w:w="60"/>
        <w:gridCol w:w="417"/>
        <w:gridCol w:w="230"/>
        <w:gridCol w:w="354"/>
        <w:gridCol w:w="1357"/>
      </w:tblGrid>
      <w:tr w:rsidR="00E82AF2" w:rsidTr="001E2925">
        <w:trPr>
          <w:cantSplit/>
          <w:trHeight w:val="884"/>
          <w:jc w:val="center"/>
        </w:trPr>
        <w:tc>
          <w:tcPr>
            <w:tcW w:w="1350" w:type="dxa"/>
            <w:gridSpan w:val="2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培育站名称</w:t>
            </w:r>
          </w:p>
        </w:tc>
        <w:tc>
          <w:tcPr>
            <w:tcW w:w="6993" w:type="dxa"/>
            <w:gridSpan w:val="19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E82AF2" w:rsidTr="001E2925">
        <w:trPr>
          <w:cantSplit/>
          <w:trHeight w:val="739"/>
          <w:jc w:val="center"/>
        </w:trPr>
        <w:tc>
          <w:tcPr>
            <w:tcW w:w="1350" w:type="dxa"/>
            <w:gridSpan w:val="2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研修主题</w:t>
            </w:r>
          </w:p>
        </w:tc>
        <w:tc>
          <w:tcPr>
            <w:tcW w:w="6993" w:type="dxa"/>
            <w:gridSpan w:val="19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E82AF2" w:rsidTr="00C8157D">
        <w:trPr>
          <w:cantSplit/>
          <w:trHeight w:val="763"/>
          <w:jc w:val="center"/>
        </w:trPr>
        <w:tc>
          <w:tcPr>
            <w:tcW w:w="1350" w:type="dxa"/>
            <w:gridSpan w:val="2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主持人姓名</w:t>
            </w:r>
          </w:p>
        </w:tc>
        <w:tc>
          <w:tcPr>
            <w:tcW w:w="1449" w:type="dxa"/>
            <w:gridSpan w:val="4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3" w:name="PO_charger2"/>
            <w:bookmarkEnd w:id="3"/>
          </w:p>
        </w:tc>
        <w:tc>
          <w:tcPr>
            <w:tcW w:w="902" w:type="dxa"/>
            <w:gridSpan w:val="2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709" w:type="dxa"/>
            <w:gridSpan w:val="3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4" w:name="PO_sex"/>
            <w:bookmarkEnd w:id="4"/>
          </w:p>
        </w:tc>
        <w:tc>
          <w:tcPr>
            <w:tcW w:w="708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民族</w:t>
            </w:r>
          </w:p>
        </w:tc>
        <w:tc>
          <w:tcPr>
            <w:tcW w:w="867" w:type="dxa"/>
            <w:gridSpan w:val="4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5" w:name="PO_national"/>
            <w:bookmarkEnd w:id="5"/>
          </w:p>
        </w:tc>
        <w:tc>
          <w:tcPr>
            <w:tcW w:w="1001" w:type="dxa"/>
            <w:gridSpan w:val="3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出生日期</w:t>
            </w:r>
          </w:p>
        </w:tc>
        <w:tc>
          <w:tcPr>
            <w:tcW w:w="1357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6" w:name="PO_birthDay"/>
            <w:bookmarkEnd w:id="6"/>
          </w:p>
        </w:tc>
      </w:tr>
      <w:tr w:rsidR="00E82AF2" w:rsidTr="001E2925">
        <w:trPr>
          <w:cantSplit/>
          <w:trHeight w:val="759"/>
          <w:jc w:val="center"/>
        </w:trPr>
        <w:tc>
          <w:tcPr>
            <w:tcW w:w="1350" w:type="dxa"/>
            <w:gridSpan w:val="2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行政职务</w:t>
            </w:r>
          </w:p>
        </w:tc>
        <w:tc>
          <w:tcPr>
            <w:tcW w:w="1449" w:type="dxa"/>
            <w:gridSpan w:val="4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7" w:name="PO_administration"/>
            <w:bookmarkEnd w:id="7"/>
          </w:p>
        </w:tc>
        <w:tc>
          <w:tcPr>
            <w:tcW w:w="1101" w:type="dxa"/>
            <w:gridSpan w:val="3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职称</w:t>
            </w:r>
          </w:p>
        </w:tc>
        <w:tc>
          <w:tcPr>
            <w:tcW w:w="1623" w:type="dxa"/>
            <w:gridSpan w:val="5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8" w:name="PO_major"/>
            <w:bookmarkEnd w:id="8"/>
          </w:p>
        </w:tc>
        <w:tc>
          <w:tcPr>
            <w:tcW w:w="879" w:type="dxa"/>
            <w:gridSpan w:val="4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研究专长</w:t>
            </w:r>
          </w:p>
        </w:tc>
        <w:tc>
          <w:tcPr>
            <w:tcW w:w="1941" w:type="dxa"/>
            <w:gridSpan w:val="3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9" w:name="PO_researchSpeciality"/>
            <w:bookmarkEnd w:id="9"/>
          </w:p>
        </w:tc>
      </w:tr>
      <w:tr w:rsidR="00E82AF2" w:rsidTr="001E2925">
        <w:trPr>
          <w:cantSplit/>
          <w:trHeight w:val="783"/>
          <w:jc w:val="center"/>
        </w:trPr>
        <w:tc>
          <w:tcPr>
            <w:tcW w:w="1350" w:type="dxa"/>
            <w:gridSpan w:val="2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最后学历</w:t>
            </w:r>
          </w:p>
        </w:tc>
        <w:tc>
          <w:tcPr>
            <w:tcW w:w="1449" w:type="dxa"/>
            <w:gridSpan w:val="4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10" w:name="PO_lastEducation"/>
            <w:bookmarkEnd w:id="10"/>
          </w:p>
        </w:tc>
        <w:tc>
          <w:tcPr>
            <w:tcW w:w="1101" w:type="dxa"/>
            <w:gridSpan w:val="3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最后学位</w:t>
            </w:r>
          </w:p>
        </w:tc>
        <w:tc>
          <w:tcPr>
            <w:tcW w:w="1623" w:type="dxa"/>
            <w:gridSpan w:val="5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11" w:name="PO_lastDegree"/>
            <w:bookmarkEnd w:id="11"/>
          </w:p>
        </w:tc>
        <w:tc>
          <w:tcPr>
            <w:tcW w:w="879" w:type="dxa"/>
            <w:gridSpan w:val="4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担任导师</w:t>
            </w:r>
          </w:p>
        </w:tc>
        <w:tc>
          <w:tcPr>
            <w:tcW w:w="1941" w:type="dxa"/>
            <w:gridSpan w:val="3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12" w:name="PO_teacherCode"/>
            <w:bookmarkStart w:id="13" w:name="PO_teacher"/>
            <w:bookmarkEnd w:id="12"/>
            <w:bookmarkEnd w:id="13"/>
          </w:p>
        </w:tc>
      </w:tr>
      <w:tr w:rsidR="00E82AF2" w:rsidTr="001E2925">
        <w:trPr>
          <w:cantSplit/>
          <w:trHeight w:val="793"/>
          <w:jc w:val="center"/>
        </w:trPr>
        <w:tc>
          <w:tcPr>
            <w:tcW w:w="2248" w:type="dxa"/>
            <w:gridSpan w:val="5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所在市、县（市、区）</w:t>
            </w:r>
          </w:p>
        </w:tc>
        <w:tc>
          <w:tcPr>
            <w:tcW w:w="1871" w:type="dxa"/>
            <w:gridSpan w:val="5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14" w:name="PO_provinceCode"/>
            <w:bookmarkStart w:id="15" w:name="PO_province"/>
            <w:bookmarkEnd w:id="14"/>
            <w:bookmarkEnd w:id="15"/>
          </w:p>
        </w:tc>
        <w:tc>
          <w:tcPr>
            <w:tcW w:w="977" w:type="dxa"/>
            <w:gridSpan w:val="2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工作单位</w:t>
            </w:r>
          </w:p>
        </w:tc>
        <w:tc>
          <w:tcPr>
            <w:tcW w:w="3247" w:type="dxa"/>
            <w:gridSpan w:val="9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16" w:name="PO_systemCode"/>
            <w:bookmarkStart w:id="17" w:name="PO_system"/>
            <w:bookmarkEnd w:id="16"/>
            <w:bookmarkEnd w:id="17"/>
          </w:p>
        </w:tc>
      </w:tr>
      <w:tr w:rsidR="00E82AF2" w:rsidTr="001E2925">
        <w:trPr>
          <w:cantSplit/>
          <w:trHeight w:val="803"/>
          <w:jc w:val="center"/>
        </w:trPr>
        <w:tc>
          <w:tcPr>
            <w:tcW w:w="1473" w:type="dxa"/>
            <w:gridSpan w:val="3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电子信箱</w:t>
            </w:r>
          </w:p>
        </w:tc>
        <w:tc>
          <w:tcPr>
            <w:tcW w:w="2646" w:type="dxa"/>
            <w:gridSpan w:val="7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18" w:name="PO_company"/>
            <w:bookmarkEnd w:id="18"/>
          </w:p>
        </w:tc>
        <w:tc>
          <w:tcPr>
            <w:tcW w:w="977" w:type="dxa"/>
            <w:gridSpan w:val="2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QQ</w:t>
            </w:r>
            <w:r>
              <w:rPr>
                <w:rFonts w:ascii="仿宋" w:eastAsia="仿宋" w:hAnsi="仿宋" w:hint="eastAsia"/>
              </w:rPr>
              <w:t>号</w:t>
            </w:r>
          </w:p>
        </w:tc>
        <w:tc>
          <w:tcPr>
            <w:tcW w:w="3247" w:type="dxa"/>
            <w:gridSpan w:val="9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19" w:name="PO_Email"/>
            <w:bookmarkEnd w:id="19"/>
          </w:p>
        </w:tc>
      </w:tr>
      <w:tr w:rsidR="00E82AF2" w:rsidTr="001E2925">
        <w:trPr>
          <w:cantSplit/>
          <w:trHeight w:val="813"/>
          <w:jc w:val="center"/>
        </w:trPr>
        <w:tc>
          <w:tcPr>
            <w:tcW w:w="1473" w:type="dxa"/>
            <w:gridSpan w:val="3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单位通讯地址</w:t>
            </w:r>
          </w:p>
        </w:tc>
        <w:tc>
          <w:tcPr>
            <w:tcW w:w="4172" w:type="dxa"/>
            <w:gridSpan w:val="12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bookmarkStart w:id="20" w:name="PO_address"/>
            <w:bookmarkEnd w:id="20"/>
          </w:p>
        </w:tc>
        <w:tc>
          <w:tcPr>
            <w:tcW w:w="987" w:type="dxa"/>
            <w:gridSpan w:val="4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邮政编码</w:t>
            </w:r>
          </w:p>
        </w:tc>
        <w:tc>
          <w:tcPr>
            <w:tcW w:w="1711" w:type="dxa"/>
            <w:gridSpan w:val="2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21" w:name="PO_postcode"/>
            <w:bookmarkEnd w:id="21"/>
          </w:p>
        </w:tc>
      </w:tr>
      <w:tr w:rsidR="00E82AF2" w:rsidTr="001E2925">
        <w:trPr>
          <w:cantSplit/>
          <w:trHeight w:val="964"/>
          <w:jc w:val="center"/>
        </w:trPr>
        <w:tc>
          <w:tcPr>
            <w:tcW w:w="1473" w:type="dxa"/>
            <w:gridSpan w:val="3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联系电话</w:t>
            </w:r>
          </w:p>
        </w:tc>
        <w:tc>
          <w:tcPr>
            <w:tcW w:w="6870" w:type="dxa"/>
            <w:gridSpan w:val="18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22" w:name="PO_tel_zone"/>
            <w:bookmarkEnd w:id="22"/>
            <w:r>
              <w:rPr>
                <w:rFonts w:ascii="仿宋" w:eastAsia="仿宋" w:hAnsi="仿宋" w:hint="eastAsia"/>
              </w:rPr>
              <w:t>（单位）</w:t>
            </w:r>
            <w:bookmarkStart w:id="23" w:name="PO_tel_company"/>
            <w:bookmarkEnd w:id="23"/>
            <w:r>
              <w:rPr>
                <w:rFonts w:ascii="仿宋" w:eastAsia="仿宋" w:hAnsi="仿宋" w:hint="eastAsia"/>
              </w:rPr>
              <w:t>（家庭）</w:t>
            </w:r>
            <w:bookmarkStart w:id="24" w:name="PO_tel_famliy"/>
            <w:bookmarkEnd w:id="24"/>
            <w:r>
              <w:rPr>
                <w:rFonts w:ascii="仿宋" w:eastAsia="仿宋" w:hAnsi="仿宋" w:hint="eastAsia"/>
              </w:rPr>
              <w:t>（手机）</w:t>
            </w:r>
            <w:bookmarkStart w:id="25" w:name="PO_tel_phone"/>
            <w:bookmarkEnd w:id="25"/>
          </w:p>
        </w:tc>
      </w:tr>
      <w:tr w:rsidR="00E82AF2" w:rsidTr="001E2925">
        <w:trPr>
          <w:cantSplit/>
          <w:trHeight w:val="975"/>
          <w:jc w:val="center"/>
        </w:trPr>
        <w:tc>
          <w:tcPr>
            <w:tcW w:w="1473" w:type="dxa"/>
            <w:gridSpan w:val="3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身份证号</w:t>
            </w:r>
          </w:p>
        </w:tc>
        <w:tc>
          <w:tcPr>
            <w:tcW w:w="6870" w:type="dxa"/>
            <w:gridSpan w:val="18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26" w:name="PO_IDCard"/>
            <w:bookmarkEnd w:id="26"/>
          </w:p>
        </w:tc>
      </w:tr>
      <w:tr w:rsidR="00E82AF2" w:rsidTr="00C8157D">
        <w:trPr>
          <w:cantSplit/>
          <w:trHeight w:val="683"/>
          <w:jc w:val="center"/>
        </w:trPr>
        <w:tc>
          <w:tcPr>
            <w:tcW w:w="411" w:type="dxa"/>
            <w:vMerge w:val="restart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导师组成员</w:t>
            </w:r>
          </w:p>
        </w:tc>
        <w:tc>
          <w:tcPr>
            <w:tcW w:w="1513" w:type="dxa"/>
            <w:gridSpan w:val="3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</w:t>
            </w:r>
            <w:r>
              <w:rPr>
                <w:rFonts w:ascii="仿宋" w:eastAsia="仿宋" w:hAnsi="仿宋"/>
              </w:rPr>
              <w:t xml:space="preserve">  </w:t>
            </w:r>
            <w:r>
              <w:rPr>
                <w:rFonts w:ascii="仿宋" w:eastAsia="仿宋" w:hAnsi="仿宋" w:hint="eastAsia"/>
              </w:rPr>
              <w:t>名</w:t>
            </w:r>
          </w:p>
        </w:tc>
        <w:tc>
          <w:tcPr>
            <w:tcW w:w="1100" w:type="dxa"/>
            <w:gridSpan w:val="3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出生年月</w:t>
            </w:r>
          </w:p>
        </w:tc>
        <w:tc>
          <w:tcPr>
            <w:tcW w:w="1386" w:type="dxa"/>
            <w:gridSpan w:val="4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职称</w:t>
            </w:r>
          </w:p>
        </w:tc>
        <w:tc>
          <w:tcPr>
            <w:tcW w:w="1515" w:type="dxa"/>
            <w:gridSpan w:val="5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研究专长</w:t>
            </w:r>
          </w:p>
        </w:tc>
        <w:tc>
          <w:tcPr>
            <w:tcW w:w="2418" w:type="dxa"/>
            <w:gridSpan w:val="5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工作单位</w:t>
            </w:r>
          </w:p>
        </w:tc>
      </w:tr>
      <w:tr w:rsidR="00E82AF2" w:rsidTr="00C8157D">
        <w:trPr>
          <w:cantSplit/>
          <w:trHeight w:val="689"/>
          <w:jc w:val="center"/>
        </w:trPr>
        <w:tc>
          <w:tcPr>
            <w:tcW w:w="411" w:type="dxa"/>
            <w:vMerge/>
            <w:tcMar>
              <w:left w:w="0" w:type="dxa"/>
              <w:right w:w="0" w:type="dxa"/>
            </w:tcMar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13" w:type="dxa"/>
            <w:gridSpan w:val="3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27" w:name="PO_name2"/>
            <w:bookmarkEnd w:id="27"/>
          </w:p>
        </w:tc>
        <w:tc>
          <w:tcPr>
            <w:tcW w:w="1100" w:type="dxa"/>
            <w:gridSpan w:val="3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28" w:name="PO_birthDay2"/>
            <w:bookmarkEnd w:id="28"/>
          </w:p>
        </w:tc>
        <w:tc>
          <w:tcPr>
            <w:tcW w:w="1386" w:type="dxa"/>
            <w:gridSpan w:val="4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29" w:name="PO_major2"/>
            <w:bookmarkStart w:id="30" w:name="PO_speciality2"/>
            <w:bookmarkEnd w:id="29"/>
            <w:bookmarkEnd w:id="30"/>
          </w:p>
        </w:tc>
        <w:tc>
          <w:tcPr>
            <w:tcW w:w="1515" w:type="dxa"/>
            <w:gridSpan w:val="5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31" w:name="PO_lastEducation2"/>
            <w:bookmarkStart w:id="32" w:name="PO_lastDegree2"/>
            <w:bookmarkEnd w:id="31"/>
            <w:bookmarkEnd w:id="32"/>
          </w:p>
        </w:tc>
        <w:tc>
          <w:tcPr>
            <w:tcW w:w="2418" w:type="dxa"/>
            <w:gridSpan w:val="5"/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</w:rPr>
            </w:pPr>
            <w:bookmarkStart w:id="33" w:name="PO_company2"/>
            <w:bookmarkEnd w:id="33"/>
          </w:p>
        </w:tc>
      </w:tr>
      <w:tr w:rsidR="00E82AF2" w:rsidTr="00C8157D">
        <w:trPr>
          <w:cantSplit/>
          <w:trHeight w:val="699"/>
          <w:jc w:val="center"/>
        </w:trPr>
        <w:tc>
          <w:tcPr>
            <w:tcW w:w="411" w:type="dxa"/>
            <w:vMerge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</w:tcPr>
          <w:p w:rsidR="00E82AF2" w:rsidRDefault="00E82AF2">
            <w:pPr>
              <w:spacing w:line="360" w:lineRule="auto"/>
              <w:jc w:val="center"/>
            </w:pPr>
          </w:p>
        </w:tc>
        <w:tc>
          <w:tcPr>
            <w:tcW w:w="1513" w:type="dxa"/>
            <w:gridSpan w:val="3"/>
            <w:tcBorders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left"/>
            </w:pPr>
            <w:bookmarkStart w:id="34" w:name="PO_name10"/>
            <w:bookmarkEnd w:id="34"/>
          </w:p>
        </w:tc>
        <w:tc>
          <w:tcPr>
            <w:tcW w:w="1100" w:type="dxa"/>
            <w:gridSpan w:val="3"/>
            <w:tcBorders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left"/>
            </w:pPr>
          </w:p>
        </w:tc>
        <w:tc>
          <w:tcPr>
            <w:tcW w:w="1386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left"/>
            </w:pPr>
          </w:p>
        </w:tc>
        <w:tc>
          <w:tcPr>
            <w:tcW w:w="1515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left"/>
            </w:pPr>
          </w:p>
        </w:tc>
        <w:tc>
          <w:tcPr>
            <w:tcW w:w="2418" w:type="dxa"/>
            <w:gridSpan w:val="5"/>
            <w:tcBorders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82AF2" w:rsidRDefault="00E82AF2">
            <w:pPr>
              <w:spacing w:line="360" w:lineRule="auto"/>
              <w:jc w:val="left"/>
            </w:pPr>
          </w:p>
        </w:tc>
      </w:tr>
    </w:tbl>
    <w:p w:rsidR="00E82AF2" w:rsidRDefault="00E82AF2" w:rsidP="00914AE3">
      <w:pPr>
        <w:widowControl/>
        <w:jc w:val="left"/>
        <w:rPr>
          <w:rFonts w:eastAsia="黑体"/>
          <w:sz w:val="30"/>
        </w:rPr>
      </w:pPr>
    </w:p>
    <w:p w:rsidR="00E82AF2" w:rsidRDefault="00E82AF2" w:rsidP="00DD5D0A">
      <w:pPr>
        <w:spacing w:beforeLines="50"/>
        <w:jc w:val="center"/>
        <w:outlineLvl w:val="0"/>
        <w:rPr>
          <w:rFonts w:eastAsia="黑体"/>
          <w:sz w:val="30"/>
        </w:rPr>
      </w:pPr>
      <w:r>
        <w:rPr>
          <w:rFonts w:eastAsia="黑体" w:hint="eastAsia"/>
          <w:sz w:val="30"/>
        </w:rPr>
        <w:t>二、导师组所有成员过去五年间主持的代表性立项课题</w:t>
      </w:r>
    </w:p>
    <w:tbl>
      <w:tblPr>
        <w:tblW w:w="8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855"/>
        <w:gridCol w:w="2958"/>
        <w:gridCol w:w="1281"/>
        <w:gridCol w:w="1061"/>
        <w:gridCol w:w="1274"/>
        <w:gridCol w:w="1100"/>
      </w:tblGrid>
      <w:tr w:rsidR="00E82AF2">
        <w:trPr>
          <w:cantSplit/>
          <w:trHeight w:val="563"/>
        </w:trPr>
        <w:tc>
          <w:tcPr>
            <w:tcW w:w="8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主持人</w:t>
            </w:r>
          </w:p>
        </w:tc>
        <w:tc>
          <w:tcPr>
            <w:tcW w:w="295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课题名称</w:t>
            </w:r>
          </w:p>
        </w:tc>
        <w:tc>
          <w:tcPr>
            <w:tcW w:w="1281" w:type="dxa"/>
            <w:tcBorders>
              <w:top w:val="single" w:sz="12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课题类别</w:t>
            </w:r>
          </w:p>
        </w:tc>
        <w:tc>
          <w:tcPr>
            <w:tcW w:w="1061" w:type="dxa"/>
            <w:tcBorders>
              <w:top w:val="single" w:sz="12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批准时间</w:t>
            </w:r>
          </w:p>
        </w:tc>
        <w:tc>
          <w:tcPr>
            <w:tcW w:w="1274" w:type="dxa"/>
            <w:tcBorders>
              <w:top w:val="single" w:sz="12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批准单位</w:t>
            </w:r>
          </w:p>
        </w:tc>
        <w:tc>
          <w:tcPr>
            <w:tcW w:w="1100" w:type="dxa"/>
            <w:tcBorders>
              <w:top w:val="single" w:sz="12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完成情况</w:t>
            </w:r>
          </w:p>
        </w:tc>
      </w:tr>
      <w:tr w:rsidR="00E82AF2">
        <w:trPr>
          <w:cantSplit/>
          <w:trHeight w:val="563"/>
        </w:trPr>
        <w:tc>
          <w:tcPr>
            <w:tcW w:w="855" w:type="dxa"/>
            <w:tcBorders>
              <w:top w:val="nil"/>
              <w:righ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35" w:name="PO_presider1"/>
            <w:bookmarkEnd w:id="35"/>
          </w:p>
        </w:tc>
        <w:tc>
          <w:tcPr>
            <w:tcW w:w="2958" w:type="dxa"/>
            <w:tcBorders>
              <w:top w:val="nil"/>
              <w:lef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36" w:name="PO_subjectClass1"/>
            <w:bookmarkEnd w:id="36"/>
          </w:p>
        </w:tc>
        <w:tc>
          <w:tcPr>
            <w:tcW w:w="1281" w:type="dxa"/>
            <w:tcBorders>
              <w:top w:val="nil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37" w:name="PO_subjectType_3_1"/>
            <w:bookmarkEnd w:id="37"/>
          </w:p>
        </w:tc>
        <w:tc>
          <w:tcPr>
            <w:tcW w:w="1061" w:type="dxa"/>
            <w:tcBorders>
              <w:top w:val="nil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38" w:name="PO_approveDate1"/>
            <w:bookmarkEnd w:id="38"/>
          </w:p>
        </w:tc>
        <w:tc>
          <w:tcPr>
            <w:tcW w:w="1274" w:type="dxa"/>
            <w:tcBorders>
              <w:top w:val="nil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39" w:name="PO_approveCompany1"/>
            <w:bookmarkEnd w:id="39"/>
          </w:p>
        </w:tc>
        <w:tc>
          <w:tcPr>
            <w:tcW w:w="1100" w:type="dxa"/>
            <w:tcBorders>
              <w:top w:val="nil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40" w:name="PO_subjectStatus1"/>
            <w:bookmarkEnd w:id="40"/>
          </w:p>
        </w:tc>
      </w:tr>
      <w:tr w:rsidR="00E82AF2">
        <w:trPr>
          <w:cantSplit/>
          <w:trHeight w:val="563"/>
        </w:trPr>
        <w:tc>
          <w:tcPr>
            <w:tcW w:w="855" w:type="dxa"/>
            <w:tcBorders>
              <w:top w:val="nil"/>
              <w:righ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41" w:name="PO_presider2"/>
            <w:bookmarkEnd w:id="41"/>
          </w:p>
        </w:tc>
        <w:tc>
          <w:tcPr>
            <w:tcW w:w="2958" w:type="dxa"/>
            <w:tcBorders>
              <w:top w:val="nil"/>
              <w:lef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42" w:name="PO_subjectClass2"/>
            <w:bookmarkEnd w:id="42"/>
          </w:p>
        </w:tc>
        <w:tc>
          <w:tcPr>
            <w:tcW w:w="1281" w:type="dxa"/>
            <w:tcBorders>
              <w:top w:val="nil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43" w:name="PO_subjectType_3_2"/>
            <w:bookmarkEnd w:id="43"/>
          </w:p>
        </w:tc>
        <w:tc>
          <w:tcPr>
            <w:tcW w:w="1061" w:type="dxa"/>
            <w:tcBorders>
              <w:top w:val="nil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44" w:name="PO_approveDate2"/>
            <w:bookmarkEnd w:id="44"/>
          </w:p>
        </w:tc>
        <w:tc>
          <w:tcPr>
            <w:tcW w:w="1274" w:type="dxa"/>
            <w:tcBorders>
              <w:top w:val="nil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45" w:name="PO_approveCompany2"/>
            <w:bookmarkEnd w:id="45"/>
          </w:p>
        </w:tc>
        <w:tc>
          <w:tcPr>
            <w:tcW w:w="1100" w:type="dxa"/>
            <w:tcBorders>
              <w:top w:val="nil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46" w:name="PO_subjectStatus2"/>
            <w:bookmarkEnd w:id="46"/>
          </w:p>
        </w:tc>
      </w:tr>
      <w:tr w:rsidR="00E82AF2">
        <w:trPr>
          <w:cantSplit/>
          <w:trHeight w:val="563"/>
        </w:trPr>
        <w:tc>
          <w:tcPr>
            <w:tcW w:w="855" w:type="dxa"/>
            <w:tcBorders>
              <w:top w:val="nil"/>
              <w:righ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47" w:name="PO_presider3"/>
            <w:bookmarkEnd w:id="47"/>
          </w:p>
        </w:tc>
        <w:tc>
          <w:tcPr>
            <w:tcW w:w="2958" w:type="dxa"/>
            <w:tcBorders>
              <w:top w:val="nil"/>
              <w:lef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48" w:name="PO_subjectClass3"/>
            <w:bookmarkEnd w:id="48"/>
          </w:p>
        </w:tc>
        <w:tc>
          <w:tcPr>
            <w:tcW w:w="1281" w:type="dxa"/>
            <w:tcBorders>
              <w:top w:val="nil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49" w:name="PO_subjectType_3_3"/>
            <w:bookmarkEnd w:id="49"/>
          </w:p>
        </w:tc>
        <w:tc>
          <w:tcPr>
            <w:tcW w:w="1061" w:type="dxa"/>
            <w:tcBorders>
              <w:top w:val="nil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50" w:name="PO_approveDate3"/>
            <w:bookmarkEnd w:id="50"/>
          </w:p>
        </w:tc>
        <w:tc>
          <w:tcPr>
            <w:tcW w:w="1274" w:type="dxa"/>
            <w:tcBorders>
              <w:top w:val="nil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51" w:name="PO_approveCompany3"/>
            <w:bookmarkEnd w:id="51"/>
          </w:p>
        </w:tc>
        <w:tc>
          <w:tcPr>
            <w:tcW w:w="1100" w:type="dxa"/>
            <w:tcBorders>
              <w:top w:val="nil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52" w:name="PO_subjectStatus3"/>
            <w:bookmarkEnd w:id="52"/>
          </w:p>
        </w:tc>
      </w:tr>
      <w:tr w:rsidR="00E82AF2">
        <w:trPr>
          <w:cantSplit/>
          <w:trHeight w:val="563"/>
        </w:trPr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53" w:name="PO_presider4"/>
            <w:bookmarkEnd w:id="53"/>
          </w:p>
        </w:tc>
        <w:tc>
          <w:tcPr>
            <w:tcW w:w="2958" w:type="dxa"/>
            <w:tcBorders>
              <w:lef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54" w:name="PO_subjectClass4"/>
            <w:bookmarkEnd w:id="54"/>
          </w:p>
        </w:tc>
        <w:tc>
          <w:tcPr>
            <w:tcW w:w="1281" w:type="dxa"/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55" w:name="PO_subjectType_3_4"/>
            <w:bookmarkEnd w:id="55"/>
          </w:p>
        </w:tc>
        <w:tc>
          <w:tcPr>
            <w:tcW w:w="1061" w:type="dxa"/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56" w:name="PO_approveDate4"/>
            <w:bookmarkEnd w:id="56"/>
          </w:p>
        </w:tc>
        <w:tc>
          <w:tcPr>
            <w:tcW w:w="1274" w:type="dxa"/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57" w:name="PO_approveCompany4"/>
            <w:bookmarkEnd w:id="57"/>
          </w:p>
        </w:tc>
        <w:tc>
          <w:tcPr>
            <w:tcW w:w="1100" w:type="dxa"/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58" w:name="PO_subjectStatus4"/>
            <w:bookmarkEnd w:id="58"/>
          </w:p>
        </w:tc>
      </w:tr>
      <w:tr w:rsidR="00E82AF2">
        <w:trPr>
          <w:cantSplit/>
          <w:trHeight w:val="563"/>
        </w:trPr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  <w:tc>
          <w:tcPr>
            <w:tcW w:w="2958" w:type="dxa"/>
            <w:tcBorders>
              <w:lef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  <w:tc>
          <w:tcPr>
            <w:tcW w:w="1281" w:type="dxa"/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  <w:tc>
          <w:tcPr>
            <w:tcW w:w="1061" w:type="dxa"/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  <w:tc>
          <w:tcPr>
            <w:tcW w:w="1274" w:type="dxa"/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  <w:tc>
          <w:tcPr>
            <w:tcW w:w="1100" w:type="dxa"/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</w:tr>
      <w:tr w:rsidR="00E82AF2">
        <w:trPr>
          <w:cantSplit/>
          <w:trHeight w:val="563"/>
        </w:trPr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  <w:tc>
          <w:tcPr>
            <w:tcW w:w="2958" w:type="dxa"/>
            <w:tcBorders>
              <w:lef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  <w:tc>
          <w:tcPr>
            <w:tcW w:w="1281" w:type="dxa"/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  <w:tc>
          <w:tcPr>
            <w:tcW w:w="1061" w:type="dxa"/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  <w:tc>
          <w:tcPr>
            <w:tcW w:w="1274" w:type="dxa"/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  <w:tc>
          <w:tcPr>
            <w:tcW w:w="1100" w:type="dxa"/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</w:tr>
      <w:tr w:rsidR="00E82AF2">
        <w:trPr>
          <w:cantSplit/>
          <w:trHeight w:val="563"/>
        </w:trPr>
        <w:tc>
          <w:tcPr>
            <w:tcW w:w="8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59" w:name="PO_presider5"/>
            <w:bookmarkEnd w:id="59"/>
          </w:p>
        </w:tc>
        <w:tc>
          <w:tcPr>
            <w:tcW w:w="295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60" w:name="PO_subjectClass5"/>
            <w:bookmarkEnd w:id="60"/>
          </w:p>
        </w:tc>
        <w:tc>
          <w:tcPr>
            <w:tcW w:w="1281" w:type="dxa"/>
            <w:tcBorders>
              <w:bottom w:val="single" w:sz="12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61" w:name="PO_subjectType_3_5"/>
            <w:bookmarkEnd w:id="61"/>
          </w:p>
        </w:tc>
        <w:tc>
          <w:tcPr>
            <w:tcW w:w="1061" w:type="dxa"/>
            <w:tcBorders>
              <w:bottom w:val="single" w:sz="12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62" w:name="PO_approveDate5"/>
            <w:bookmarkEnd w:id="62"/>
          </w:p>
        </w:tc>
        <w:tc>
          <w:tcPr>
            <w:tcW w:w="1274" w:type="dxa"/>
            <w:tcBorders>
              <w:bottom w:val="single" w:sz="12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63" w:name="PO_approveCompany5"/>
            <w:bookmarkEnd w:id="63"/>
          </w:p>
        </w:tc>
        <w:tc>
          <w:tcPr>
            <w:tcW w:w="1100" w:type="dxa"/>
            <w:tcBorders>
              <w:bottom w:val="single" w:sz="12" w:space="0" w:color="auto"/>
            </w:tcBorders>
            <w:vAlign w:val="center"/>
          </w:tcPr>
          <w:p w:rsidR="00E82AF2" w:rsidRDefault="00E82AF2">
            <w:pPr>
              <w:spacing w:line="360" w:lineRule="auto"/>
              <w:jc w:val="left"/>
              <w:rPr>
                <w:rFonts w:ascii="仿宋" w:eastAsia="仿宋" w:hAnsi="仿宋"/>
              </w:rPr>
            </w:pPr>
            <w:bookmarkStart w:id="64" w:name="PO_subjectStatus5"/>
            <w:bookmarkEnd w:id="64"/>
          </w:p>
        </w:tc>
      </w:tr>
    </w:tbl>
    <w:p w:rsidR="00E82AF2" w:rsidRDefault="00E82AF2">
      <w:pPr>
        <w:spacing w:line="480" w:lineRule="auto"/>
        <w:jc w:val="center"/>
        <w:rPr>
          <w:rFonts w:eastAsia="黑体"/>
          <w:sz w:val="30"/>
        </w:rPr>
      </w:pPr>
    </w:p>
    <w:p w:rsidR="00E82AF2" w:rsidRDefault="00E82AF2" w:rsidP="00DD5D0A">
      <w:pPr>
        <w:spacing w:beforeLines="50"/>
        <w:jc w:val="center"/>
        <w:outlineLvl w:val="0"/>
        <w:rPr>
          <w:rFonts w:eastAsia="黑体"/>
          <w:sz w:val="30"/>
        </w:rPr>
      </w:pPr>
      <w:r>
        <w:rPr>
          <w:rFonts w:eastAsia="黑体" w:hint="eastAsia"/>
          <w:sz w:val="30"/>
        </w:rPr>
        <w:t>三、导师组全体成员过去五年间发表的代表性论文（或专著）</w:t>
      </w:r>
    </w:p>
    <w:tbl>
      <w:tblPr>
        <w:tblW w:w="85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829"/>
        <w:gridCol w:w="1283"/>
        <w:gridCol w:w="2257"/>
        <w:gridCol w:w="2316"/>
        <w:gridCol w:w="1844"/>
      </w:tblGrid>
      <w:tr w:rsidR="00E82AF2">
        <w:trPr>
          <w:trHeight w:val="624"/>
        </w:trPr>
        <w:tc>
          <w:tcPr>
            <w:tcW w:w="829" w:type="dxa"/>
            <w:tcBorders>
              <w:top w:val="single" w:sz="12" w:space="0" w:color="000000"/>
            </w:tcBorders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1283" w:type="dxa"/>
            <w:tcBorders>
              <w:top w:val="single" w:sz="12" w:space="0" w:color="000000"/>
            </w:tcBorders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作者</w:t>
            </w:r>
          </w:p>
        </w:tc>
        <w:tc>
          <w:tcPr>
            <w:tcW w:w="2257" w:type="dxa"/>
            <w:tcBorders>
              <w:top w:val="single" w:sz="12" w:space="0" w:color="000000"/>
            </w:tcBorders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论文（论著）题目</w:t>
            </w:r>
          </w:p>
        </w:tc>
        <w:tc>
          <w:tcPr>
            <w:tcW w:w="2316" w:type="dxa"/>
            <w:tcBorders>
              <w:top w:val="single" w:sz="12" w:space="0" w:color="000000"/>
            </w:tcBorders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期刊（出版社）名称</w:t>
            </w:r>
          </w:p>
        </w:tc>
        <w:tc>
          <w:tcPr>
            <w:tcW w:w="1844" w:type="dxa"/>
            <w:tcBorders>
              <w:top w:val="single" w:sz="12" w:space="0" w:color="000000"/>
            </w:tcBorders>
            <w:vAlign w:val="center"/>
          </w:tcPr>
          <w:p w:rsidR="00E82AF2" w:rsidRDefault="00E82AF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发表（出版）日期</w:t>
            </w:r>
          </w:p>
        </w:tc>
      </w:tr>
      <w:tr w:rsidR="00E82AF2">
        <w:trPr>
          <w:trHeight w:val="624"/>
        </w:trPr>
        <w:tc>
          <w:tcPr>
            <w:tcW w:w="829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57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16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4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rPr>
          <w:trHeight w:val="624"/>
        </w:trPr>
        <w:tc>
          <w:tcPr>
            <w:tcW w:w="829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57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16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4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rPr>
          <w:trHeight w:val="624"/>
        </w:trPr>
        <w:tc>
          <w:tcPr>
            <w:tcW w:w="829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57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16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4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rPr>
          <w:trHeight w:val="624"/>
        </w:trPr>
        <w:tc>
          <w:tcPr>
            <w:tcW w:w="829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57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16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4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rPr>
          <w:trHeight w:val="624"/>
        </w:trPr>
        <w:tc>
          <w:tcPr>
            <w:tcW w:w="829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57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16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4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rPr>
          <w:trHeight w:val="624"/>
        </w:trPr>
        <w:tc>
          <w:tcPr>
            <w:tcW w:w="829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57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16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4" w:type="dxa"/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rPr>
          <w:trHeight w:val="624"/>
        </w:trPr>
        <w:tc>
          <w:tcPr>
            <w:tcW w:w="829" w:type="dxa"/>
            <w:tcBorders>
              <w:bottom w:val="single" w:sz="12" w:space="0" w:color="000000"/>
            </w:tcBorders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3" w:type="dxa"/>
            <w:tcBorders>
              <w:bottom w:val="single" w:sz="12" w:space="0" w:color="000000"/>
            </w:tcBorders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57" w:type="dxa"/>
            <w:tcBorders>
              <w:bottom w:val="single" w:sz="12" w:space="0" w:color="000000"/>
            </w:tcBorders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16" w:type="dxa"/>
            <w:tcBorders>
              <w:bottom w:val="single" w:sz="12" w:space="0" w:color="000000"/>
            </w:tcBorders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4" w:type="dxa"/>
            <w:tcBorders>
              <w:bottom w:val="single" w:sz="12" w:space="0" w:color="000000"/>
            </w:tcBorders>
            <w:vAlign w:val="center"/>
          </w:tcPr>
          <w:p w:rsidR="00E82AF2" w:rsidRDefault="00E82AF2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</w:tbl>
    <w:p w:rsidR="00E82AF2" w:rsidRDefault="00E82AF2" w:rsidP="00DD5D0A">
      <w:pPr>
        <w:spacing w:beforeLines="50"/>
        <w:jc w:val="center"/>
        <w:outlineLvl w:val="0"/>
        <w:rPr>
          <w:rFonts w:eastAsia="黑体"/>
          <w:sz w:val="30"/>
        </w:rPr>
      </w:pPr>
      <w:r>
        <w:rPr>
          <w:rFonts w:eastAsia="黑体"/>
          <w:sz w:val="30"/>
        </w:rPr>
        <w:br w:type="page"/>
      </w:r>
      <w:r>
        <w:rPr>
          <w:rFonts w:eastAsia="黑体" w:hint="eastAsia"/>
          <w:sz w:val="30"/>
        </w:rPr>
        <w:t>四、培育站学员情况</w:t>
      </w:r>
    </w:p>
    <w:tbl>
      <w:tblPr>
        <w:tblW w:w="8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44"/>
        <w:gridCol w:w="1177"/>
        <w:gridCol w:w="1070"/>
        <w:gridCol w:w="1284"/>
        <w:gridCol w:w="1175"/>
        <w:gridCol w:w="2779"/>
      </w:tblGrid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名</w:t>
            </w: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出生年月</w:t>
            </w: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教龄</w:t>
            </w: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专业职称</w:t>
            </w: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骨干层级</w:t>
            </w: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所在单位</w:t>
            </w: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E82AF2">
        <w:tc>
          <w:tcPr>
            <w:tcW w:w="104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70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4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5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79" w:type="dxa"/>
          </w:tcPr>
          <w:p w:rsidR="00E82AF2" w:rsidRDefault="00E82AF2" w:rsidP="00DD5D0A">
            <w:pPr>
              <w:spacing w:beforeLines="20" w:afterLines="20" w:line="360" w:lineRule="auto"/>
              <w:rPr>
                <w:rFonts w:ascii="仿宋" w:eastAsia="仿宋" w:hAnsi="仿宋"/>
                <w:szCs w:val="21"/>
              </w:rPr>
            </w:pPr>
          </w:p>
        </w:tc>
      </w:tr>
    </w:tbl>
    <w:p w:rsidR="00E82AF2" w:rsidRDefault="00E82AF2" w:rsidP="00DD5D0A">
      <w:pPr>
        <w:spacing w:beforeLines="50"/>
        <w:jc w:val="center"/>
        <w:outlineLvl w:val="0"/>
        <w:rPr>
          <w:rFonts w:eastAsia="黑体"/>
          <w:sz w:val="30"/>
        </w:rPr>
      </w:pPr>
      <w:r>
        <w:rPr>
          <w:rFonts w:eastAsia="黑体"/>
        </w:rPr>
        <w:br w:type="page"/>
      </w:r>
      <w:r>
        <w:rPr>
          <w:rFonts w:eastAsia="黑体" w:hint="eastAsia"/>
          <w:sz w:val="30"/>
        </w:rPr>
        <w:t>五、培育站研修方案</w:t>
      </w:r>
    </w:p>
    <w:tbl>
      <w:tblPr>
        <w:tblW w:w="85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8529"/>
      </w:tblGrid>
      <w:tr w:rsidR="00E82AF2">
        <w:trPr>
          <w:trHeight w:val="1380"/>
          <w:jc w:val="center"/>
        </w:trPr>
        <w:tc>
          <w:tcPr>
            <w:tcW w:w="8529" w:type="dxa"/>
            <w:tcBorders>
              <w:bottom w:val="single" w:sz="6" w:space="0" w:color="auto"/>
            </w:tcBorders>
          </w:tcPr>
          <w:p w:rsidR="00E82AF2" w:rsidRDefault="00E82AF2" w:rsidP="00DD5D0A">
            <w:pPr>
              <w:spacing w:beforeLines="20" w:afterLines="20" w:line="360" w:lineRule="auto"/>
              <w:jc w:val="left"/>
              <w:rPr>
                <w:rFonts w:ascii="Times New Roman" w:eastAsia="仿宋" w:hAnsi="Times New Roman"/>
                <w:spacing w:val="-4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1</w:t>
            </w:r>
            <w:r>
              <w:rPr>
                <w:rFonts w:ascii="Times New Roman" w:eastAsia="仿宋" w:hAnsi="Times New Roman" w:hint="eastAsia"/>
                <w:szCs w:val="21"/>
              </w:rPr>
              <w:t>．</w:t>
            </w:r>
            <w:r>
              <w:rPr>
                <w:rFonts w:ascii="Times New Roman" w:eastAsia="仿宋" w:hAnsi="仿宋" w:hint="eastAsia"/>
                <w:spacing w:val="-4"/>
                <w:szCs w:val="21"/>
              </w:rPr>
              <w:t>研修主题：依据对本地区本学科教师基本情况确定研修主题。不能将课题名称当作研修主题。</w:t>
            </w:r>
          </w:p>
          <w:p w:rsidR="00E82AF2" w:rsidRDefault="00E82AF2" w:rsidP="00DD5D0A">
            <w:pPr>
              <w:spacing w:beforeLines="20" w:afterLines="20" w:line="360" w:lineRule="auto"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2</w:t>
            </w:r>
            <w:r>
              <w:rPr>
                <w:rFonts w:ascii="Times New Roman" w:eastAsia="仿宋" w:hAnsi="Times New Roman" w:hint="eastAsia"/>
                <w:szCs w:val="21"/>
              </w:rPr>
              <w:t>．</w:t>
            </w:r>
            <w:r>
              <w:rPr>
                <w:rFonts w:ascii="Times New Roman" w:eastAsia="仿宋" w:hAnsi="仿宋" w:hint="eastAsia"/>
                <w:spacing w:val="-4"/>
                <w:szCs w:val="21"/>
              </w:rPr>
              <w:t>研修内容：围绕研修主题，确定研修目标、重点难点、研修内容、研修方法、总体框架等。</w:t>
            </w:r>
          </w:p>
          <w:p w:rsidR="00E82AF2" w:rsidRDefault="00E82AF2" w:rsidP="00DD5D0A">
            <w:pPr>
              <w:spacing w:beforeLines="20" w:afterLines="20" w:line="360" w:lineRule="auto"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3</w:t>
            </w:r>
            <w:r>
              <w:rPr>
                <w:rFonts w:ascii="Times New Roman" w:eastAsia="仿宋" w:hAnsi="Times New Roman" w:hint="eastAsia"/>
                <w:szCs w:val="21"/>
              </w:rPr>
              <w:t>．</w:t>
            </w:r>
            <w:r>
              <w:rPr>
                <w:rFonts w:ascii="Times New Roman" w:eastAsia="仿宋" w:hAnsi="仿宋" w:hint="eastAsia"/>
                <w:szCs w:val="21"/>
              </w:rPr>
              <w:t>研修思路：本主题研修的基本思路、具体研修方法、研究计划及其可行性等。</w:t>
            </w:r>
          </w:p>
          <w:p w:rsidR="00E82AF2" w:rsidRDefault="00E82AF2" w:rsidP="00DD5D0A">
            <w:pPr>
              <w:spacing w:beforeLines="20" w:afterLines="20" w:line="360" w:lineRule="auto"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4</w:t>
            </w:r>
            <w:r>
              <w:rPr>
                <w:rFonts w:ascii="Times New Roman" w:eastAsia="仿宋" w:hAnsi="Times New Roman" w:hint="eastAsia"/>
                <w:szCs w:val="21"/>
              </w:rPr>
              <w:t>．</w:t>
            </w:r>
            <w:r>
              <w:rPr>
                <w:rFonts w:ascii="Times New Roman" w:eastAsia="仿宋" w:hAnsi="仿宋" w:hint="eastAsia"/>
                <w:szCs w:val="21"/>
              </w:rPr>
              <w:t>研修特色：在研修内容、研修形式、研修方法等方面的特色和创新。</w:t>
            </w:r>
          </w:p>
          <w:p w:rsidR="00E82AF2" w:rsidRDefault="00E82AF2" w:rsidP="00DD5D0A">
            <w:pPr>
              <w:spacing w:beforeLines="20" w:afterLines="20"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5</w:t>
            </w:r>
            <w:r>
              <w:rPr>
                <w:rFonts w:ascii="Times New Roman" w:eastAsia="仿宋" w:hAnsi="Times New Roman" w:hint="eastAsia"/>
                <w:szCs w:val="21"/>
              </w:rPr>
              <w:t>．</w:t>
            </w:r>
            <w:r>
              <w:rPr>
                <w:rFonts w:ascii="Times New Roman" w:eastAsia="仿宋" w:hAnsi="仿宋" w:hint="eastAsia"/>
                <w:szCs w:val="21"/>
              </w:rPr>
              <w:t>预期成果：预期成果的呈现形式及社会效益等。</w:t>
            </w:r>
          </w:p>
        </w:tc>
      </w:tr>
      <w:tr w:rsidR="00E82AF2">
        <w:trPr>
          <w:trHeight w:val="9193"/>
          <w:jc w:val="center"/>
        </w:trPr>
        <w:tc>
          <w:tcPr>
            <w:tcW w:w="8529" w:type="dxa"/>
            <w:tcBorders>
              <w:top w:val="single" w:sz="6" w:space="0" w:color="auto"/>
            </w:tcBorders>
          </w:tcPr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</w:tc>
      </w:tr>
    </w:tbl>
    <w:p w:rsidR="00E82AF2" w:rsidRDefault="00E82AF2">
      <w:pPr>
        <w:rPr>
          <w:rFonts w:ascii="宋体" w:cs="宋体"/>
          <w:kern w:val="0"/>
          <w:szCs w:val="21"/>
        </w:rPr>
      </w:pPr>
    </w:p>
    <w:p w:rsidR="00E82AF2" w:rsidRDefault="00E82AF2">
      <w:pPr>
        <w:rPr>
          <w:rFonts w:ascii="宋体" w:cs="宋体"/>
          <w:kern w:val="0"/>
          <w:szCs w:val="21"/>
        </w:rPr>
      </w:pPr>
    </w:p>
    <w:tbl>
      <w:tblPr>
        <w:tblW w:w="85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8529"/>
      </w:tblGrid>
      <w:tr w:rsidR="00E82AF2">
        <w:trPr>
          <w:trHeight w:val="13026"/>
          <w:jc w:val="center"/>
        </w:trPr>
        <w:tc>
          <w:tcPr>
            <w:tcW w:w="8529" w:type="dxa"/>
            <w:tcBorders>
              <w:top w:val="single" w:sz="6" w:space="0" w:color="auto"/>
            </w:tcBorders>
          </w:tcPr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</w:tc>
      </w:tr>
    </w:tbl>
    <w:p w:rsidR="00E82AF2" w:rsidRDefault="00E82AF2">
      <w:pPr>
        <w:rPr>
          <w:rFonts w:ascii="宋体" w:cs="宋体"/>
          <w:kern w:val="0"/>
          <w:szCs w:val="21"/>
        </w:rPr>
      </w:pPr>
    </w:p>
    <w:p w:rsidR="00E82AF2" w:rsidRDefault="00E82AF2" w:rsidP="00DD5D0A">
      <w:pPr>
        <w:spacing w:beforeLines="50"/>
        <w:jc w:val="center"/>
        <w:outlineLvl w:val="0"/>
        <w:rPr>
          <w:rFonts w:eastAsia="黑体"/>
          <w:sz w:val="30"/>
        </w:rPr>
      </w:pPr>
      <w:r>
        <w:rPr>
          <w:rFonts w:eastAsia="黑体"/>
          <w:sz w:val="30"/>
        </w:rPr>
        <w:br w:type="page"/>
      </w:r>
      <w:r>
        <w:rPr>
          <w:rFonts w:eastAsia="黑体" w:hint="eastAsia"/>
          <w:sz w:val="30"/>
        </w:rPr>
        <w:t>六、经费预算</w:t>
      </w:r>
    </w:p>
    <w:tbl>
      <w:tblPr>
        <w:tblW w:w="85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10"/>
        <w:gridCol w:w="1554"/>
        <w:gridCol w:w="1634"/>
        <w:gridCol w:w="641"/>
        <w:gridCol w:w="2180"/>
        <w:gridCol w:w="1810"/>
      </w:tblGrid>
      <w:tr w:rsidR="00E82AF2">
        <w:trPr>
          <w:cantSplit/>
          <w:trHeight w:hRule="exact" w:val="454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序号</w:t>
            </w:r>
          </w:p>
        </w:tc>
        <w:tc>
          <w:tcPr>
            <w:tcW w:w="1554" w:type="dxa"/>
            <w:tcBorders>
              <w:top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经费开支科目</w:t>
            </w:r>
          </w:p>
        </w:tc>
        <w:tc>
          <w:tcPr>
            <w:tcW w:w="1634" w:type="dxa"/>
            <w:tcBorders>
              <w:top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金额（万元）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序号</w:t>
            </w:r>
          </w:p>
        </w:tc>
        <w:tc>
          <w:tcPr>
            <w:tcW w:w="2180" w:type="dxa"/>
            <w:tcBorders>
              <w:top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经费开支科目</w:t>
            </w:r>
          </w:p>
        </w:tc>
        <w:tc>
          <w:tcPr>
            <w:tcW w:w="1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金额（万元）</w:t>
            </w:r>
          </w:p>
        </w:tc>
      </w:tr>
      <w:tr w:rsidR="00E82AF2">
        <w:trPr>
          <w:cantSplit/>
          <w:trHeight w:hRule="exact" w:val="454"/>
          <w:jc w:val="center"/>
        </w:trPr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1</w:t>
            </w:r>
          </w:p>
        </w:tc>
        <w:tc>
          <w:tcPr>
            <w:tcW w:w="1554" w:type="dxa"/>
            <w:vAlign w:val="center"/>
          </w:tcPr>
          <w:p w:rsidR="00E82AF2" w:rsidRDefault="00E82AF2" w:rsidP="00DD5D0A">
            <w:pPr>
              <w:spacing w:beforeLines="20" w:afterLines="20"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资料费</w:t>
            </w:r>
          </w:p>
        </w:tc>
        <w:tc>
          <w:tcPr>
            <w:tcW w:w="1634" w:type="dxa"/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bookmarkStart w:id="65" w:name="PO_7_1"/>
            <w:bookmarkEnd w:id="65"/>
          </w:p>
        </w:tc>
        <w:tc>
          <w:tcPr>
            <w:tcW w:w="641" w:type="dxa"/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7</w:t>
            </w:r>
          </w:p>
        </w:tc>
        <w:tc>
          <w:tcPr>
            <w:tcW w:w="2180" w:type="dxa"/>
            <w:vAlign w:val="center"/>
          </w:tcPr>
          <w:p w:rsidR="00E82AF2" w:rsidRDefault="00E82AF2" w:rsidP="00DD5D0A">
            <w:pPr>
              <w:spacing w:beforeLines="20" w:afterLines="20"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劳务费</w:t>
            </w:r>
          </w:p>
        </w:tc>
        <w:tc>
          <w:tcPr>
            <w:tcW w:w="1810" w:type="dxa"/>
            <w:tcBorders>
              <w:right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bookmarkStart w:id="66" w:name="PO_7_7"/>
            <w:bookmarkEnd w:id="66"/>
          </w:p>
        </w:tc>
      </w:tr>
      <w:tr w:rsidR="00E82AF2">
        <w:trPr>
          <w:cantSplit/>
          <w:trHeight w:hRule="exact" w:val="454"/>
          <w:jc w:val="center"/>
        </w:trPr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2</w:t>
            </w:r>
          </w:p>
        </w:tc>
        <w:tc>
          <w:tcPr>
            <w:tcW w:w="1554" w:type="dxa"/>
            <w:vAlign w:val="center"/>
          </w:tcPr>
          <w:p w:rsidR="00E82AF2" w:rsidRDefault="00E82AF2" w:rsidP="00DD5D0A">
            <w:pPr>
              <w:spacing w:beforeLines="20" w:afterLines="20"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数据采集费</w:t>
            </w:r>
          </w:p>
        </w:tc>
        <w:tc>
          <w:tcPr>
            <w:tcW w:w="1634" w:type="dxa"/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bookmarkStart w:id="67" w:name="PO_7_2"/>
            <w:bookmarkEnd w:id="67"/>
          </w:p>
        </w:tc>
        <w:tc>
          <w:tcPr>
            <w:tcW w:w="641" w:type="dxa"/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8</w:t>
            </w:r>
          </w:p>
        </w:tc>
        <w:tc>
          <w:tcPr>
            <w:tcW w:w="2180" w:type="dxa"/>
            <w:vAlign w:val="center"/>
          </w:tcPr>
          <w:p w:rsidR="00E82AF2" w:rsidRDefault="00E82AF2" w:rsidP="00DD5D0A">
            <w:pPr>
              <w:spacing w:beforeLines="20" w:afterLines="20"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印刷费</w:t>
            </w:r>
          </w:p>
        </w:tc>
        <w:tc>
          <w:tcPr>
            <w:tcW w:w="1810" w:type="dxa"/>
            <w:tcBorders>
              <w:right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bookmarkStart w:id="68" w:name="PO_7_8"/>
            <w:bookmarkEnd w:id="68"/>
          </w:p>
        </w:tc>
      </w:tr>
      <w:tr w:rsidR="00E82AF2">
        <w:trPr>
          <w:cantSplit/>
          <w:trHeight w:hRule="exact" w:val="454"/>
          <w:jc w:val="center"/>
        </w:trPr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3</w:t>
            </w:r>
          </w:p>
        </w:tc>
        <w:tc>
          <w:tcPr>
            <w:tcW w:w="1554" w:type="dxa"/>
            <w:vAlign w:val="center"/>
          </w:tcPr>
          <w:p w:rsidR="00E82AF2" w:rsidRDefault="00E82AF2" w:rsidP="00DD5D0A">
            <w:pPr>
              <w:spacing w:beforeLines="20" w:afterLines="20"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差旅费</w:t>
            </w:r>
          </w:p>
        </w:tc>
        <w:tc>
          <w:tcPr>
            <w:tcW w:w="1634" w:type="dxa"/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bookmarkStart w:id="69" w:name="PO_7_3"/>
            <w:bookmarkEnd w:id="69"/>
          </w:p>
        </w:tc>
        <w:tc>
          <w:tcPr>
            <w:tcW w:w="641" w:type="dxa"/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9</w:t>
            </w:r>
          </w:p>
        </w:tc>
        <w:tc>
          <w:tcPr>
            <w:tcW w:w="2180" w:type="dxa"/>
            <w:vAlign w:val="center"/>
          </w:tcPr>
          <w:p w:rsidR="00E82AF2" w:rsidRDefault="00E82AF2" w:rsidP="00DD5D0A">
            <w:pPr>
              <w:spacing w:beforeLines="20" w:afterLines="20"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管理费</w:t>
            </w:r>
          </w:p>
        </w:tc>
        <w:tc>
          <w:tcPr>
            <w:tcW w:w="1810" w:type="dxa"/>
            <w:tcBorders>
              <w:right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bookmarkStart w:id="70" w:name="PO_7_9"/>
            <w:bookmarkEnd w:id="70"/>
          </w:p>
        </w:tc>
      </w:tr>
      <w:tr w:rsidR="00E82AF2">
        <w:trPr>
          <w:cantSplit/>
          <w:trHeight w:hRule="exact" w:val="454"/>
          <w:jc w:val="center"/>
        </w:trPr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4</w:t>
            </w:r>
          </w:p>
        </w:tc>
        <w:tc>
          <w:tcPr>
            <w:tcW w:w="1554" w:type="dxa"/>
            <w:vAlign w:val="center"/>
          </w:tcPr>
          <w:p w:rsidR="00E82AF2" w:rsidRDefault="00E82AF2" w:rsidP="00DD5D0A">
            <w:pPr>
              <w:spacing w:beforeLines="20" w:afterLines="20"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会议费</w:t>
            </w:r>
          </w:p>
        </w:tc>
        <w:tc>
          <w:tcPr>
            <w:tcW w:w="1634" w:type="dxa"/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bookmarkStart w:id="71" w:name="PO_7_4"/>
            <w:bookmarkEnd w:id="71"/>
          </w:p>
        </w:tc>
        <w:tc>
          <w:tcPr>
            <w:tcW w:w="641" w:type="dxa"/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10</w:t>
            </w:r>
          </w:p>
        </w:tc>
        <w:tc>
          <w:tcPr>
            <w:tcW w:w="2180" w:type="dxa"/>
            <w:vAlign w:val="center"/>
          </w:tcPr>
          <w:p w:rsidR="00E82AF2" w:rsidRDefault="00E82AF2" w:rsidP="00DD5D0A">
            <w:pPr>
              <w:spacing w:beforeLines="20" w:afterLines="20"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其他</w:t>
            </w:r>
          </w:p>
        </w:tc>
        <w:tc>
          <w:tcPr>
            <w:tcW w:w="1810" w:type="dxa"/>
            <w:tcBorders>
              <w:right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bookmarkStart w:id="72" w:name="PO_7_10"/>
            <w:bookmarkEnd w:id="72"/>
          </w:p>
        </w:tc>
      </w:tr>
      <w:tr w:rsidR="00E82AF2">
        <w:trPr>
          <w:cantSplit/>
          <w:trHeight w:hRule="exact" w:val="454"/>
          <w:jc w:val="center"/>
        </w:trPr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5</w:t>
            </w:r>
          </w:p>
        </w:tc>
        <w:tc>
          <w:tcPr>
            <w:tcW w:w="1554" w:type="dxa"/>
            <w:vAlign w:val="center"/>
          </w:tcPr>
          <w:p w:rsidR="00E82AF2" w:rsidRDefault="00E82AF2" w:rsidP="00DD5D0A">
            <w:pPr>
              <w:spacing w:beforeLines="20" w:afterLines="20"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考察交流费</w:t>
            </w:r>
          </w:p>
        </w:tc>
        <w:tc>
          <w:tcPr>
            <w:tcW w:w="1634" w:type="dxa"/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bookmarkStart w:id="73" w:name="PO_7_5"/>
            <w:bookmarkEnd w:id="73"/>
          </w:p>
        </w:tc>
        <w:tc>
          <w:tcPr>
            <w:tcW w:w="641" w:type="dxa"/>
            <w:vMerge w:val="restart"/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合计</w:t>
            </w:r>
          </w:p>
        </w:tc>
        <w:tc>
          <w:tcPr>
            <w:tcW w:w="3990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bookmarkStart w:id="74" w:name="PO_7_11"/>
            <w:bookmarkEnd w:id="74"/>
          </w:p>
        </w:tc>
      </w:tr>
      <w:tr w:rsidR="00E82AF2">
        <w:trPr>
          <w:cantSplit/>
          <w:trHeight w:hRule="exact" w:val="45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6</w:t>
            </w:r>
          </w:p>
        </w:tc>
        <w:tc>
          <w:tcPr>
            <w:tcW w:w="1554" w:type="dxa"/>
            <w:tcBorders>
              <w:bottom w:val="single" w:sz="8" w:space="0" w:color="auto"/>
            </w:tcBorders>
            <w:vAlign w:val="center"/>
          </w:tcPr>
          <w:p w:rsidR="00E82AF2" w:rsidRDefault="00E82AF2" w:rsidP="00DD5D0A">
            <w:pPr>
              <w:spacing w:beforeLines="20" w:afterLines="20"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专家咨询费</w:t>
            </w:r>
          </w:p>
        </w:tc>
        <w:tc>
          <w:tcPr>
            <w:tcW w:w="1634" w:type="dxa"/>
            <w:tcBorders>
              <w:bottom w:val="single" w:sz="8" w:space="0" w:color="auto"/>
            </w:tcBorders>
            <w:vAlign w:val="center"/>
          </w:tcPr>
          <w:p w:rsidR="00E82AF2" w:rsidRDefault="00E82AF2">
            <w:pPr>
              <w:jc w:val="center"/>
              <w:rPr>
                <w:rFonts w:ascii="宋体"/>
              </w:rPr>
            </w:pPr>
            <w:bookmarkStart w:id="75" w:name="PO_7_6"/>
            <w:bookmarkEnd w:id="75"/>
          </w:p>
        </w:tc>
        <w:tc>
          <w:tcPr>
            <w:tcW w:w="641" w:type="dxa"/>
            <w:vMerge/>
            <w:tcBorders>
              <w:bottom w:val="single" w:sz="8" w:space="0" w:color="auto"/>
            </w:tcBorders>
            <w:vAlign w:val="center"/>
          </w:tcPr>
          <w:p w:rsidR="00E82AF2" w:rsidRDefault="00E82AF2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3990" w:type="dxa"/>
            <w:gridSpan w:val="2"/>
            <w:vMerge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E82AF2" w:rsidRDefault="00E82AF2">
            <w:pPr>
              <w:jc w:val="center"/>
              <w:rPr>
                <w:rFonts w:ascii="宋体"/>
              </w:rPr>
            </w:pPr>
            <w:bookmarkStart w:id="76" w:name="PO_7_12"/>
            <w:bookmarkEnd w:id="76"/>
          </w:p>
        </w:tc>
      </w:tr>
    </w:tbl>
    <w:p w:rsidR="00E82AF2" w:rsidRDefault="00E82AF2">
      <w:pPr>
        <w:pStyle w:val="NormalWeb"/>
        <w:spacing w:before="0" w:beforeAutospacing="0" w:after="0" w:afterAutospacing="0" w:line="360" w:lineRule="exact"/>
        <w:rPr>
          <w:rFonts w:ascii="仿宋" w:eastAsia="仿宋" w:hAnsi="仿宋"/>
          <w:b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注：经费开支科目参见《</w:t>
      </w:r>
      <w:r>
        <w:rPr>
          <w:rStyle w:val="Strong"/>
          <w:rFonts w:ascii="仿宋" w:eastAsia="仿宋" w:hAnsi="仿宋" w:cs="宋体" w:hint="eastAsia"/>
          <w:bCs/>
          <w:sz w:val="21"/>
          <w:szCs w:val="21"/>
        </w:rPr>
        <w:t>中小学幼儿园教师国家级培训计划专项资金管理办法》</w:t>
      </w:r>
      <w:bookmarkStart w:id="77" w:name="PO_9_option1"/>
      <w:bookmarkEnd w:id="77"/>
    </w:p>
    <w:p w:rsidR="00E82AF2" w:rsidRDefault="00E82AF2" w:rsidP="00DD5D0A">
      <w:pPr>
        <w:spacing w:beforeLines="50"/>
        <w:jc w:val="center"/>
        <w:outlineLvl w:val="0"/>
        <w:rPr>
          <w:rFonts w:eastAsia="黑体"/>
          <w:sz w:val="30"/>
        </w:rPr>
      </w:pPr>
      <w:r>
        <w:rPr>
          <w:rFonts w:eastAsia="黑体" w:hint="eastAsia"/>
          <w:sz w:val="30"/>
        </w:rPr>
        <w:t>七、责任单位推荐意见</w:t>
      </w:r>
    </w:p>
    <w:tbl>
      <w:tblPr>
        <w:tblW w:w="85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8529"/>
      </w:tblGrid>
      <w:tr w:rsidR="00E82AF2">
        <w:trPr>
          <w:trHeight w:val="1808"/>
          <w:jc w:val="center"/>
        </w:trPr>
        <w:tc>
          <w:tcPr>
            <w:tcW w:w="8529" w:type="dxa"/>
          </w:tcPr>
          <w:p w:rsidR="00E82AF2" w:rsidRDefault="00E82AF2">
            <w:pPr>
              <w:jc w:val="left"/>
            </w:pPr>
          </w:p>
          <w:p w:rsidR="00E82AF2" w:rsidRDefault="00E82AF2" w:rsidP="00E82AF2">
            <w:pPr>
              <w:spacing w:line="460" w:lineRule="exact"/>
              <w:ind w:leftChars="250" w:left="31680" w:hangingChars="2600" w:firstLine="31680"/>
            </w:pPr>
          </w:p>
          <w:p w:rsidR="00E82AF2" w:rsidRDefault="00E82AF2" w:rsidP="00E82AF2">
            <w:pPr>
              <w:spacing w:line="460" w:lineRule="exact"/>
              <w:ind w:leftChars="250" w:left="31680" w:hangingChars="2600" w:firstLine="31680"/>
            </w:pPr>
          </w:p>
          <w:p w:rsidR="00E82AF2" w:rsidRDefault="00E82AF2" w:rsidP="00E82AF2">
            <w:pPr>
              <w:spacing w:afterLines="30" w:line="460" w:lineRule="exact"/>
              <w:ind w:leftChars="3050" w:left="3168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单位公章年月日</w:t>
            </w:r>
          </w:p>
        </w:tc>
      </w:tr>
    </w:tbl>
    <w:p w:rsidR="00E82AF2" w:rsidRDefault="00E82AF2" w:rsidP="00DD5D0A">
      <w:pPr>
        <w:spacing w:beforeLines="50"/>
        <w:jc w:val="center"/>
        <w:outlineLvl w:val="0"/>
        <w:rPr>
          <w:rFonts w:eastAsia="黑体"/>
          <w:sz w:val="30"/>
        </w:rPr>
      </w:pPr>
      <w:r>
        <w:rPr>
          <w:rFonts w:eastAsia="黑体" w:hint="eastAsia"/>
          <w:sz w:val="30"/>
        </w:rPr>
        <w:t>八、设区市教育局意见</w:t>
      </w:r>
    </w:p>
    <w:tbl>
      <w:tblPr>
        <w:tblW w:w="8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29"/>
      </w:tblGrid>
      <w:tr w:rsidR="00E82AF2">
        <w:tc>
          <w:tcPr>
            <w:tcW w:w="8529" w:type="dxa"/>
          </w:tcPr>
          <w:p w:rsidR="00E82AF2" w:rsidRDefault="00E82AF2">
            <w:pPr>
              <w:jc w:val="center"/>
              <w:rPr>
                <w:rFonts w:eastAsia="黑体"/>
                <w:sz w:val="32"/>
              </w:rPr>
            </w:pPr>
          </w:p>
          <w:p w:rsidR="00E82AF2" w:rsidRDefault="00E82AF2" w:rsidP="00E82AF2">
            <w:pPr>
              <w:ind w:leftChars="3050" w:left="31680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单位公章</w:t>
            </w:r>
          </w:p>
          <w:p w:rsidR="00E82AF2" w:rsidRDefault="00E82AF2" w:rsidP="00E82AF2">
            <w:pPr>
              <w:tabs>
                <w:tab w:val="left" w:pos="6912"/>
              </w:tabs>
              <w:spacing w:line="460" w:lineRule="exact"/>
              <w:ind w:leftChars="3050" w:left="31680"/>
              <w:jc w:val="left"/>
            </w:pPr>
            <w:r>
              <w:rPr>
                <w:rFonts w:ascii="仿宋" w:eastAsia="仿宋" w:hAnsi="仿宋" w:hint="eastAsia"/>
              </w:rPr>
              <w:t>年月日</w:t>
            </w:r>
          </w:p>
        </w:tc>
      </w:tr>
    </w:tbl>
    <w:p w:rsidR="00E82AF2" w:rsidRDefault="00E82AF2" w:rsidP="00DD5D0A">
      <w:pPr>
        <w:spacing w:beforeLines="50"/>
        <w:jc w:val="center"/>
        <w:rPr>
          <w:rFonts w:eastAsia="黑体"/>
          <w:sz w:val="32"/>
        </w:rPr>
      </w:pPr>
      <w:r>
        <w:rPr>
          <w:rFonts w:eastAsia="黑体" w:hint="eastAsia"/>
          <w:sz w:val="30"/>
        </w:rPr>
        <w:t>九、省师干训中心审核意见</w:t>
      </w:r>
    </w:p>
    <w:tbl>
      <w:tblPr>
        <w:tblW w:w="85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8529"/>
      </w:tblGrid>
      <w:tr w:rsidR="00E82AF2">
        <w:trPr>
          <w:trHeight w:val="1576"/>
          <w:jc w:val="center"/>
        </w:trPr>
        <w:tc>
          <w:tcPr>
            <w:tcW w:w="8529" w:type="dxa"/>
          </w:tcPr>
          <w:p w:rsidR="00E82AF2" w:rsidRDefault="00E82AF2">
            <w:pPr>
              <w:jc w:val="left"/>
              <w:rPr>
                <w:rFonts w:ascii="仿宋_GB2312" w:hAnsi="宋体"/>
                <w:spacing w:val="10"/>
                <w:kern w:val="0"/>
              </w:rPr>
            </w:pPr>
          </w:p>
          <w:p w:rsidR="00E82AF2" w:rsidRDefault="00E82AF2">
            <w:pPr>
              <w:jc w:val="left"/>
              <w:rPr>
                <w:rFonts w:ascii="仿宋_GB2312" w:hAnsi="宋体"/>
                <w:spacing w:val="10"/>
                <w:kern w:val="0"/>
              </w:rPr>
            </w:pPr>
          </w:p>
          <w:p w:rsidR="00E82AF2" w:rsidRDefault="00E82AF2" w:rsidP="00E82AF2">
            <w:pPr>
              <w:spacing w:line="460" w:lineRule="exact"/>
              <w:ind w:leftChars="3050" w:left="3168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单位公章</w:t>
            </w:r>
            <w:r>
              <w:rPr>
                <w:rFonts w:ascii="仿宋" w:eastAsia="仿宋" w:hAnsi="仿宋"/>
              </w:rPr>
              <w:t xml:space="preserve"> </w:t>
            </w:r>
          </w:p>
          <w:p w:rsidR="00E82AF2" w:rsidRDefault="00E82AF2" w:rsidP="00E82AF2">
            <w:pPr>
              <w:spacing w:line="460" w:lineRule="exact"/>
              <w:ind w:leftChars="3050" w:left="31680"/>
            </w:pPr>
            <w:r>
              <w:rPr>
                <w:rFonts w:ascii="仿宋" w:eastAsia="仿宋" w:hAnsi="仿宋" w:hint="eastAsia"/>
              </w:rPr>
              <w:t>年月日</w:t>
            </w:r>
          </w:p>
        </w:tc>
      </w:tr>
    </w:tbl>
    <w:p w:rsidR="00E82AF2" w:rsidRDefault="00E82AF2">
      <w:pPr>
        <w:spacing w:line="320" w:lineRule="exact"/>
      </w:pPr>
      <w:r>
        <w:br w:type="page"/>
      </w:r>
    </w:p>
    <w:p w:rsidR="00E82AF2" w:rsidRDefault="00E82AF2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</w:p>
    <w:tbl>
      <w:tblPr>
        <w:tblW w:w="315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948"/>
        <w:gridCol w:w="2202"/>
      </w:tblGrid>
      <w:tr w:rsidR="00E82AF2">
        <w:trPr>
          <w:trHeight w:val="603"/>
        </w:trPr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:rsidR="00E82AF2" w:rsidRDefault="00E82AF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登记号</w:t>
            </w:r>
          </w:p>
        </w:tc>
        <w:tc>
          <w:tcPr>
            <w:tcW w:w="2202" w:type="dxa"/>
            <w:tcBorders>
              <w:bottom w:val="single" w:sz="4" w:space="0" w:color="auto"/>
            </w:tcBorders>
          </w:tcPr>
          <w:p w:rsidR="00E82AF2" w:rsidRDefault="00E82AF2"/>
        </w:tc>
      </w:tr>
    </w:tbl>
    <w:p w:rsidR="00E82AF2" w:rsidRDefault="00E82AF2" w:rsidP="00DD5D0A">
      <w:pPr>
        <w:spacing w:beforeLines="100" w:line="520" w:lineRule="exact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江苏省乡村骨干教师培育站申报书</w:t>
      </w:r>
    </w:p>
    <w:p w:rsidR="00E82AF2" w:rsidRDefault="00E82AF2">
      <w:pPr>
        <w:spacing w:line="520" w:lineRule="exact"/>
        <w:jc w:val="center"/>
      </w:pPr>
      <w:r>
        <w:rPr>
          <w:rFonts w:eastAsia="黑体" w:hint="eastAsia"/>
          <w:sz w:val="36"/>
        </w:rPr>
        <w:t>“研修方案”活页</w:t>
      </w:r>
    </w:p>
    <w:p w:rsidR="00E82AF2" w:rsidRDefault="00E82AF2">
      <w:pPr>
        <w:spacing w:line="200" w:lineRule="exact"/>
        <w:rPr>
          <w:rFonts w:eastAsia="黑体"/>
          <w:sz w:val="30"/>
        </w:rPr>
      </w:pPr>
    </w:p>
    <w:p w:rsidR="00E82AF2" w:rsidRDefault="00E82AF2">
      <w:pPr>
        <w:spacing w:line="360" w:lineRule="exact"/>
        <w:ind w:left="527" w:right="567" w:firstLine="556"/>
        <w:rPr>
          <w:rFonts w:ascii="Times New Roman" w:eastAsia="仿宋" w:hAnsi="Times New Roman"/>
          <w:spacing w:val="-8"/>
          <w:szCs w:val="21"/>
        </w:rPr>
      </w:pPr>
      <w:r>
        <w:rPr>
          <w:rFonts w:ascii="Times New Roman" w:eastAsia="仿宋" w:hAnsi="仿宋" w:hint="eastAsia"/>
          <w:b/>
          <w:szCs w:val="21"/>
        </w:rPr>
        <w:t>填表说明：</w:t>
      </w:r>
      <w:r>
        <w:rPr>
          <w:rFonts w:ascii="Times New Roman" w:eastAsia="仿宋" w:hAnsi="仿宋" w:hint="eastAsia"/>
          <w:spacing w:val="-8"/>
          <w:szCs w:val="21"/>
        </w:rPr>
        <w:t>本表供匿名评审使用。填写时，不得出现培育站主持人和导师组成员的姓名、单位名称等信息，统一用</w:t>
      </w:r>
      <w:r>
        <w:rPr>
          <w:rFonts w:ascii="Times New Roman" w:eastAsia="仿宋" w:hAnsi="Times New Roman"/>
          <w:spacing w:val="-8"/>
          <w:szCs w:val="21"/>
        </w:rPr>
        <w:t>×××</w:t>
      </w:r>
      <w:r>
        <w:rPr>
          <w:rFonts w:ascii="Times New Roman" w:eastAsia="仿宋" w:hAnsi="仿宋" w:hint="eastAsia"/>
          <w:spacing w:val="-8"/>
          <w:szCs w:val="21"/>
        </w:rPr>
        <w:t>、</w:t>
      </w:r>
      <w:r>
        <w:rPr>
          <w:rFonts w:ascii="Times New Roman" w:eastAsia="仿宋" w:hAnsi="Times New Roman"/>
          <w:spacing w:val="-8"/>
          <w:szCs w:val="21"/>
        </w:rPr>
        <w:t>××××××</w:t>
      </w:r>
      <w:r>
        <w:rPr>
          <w:rFonts w:ascii="Times New Roman" w:eastAsia="仿宋" w:hAnsi="仿宋" w:hint="eastAsia"/>
          <w:spacing w:val="-8"/>
          <w:szCs w:val="21"/>
        </w:rPr>
        <w:t>代表。否则，一律不得进入评审程序。活页</w:t>
      </w:r>
      <w:r>
        <w:rPr>
          <w:rFonts w:ascii="Times New Roman" w:eastAsia="仿宋" w:hAnsi="Times New Roman"/>
          <w:spacing w:val="-8"/>
          <w:szCs w:val="21"/>
        </w:rPr>
        <w:t>A4</w:t>
      </w:r>
      <w:r>
        <w:rPr>
          <w:rFonts w:ascii="Times New Roman" w:eastAsia="仿宋" w:hAnsi="仿宋" w:hint="eastAsia"/>
          <w:spacing w:val="-8"/>
          <w:szCs w:val="21"/>
        </w:rPr>
        <w:t>纸双面印制左边装订。一式两份。</w:t>
      </w:r>
    </w:p>
    <w:p w:rsidR="00E82AF2" w:rsidRDefault="00E82AF2">
      <w:pPr>
        <w:spacing w:line="200" w:lineRule="exact"/>
        <w:rPr>
          <w:rFonts w:ascii="仿宋" w:eastAsia="仿宋" w:hAnsi="仿宋"/>
          <w:sz w:val="24"/>
          <w:szCs w:val="24"/>
        </w:rPr>
      </w:pPr>
    </w:p>
    <w:p w:rsidR="00E82AF2" w:rsidRDefault="00E82AF2">
      <w:pPr>
        <w:spacing w:line="400" w:lineRule="exact"/>
        <w:rPr>
          <w:rFonts w:ascii="宋体" w:eastAsia="黑体"/>
          <w:sz w:val="30"/>
          <w:u w:val="single"/>
        </w:rPr>
      </w:pPr>
      <w:r>
        <w:rPr>
          <w:rFonts w:ascii="宋体" w:eastAsia="黑体" w:hint="eastAsia"/>
          <w:sz w:val="30"/>
        </w:rPr>
        <w:t>培育站名称：</w:t>
      </w:r>
    </w:p>
    <w:p w:rsidR="00E82AF2" w:rsidRDefault="00E82AF2">
      <w:pPr>
        <w:spacing w:line="200" w:lineRule="exact"/>
        <w:jc w:val="center"/>
        <w:rPr>
          <w:rFonts w:eastAsia="黑体"/>
          <w:sz w:val="30"/>
        </w:rPr>
      </w:pPr>
    </w:p>
    <w:p w:rsidR="00E82AF2" w:rsidRDefault="00E82AF2" w:rsidP="00DD5D0A">
      <w:pPr>
        <w:spacing w:beforeLines="50" w:line="400" w:lineRule="exact"/>
        <w:jc w:val="center"/>
        <w:rPr>
          <w:rFonts w:ascii="仿宋" w:eastAsia="仿宋" w:hAnsi="仿宋"/>
          <w:sz w:val="30"/>
        </w:rPr>
      </w:pPr>
      <w:r>
        <w:rPr>
          <w:rFonts w:ascii="仿宋" w:eastAsia="仿宋" w:hAnsi="仿宋" w:hint="eastAsia"/>
          <w:sz w:val="30"/>
        </w:rPr>
        <w:t>研修方案设计</w:t>
      </w:r>
    </w:p>
    <w:tbl>
      <w:tblPr>
        <w:tblW w:w="85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8529"/>
      </w:tblGrid>
      <w:tr w:rsidR="00E82AF2">
        <w:trPr>
          <w:trHeight w:val="1440"/>
          <w:jc w:val="center"/>
        </w:trPr>
        <w:tc>
          <w:tcPr>
            <w:tcW w:w="8529" w:type="dxa"/>
          </w:tcPr>
          <w:p w:rsidR="00E82AF2" w:rsidRDefault="00E82AF2">
            <w:pPr>
              <w:spacing w:line="400" w:lineRule="exact"/>
              <w:rPr>
                <w:rFonts w:ascii="Times New Roman" w:eastAsia="仿宋" w:hAnsi="Times New Roman"/>
                <w:spacing w:val="-4"/>
              </w:rPr>
            </w:pPr>
            <w:r>
              <w:rPr>
                <w:rFonts w:ascii="Times New Roman" w:eastAsia="仿宋" w:hAnsi="Times New Roman"/>
              </w:rPr>
              <w:t>1</w:t>
            </w:r>
            <w:r>
              <w:rPr>
                <w:rFonts w:ascii="Times New Roman" w:eastAsia="仿宋" w:hAnsi="Times New Roman" w:hint="eastAsia"/>
              </w:rPr>
              <w:t>．</w:t>
            </w:r>
            <w:r>
              <w:rPr>
                <w:rFonts w:ascii="Times New Roman" w:eastAsia="仿宋" w:hAnsi="仿宋" w:hint="eastAsia"/>
                <w:b/>
              </w:rPr>
              <w:t>研修主题</w:t>
            </w:r>
            <w:r>
              <w:rPr>
                <w:rFonts w:ascii="Times New Roman" w:eastAsia="仿宋" w:hAnsi="仿宋" w:hint="eastAsia"/>
              </w:rPr>
              <w:t>：</w:t>
            </w:r>
            <w:r>
              <w:rPr>
                <w:rFonts w:ascii="Times New Roman" w:eastAsia="仿宋" w:hAnsi="仿宋" w:hint="eastAsia"/>
                <w:spacing w:val="-6"/>
              </w:rPr>
              <w:t>依据对本地区本学科教师基本情况确定研修主题。不要将课题名称作为研修主题。</w:t>
            </w:r>
          </w:p>
          <w:p w:rsidR="00E82AF2" w:rsidRDefault="00E82AF2">
            <w:pPr>
              <w:tabs>
                <w:tab w:val="left" w:pos="2107"/>
              </w:tabs>
              <w:spacing w:line="400" w:lineRule="exact"/>
              <w:rPr>
                <w:rFonts w:ascii="Times New Roman" w:eastAsia="仿宋" w:hAnsi="Times New Roman"/>
                <w:spacing w:val="-4"/>
              </w:rPr>
            </w:pPr>
            <w:r>
              <w:rPr>
                <w:rFonts w:ascii="Times New Roman" w:eastAsia="仿宋" w:hAnsi="Times New Roman"/>
              </w:rPr>
              <w:t>2</w:t>
            </w:r>
            <w:r>
              <w:rPr>
                <w:rFonts w:ascii="Times New Roman" w:eastAsia="仿宋" w:hAnsi="Times New Roman" w:hint="eastAsia"/>
              </w:rPr>
              <w:t>．</w:t>
            </w:r>
            <w:r>
              <w:rPr>
                <w:rFonts w:ascii="Times New Roman" w:eastAsia="仿宋" w:hAnsi="仿宋" w:hint="eastAsia"/>
                <w:b/>
              </w:rPr>
              <w:t>研修内容</w:t>
            </w:r>
            <w:r>
              <w:rPr>
                <w:rFonts w:ascii="Times New Roman" w:eastAsia="仿宋" w:hAnsi="仿宋" w:hint="eastAsia"/>
              </w:rPr>
              <w:t>：</w:t>
            </w:r>
            <w:r>
              <w:rPr>
                <w:rFonts w:ascii="Times New Roman" w:eastAsia="仿宋" w:hAnsi="仿宋" w:hint="eastAsia"/>
                <w:spacing w:val="-6"/>
              </w:rPr>
              <w:t>围绕研修主题，确定研修目标、重点难点、研修内容、研修方法、总体框架等。</w:t>
            </w:r>
          </w:p>
          <w:p w:rsidR="00E82AF2" w:rsidRDefault="00E82AF2">
            <w:pPr>
              <w:spacing w:line="400" w:lineRule="exact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3</w:t>
            </w:r>
            <w:r>
              <w:rPr>
                <w:rFonts w:ascii="Times New Roman" w:eastAsia="仿宋" w:hAnsi="Times New Roman" w:hint="eastAsia"/>
              </w:rPr>
              <w:t>．</w:t>
            </w:r>
            <w:r>
              <w:rPr>
                <w:rFonts w:ascii="Times New Roman" w:eastAsia="仿宋" w:hAnsi="仿宋" w:hint="eastAsia"/>
                <w:b/>
              </w:rPr>
              <w:t>研修思路</w:t>
            </w:r>
            <w:r>
              <w:rPr>
                <w:rFonts w:ascii="Times New Roman" w:eastAsia="仿宋" w:hAnsi="仿宋" w:hint="eastAsia"/>
              </w:rPr>
              <w:t>：本主题研修的基本思路、具体研修方法、研究计划及其可行性等。</w:t>
            </w:r>
          </w:p>
          <w:p w:rsidR="00E82AF2" w:rsidRDefault="00E82AF2">
            <w:pPr>
              <w:spacing w:line="400" w:lineRule="exact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4</w:t>
            </w:r>
            <w:r>
              <w:rPr>
                <w:rFonts w:ascii="Times New Roman" w:eastAsia="仿宋" w:hAnsi="Times New Roman" w:hint="eastAsia"/>
              </w:rPr>
              <w:t>．</w:t>
            </w:r>
            <w:r>
              <w:rPr>
                <w:rFonts w:ascii="Times New Roman" w:eastAsia="仿宋" w:hAnsi="仿宋" w:hint="eastAsia"/>
                <w:b/>
              </w:rPr>
              <w:t>研修特色</w:t>
            </w:r>
            <w:r>
              <w:rPr>
                <w:rFonts w:ascii="Times New Roman" w:eastAsia="仿宋" w:hAnsi="仿宋" w:hint="eastAsia"/>
              </w:rPr>
              <w:t>：在研修内容、研修形式、研修方法等方面的特色和创新。</w:t>
            </w:r>
          </w:p>
          <w:p w:rsidR="00E82AF2" w:rsidRDefault="00E82AF2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Times New Roman" w:eastAsia="仿宋" w:hAnsi="Times New Roman"/>
              </w:rPr>
              <w:t>5</w:t>
            </w:r>
            <w:r>
              <w:rPr>
                <w:rFonts w:ascii="Times New Roman" w:eastAsia="仿宋" w:hAnsi="Times New Roman" w:hint="eastAsia"/>
              </w:rPr>
              <w:t>．</w:t>
            </w:r>
            <w:r>
              <w:rPr>
                <w:rFonts w:ascii="Times New Roman" w:eastAsia="仿宋" w:hAnsi="仿宋" w:hint="eastAsia"/>
                <w:b/>
              </w:rPr>
              <w:t>预期成果</w:t>
            </w:r>
            <w:r>
              <w:rPr>
                <w:rFonts w:ascii="Times New Roman" w:eastAsia="仿宋" w:hAnsi="仿宋" w:hint="eastAsia"/>
              </w:rPr>
              <w:t>：预期成果的呈现形式及社会效益等。</w:t>
            </w:r>
          </w:p>
        </w:tc>
      </w:tr>
      <w:tr w:rsidR="00E82AF2">
        <w:trPr>
          <w:trHeight w:val="915"/>
          <w:jc w:val="center"/>
        </w:trPr>
        <w:tc>
          <w:tcPr>
            <w:tcW w:w="8529" w:type="dxa"/>
          </w:tcPr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  <w:rPr>
                <w:b/>
              </w:rPr>
            </w:pPr>
          </w:p>
          <w:p w:rsidR="00E82AF2" w:rsidRDefault="00E82AF2">
            <w:pPr>
              <w:ind w:right="71"/>
              <w:jc w:val="left"/>
            </w:pPr>
          </w:p>
        </w:tc>
      </w:tr>
    </w:tbl>
    <w:p w:rsidR="00E82AF2" w:rsidRDefault="00E82AF2">
      <w:pPr>
        <w:jc w:val="center"/>
        <w:rPr>
          <w:rFonts w:eastAsia="仿宋_GB2312"/>
          <w:b/>
          <w:sz w:val="24"/>
        </w:rPr>
      </w:pPr>
    </w:p>
    <w:tbl>
      <w:tblPr>
        <w:tblW w:w="85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A0"/>
      </w:tblPr>
      <w:tblGrid>
        <w:gridCol w:w="8529"/>
      </w:tblGrid>
      <w:tr w:rsidR="00E82AF2">
        <w:trPr>
          <w:trHeight w:val="12568"/>
          <w:jc w:val="center"/>
        </w:trPr>
        <w:tc>
          <w:tcPr>
            <w:tcW w:w="8529" w:type="dxa"/>
            <w:tcBorders>
              <w:top w:val="single" w:sz="6" w:space="0" w:color="auto"/>
              <w:bottom w:val="single" w:sz="6" w:space="0" w:color="auto"/>
            </w:tcBorders>
          </w:tcPr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  <w:p w:rsidR="00E82AF2" w:rsidRDefault="00E82AF2">
            <w:pPr>
              <w:jc w:val="left"/>
            </w:pPr>
          </w:p>
        </w:tc>
      </w:tr>
    </w:tbl>
    <w:p w:rsidR="00E82AF2" w:rsidRDefault="00E82AF2"/>
    <w:p w:rsidR="00E82AF2" w:rsidRDefault="00E82AF2">
      <w:pPr>
        <w:spacing w:line="320" w:lineRule="exact"/>
      </w:pPr>
    </w:p>
    <w:sectPr w:rsidR="00E82AF2" w:rsidSect="00EE1735">
      <w:footerReference w:type="default" r:id="rId6"/>
      <w:pgSz w:w="11907" w:h="16443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AF2" w:rsidRDefault="00E82AF2">
      <w:r>
        <w:separator/>
      </w:r>
    </w:p>
  </w:endnote>
  <w:endnote w:type="continuationSeparator" w:id="1">
    <w:p w:rsidR="00E82AF2" w:rsidRDefault="00E82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onotype Corsiva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华文中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AF2" w:rsidRDefault="00E82AF2">
    <w:pPr>
      <w:pStyle w:val="Footer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 w:rsidRPr="00630CB1">
      <w:rPr>
        <w:rFonts w:ascii="Times New Roman" w:hAnsi="Times New Roman"/>
        <w:noProof/>
        <w:sz w:val="24"/>
        <w:szCs w:val="24"/>
        <w:lang w:val="zh-CN"/>
      </w:rPr>
      <w:t>1</w:t>
    </w:r>
    <w:r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AF2" w:rsidRDefault="00E82AF2">
      <w:r>
        <w:separator/>
      </w:r>
    </w:p>
  </w:footnote>
  <w:footnote w:type="continuationSeparator" w:id="1">
    <w:p w:rsidR="00E82AF2" w:rsidRDefault="00E82A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9FF"/>
    <w:rsid w:val="00000786"/>
    <w:rsid w:val="00001F65"/>
    <w:rsid w:val="00002F61"/>
    <w:rsid w:val="0000413C"/>
    <w:rsid w:val="00004EAD"/>
    <w:rsid w:val="0000677C"/>
    <w:rsid w:val="00006ADA"/>
    <w:rsid w:val="00006AE1"/>
    <w:rsid w:val="000105B9"/>
    <w:rsid w:val="000120E6"/>
    <w:rsid w:val="0001231F"/>
    <w:rsid w:val="00012762"/>
    <w:rsid w:val="00012824"/>
    <w:rsid w:val="00016941"/>
    <w:rsid w:val="000174E0"/>
    <w:rsid w:val="000207B1"/>
    <w:rsid w:val="000226BD"/>
    <w:rsid w:val="00025440"/>
    <w:rsid w:val="00026C1A"/>
    <w:rsid w:val="0002767E"/>
    <w:rsid w:val="00027BDB"/>
    <w:rsid w:val="0003168D"/>
    <w:rsid w:val="00032785"/>
    <w:rsid w:val="00032856"/>
    <w:rsid w:val="0003337D"/>
    <w:rsid w:val="000335E5"/>
    <w:rsid w:val="00033623"/>
    <w:rsid w:val="00033768"/>
    <w:rsid w:val="0003467C"/>
    <w:rsid w:val="00035610"/>
    <w:rsid w:val="00035C71"/>
    <w:rsid w:val="00036088"/>
    <w:rsid w:val="0003678A"/>
    <w:rsid w:val="00036A2F"/>
    <w:rsid w:val="00037298"/>
    <w:rsid w:val="00037D8B"/>
    <w:rsid w:val="00043296"/>
    <w:rsid w:val="00044761"/>
    <w:rsid w:val="0004518C"/>
    <w:rsid w:val="00046921"/>
    <w:rsid w:val="00047AEE"/>
    <w:rsid w:val="00051478"/>
    <w:rsid w:val="00053E5E"/>
    <w:rsid w:val="000549EE"/>
    <w:rsid w:val="00056052"/>
    <w:rsid w:val="00057062"/>
    <w:rsid w:val="00060162"/>
    <w:rsid w:val="0006224A"/>
    <w:rsid w:val="00065813"/>
    <w:rsid w:val="000709BA"/>
    <w:rsid w:val="00072FCF"/>
    <w:rsid w:val="0007536C"/>
    <w:rsid w:val="00076CC9"/>
    <w:rsid w:val="00077F94"/>
    <w:rsid w:val="000826BA"/>
    <w:rsid w:val="00086721"/>
    <w:rsid w:val="00087ABC"/>
    <w:rsid w:val="00087CE8"/>
    <w:rsid w:val="00092288"/>
    <w:rsid w:val="00094A0F"/>
    <w:rsid w:val="000953D7"/>
    <w:rsid w:val="00097E6D"/>
    <w:rsid w:val="000A07AB"/>
    <w:rsid w:val="000A18E1"/>
    <w:rsid w:val="000A4CF8"/>
    <w:rsid w:val="000A5227"/>
    <w:rsid w:val="000A59B4"/>
    <w:rsid w:val="000A5CDF"/>
    <w:rsid w:val="000A603E"/>
    <w:rsid w:val="000A62C8"/>
    <w:rsid w:val="000A6E65"/>
    <w:rsid w:val="000B3A88"/>
    <w:rsid w:val="000B5230"/>
    <w:rsid w:val="000B5FB5"/>
    <w:rsid w:val="000B6532"/>
    <w:rsid w:val="000B692C"/>
    <w:rsid w:val="000B7017"/>
    <w:rsid w:val="000B7330"/>
    <w:rsid w:val="000C0215"/>
    <w:rsid w:val="000C042E"/>
    <w:rsid w:val="000C04F3"/>
    <w:rsid w:val="000C22A2"/>
    <w:rsid w:val="000C320B"/>
    <w:rsid w:val="000C4722"/>
    <w:rsid w:val="000C5F90"/>
    <w:rsid w:val="000C61B9"/>
    <w:rsid w:val="000C6A42"/>
    <w:rsid w:val="000D0814"/>
    <w:rsid w:val="000D3D8A"/>
    <w:rsid w:val="000D64E9"/>
    <w:rsid w:val="000D76F1"/>
    <w:rsid w:val="000E0285"/>
    <w:rsid w:val="000E0973"/>
    <w:rsid w:val="000E0D49"/>
    <w:rsid w:val="000E1796"/>
    <w:rsid w:val="000E2BD8"/>
    <w:rsid w:val="000E45CA"/>
    <w:rsid w:val="000E7DD7"/>
    <w:rsid w:val="000F00DE"/>
    <w:rsid w:val="000F0A9C"/>
    <w:rsid w:val="000F1D51"/>
    <w:rsid w:val="000F2439"/>
    <w:rsid w:val="000F2F82"/>
    <w:rsid w:val="000F3987"/>
    <w:rsid w:val="000F3D6F"/>
    <w:rsid w:val="000F558D"/>
    <w:rsid w:val="000F7CF9"/>
    <w:rsid w:val="000F7FEB"/>
    <w:rsid w:val="001017E8"/>
    <w:rsid w:val="001018CD"/>
    <w:rsid w:val="0010378B"/>
    <w:rsid w:val="0010401B"/>
    <w:rsid w:val="00104363"/>
    <w:rsid w:val="00104893"/>
    <w:rsid w:val="00111B48"/>
    <w:rsid w:val="00111FC3"/>
    <w:rsid w:val="00112B91"/>
    <w:rsid w:val="00112CE6"/>
    <w:rsid w:val="0011533D"/>
    <w:rsid w:val="00115F10"/>
    <w:rsid w:val="0011694F"/>
    <w:rsid w:val="001171F0"/>
    <w:rsid w:val="0012176D"/>
    <w:rsid w:val="00121DF0"/>
    <w:rsid w:val="0012290D"/>
    <w:rsid w:val="00123C25"/>
    <w:rsid w:val="00125EED"/>
    <w:rsid w:val="001304D1"/>
    <w:rsid w:val="0013397A"/>
    <w:rsid w:val="001339D6"/>
    <w:rsid w:val="001351E0"/>
    <w:rsid w:val="001353E6"/>
    <w:rsid w:val="0013594C"/>
    <w:rsid w:val="00137BA4"/>
    <w:rsid w:val="00137DF8"/>
    <w:rsid w:val="00137FE9"/>
    <w:rsid w:val="00140D10"/>
    <w:rsid w:val="00141187"/>
    <w:rsid w:val="0014261B"/>
    <w:rsid w:val="00142A4A"/>
    <w:rsid w:val="001430DE"/>
    <w:rsid w:val="00143D1B"/>
    <w:rsid w:val="001441B3"/>
    <w:rsid w:val="00145351"/>
    <w:rsid w:val="00147749"/>
    <w:rsid w:val="00147D3F"/>
    <w:rsid w:val="00151317"/>
    <w:rsid w:val="00152990"/>
    <w:rsid w:val="001532D1"/>
    <w:rsid w:val="00154FD1"/>
    <w:rsid w:val="00157625"/>
    <w:rsid w:val="001576C7"/>
    <w:rsid w:val="00157902"/>
    <w:rsid w:val="001579B7"/>
    <w:rsid w:val="00160B29"/>
    <w:rsid w:val="00160CA2"/>
    <w:rsid w:val="001615D9"/>
    <w:rsid w:val="001618D7"/>
    <w:rsid w:val="001619B9"/>
    <w:rsid w:val="0016322E"/>
    <w:rsid w:val="001636EC"/>
    <w:rsid w:val="001650D1"/>
    <w:rsid w:val="0016701E"/>
    <w:rsid w:val="0017030D"/>
    <w:rsid w:val="00171174"/>
    <w:rsid w:val="0017294F"/>
    <w:rsid w:val="0017367A"/>
    <w:rsid w:val="00173D84"/>
    <w:rsid w:val="00174284"/>
    <w:rsid w:val="00175905"/>
    <w:rsid w:val="0017651F"/>
    <w:rsid w:val="00176586"/>
    <w:rsid w:val="0017746B"/>
    <w:rsid w:val="00180452"/>
    <w:rsid w:val="00180F57"/>
    <w:rsid w:val="00182224"/>
    <w:rsid w:val="0018303A"/>
    <w:rsid w:val="00187505"/>
    <w:rsid w:val="00187E27"/>
    <w:rsid w:val="00192553"/>
    <w:rsid w:val="00192D19"/>
    <w:rsid w:val="00192E13"/>
    <w:rsid w:val="00195A6F"/>
    <w:rsid w:val="001A0FD3"/>
    <w:rsid w:val="001A111E"/>
    <w:rsid w:val="001A1305"/>
    <w:rsid w:val="001A1808"/>
    <w:rsid w:val="001A2B48"/>
    <w:rsid w:val="001A350A"/>
    <w:rsid w:val="001A4F32"/>
    <w:rsid w:val="001A5AB8"/>
    <w:rsid w:val="001B06E5"/>
    <w:rsid w:val="001B3879"/>
    <w:rsid w:val="001B38F6"/>
    <w:rsid w:val="001B3ED3"/>
    <w:rsid w:val="001B56C2"/>
    <w:rsid w:val="001B6B6C"/>
    <w:rsid w:val="001B757E"/>
    <w:rsid w:val="001B79B9"/>
    <w:rsid w:val="001C06DA"/>
    <w:rsid w:val="001C0EB8"/>
    <w:rsid w:val="001C3150"/>
    <w:rsid w:val="001D060B"/>
    <w:rsid w:val="001D1DD9"/>
    <w:rsid w:val="001D1EB1"/>
    <w:rsid w:val="001D3033"/>
    <w:rsid w:val="001D328E"/>
    <w:rsid w:val="001D403B"/>
    <w:rsid w:val="001D4659"/>
    <w:rsid w:val="001D50E9"/>
    <w:rsid w:val="001D5DBD"/>
    <w:rsid w:val="001D7723"/>
    <w:rsid w:val="001D7AD5"/>
    <w:rsid w:val="001D7F22"/>
    <w:rsid w:val="001E099D"/>
    <w:rsid w:val="001E0A51"/>
    <w:rsid w:val="001E1926"/>
    <w:rsid w:val="001E212E"/>
    <w:rsid w:val="001E28A1"/>
    <w:rsid w:val="001E2925"/>
    <w:rsid w:val="001E3AA5"/>
    <w:rsid w:val="001E48E1"/>
    <w:rsid w:val="001F1A99"/>
    <w:rsid w:val="001F1EAE"/>
    <w:rsid w:val="001F2FD3"/>
    <w:rsid w:val="001F32F2"/>
    <w:rsid w:val="001F4CE6"/>
    <w:rsid w:val="001F66EA"/>
    <w:rsid w:val="001F6968"/>
    <w:rsid w:val="001F6BF1"/>
    <w:rsid w:val="001F7671"/>
    <w:rsid w:val="00200983"/>
    <w:rsid w:val="002017E4"/>
    <w:rsid w:val="00201BE9"/>
    <w:rsid w:val="00201C0C"/>
    <w:rsid w:val="00204734"/>
    <w:rsid w:val="00205559"/>
    <w:rsid w:val="002070EB"/>
    <w:rsid w:val="002075E1"/>
    <w:rsid w:val="00207F6E"/>
    <w:rsid w:val="0021252A"/>
    <w:rsid w:val="00212E80"/>
    <w:rsid w:val="00212EEA"/>
    <w:rsid w:val="0021409D"/>
    <w:rsid w:val="00214445"/>
    <w:rsid w:val="002158F9"/>
    <w:rsid w:val="00216CB7"/>
    <w:rsid w:val="00222ADD"/>
    <w:rsid w:val="00223F46"/>
    <w:rsid w:val="002255DB"/>
    <w:rsid w:val="00227783"/>
    <w:rsid w:val="002341ED"/>
    <w:rsid w:val="0023504B"/>
    <w:rsid w:val="00235639"/>
    <w:rsid w:val="002375ED"/>
    <w:rsid w:val="00242858"/>
    <w:rsid w:val="00243227"/>
    <w:rsid w:val="0024324D"/>
    <w:rsid w:val="00246F67"/>
    <w:rsid w:val="0024741B"/>
    <w:rsid w:val="0024744A"/>
    <w:rsid w:val="002551E7"/>
    <w:rsid w:val="00257E1F"/>
    <w:rsid w:val="002605E8"/>
    <w:rsid w:val="00260FB4"/>
    <w:rsid w:val="0026433C"/>
    <w:rsid w:val="0026440D"/>
    <w:rsid w:val="002644FD"/>
    <w:rsid w:val="0026490C"/>
    <w:rsid w:val="00264D42"/>
    <w:rsid w:val="002652D6"/>
    <w:rsid w:val="0027014C"/>
    <w:rsid w:val="00270839"/>
    <w:rsid w:val="00274424"/>
    <w:rsid w:val="002752A6"/>
    <w:rsid w:val="00276526"/>
    <w:rsid w:val="00277C6B"/>
    <w:rsid w:val="00277EEC"/>
    <w:rsid w:val="00282618"/>
    <w:rsid w:val="00282ED8"/>
    <w:rsid w:val="002855FC"/>
    <w:rsid w:val="00290472"/>
    <w:rsid w:val="00291322"/>
    <w:rsid w:val="00294C49"/>
    <w:rsid w:val="00295316"/>
    <w:rsid w:val="00295801"/>
    <w:rsid w:val="002A1B30"/>
    <w:rsid w:val="002A2CBD"/>
    <w:rsid w:val="002A73DE"/>
    <w:rsid w:val="002A7506"/>
    <w:rsid w:val="002B31A0"/>
    <w:rsid w:val="002B59B9"/>
    <w:rsid w:val="002B5C39"/>
    <w:rsid w:val="002C06E6"/>
    <w:rsid w:val="002C0E55"/>
    <w:rsid w:val="002C3F6F"/>
    <w:rsid w:val="002C5F6D"/>
    <w:rsid w:val="002C7A2C"/>
    <w:rsid w:val="002D26F6"/>
    <w:rsid w:val="002D2CD3"/>
    <w:rsid w:val="002D6247"/>
    <w:rsid w:val="002D75F4"/>
    <w:rsid w:val="002D7A49"/>
    <w:rsid w:val="002E120F"/>
    <w:rsid w:val="002E1308"/>
    <w:rsid w:val="002E5258"/>
    <w:rsid w:val="002F0D19"/>
    <w:rsid w:val="00302A93"/>
    <w:rsid w:val="00302E25"/>
    <w:rsid w:val="0030679B"/>
    <w:rsid w:val="003074E3"/>
    <w:rsid w:val="00307A46"/>
    <w:rsid w:val="00311D67"/>
    <w:rsid w:val="00313914"/>
    <w:rsid w:val="00317131"/>
    <w:rsid w:val="0032046F"/>
    <w:rsid w:val="003206A9"/>
    <w:rsid w:val="00321190"/>
    <w:rsid w:val="0032129E"/>
    <w:rsid w:val="003222E5"/>
    <w:rsid w:val="00323073"/>
    <w:rsid w:val="00325D7F"/>
    <w:rsid w:val="003271F5"/>
    <w:rsid w:val="00327887"/>
    <w:rsid w:val="003301BC"/>
    <w:rsid w:val="0033076E"/>
    <w:rsid w:val="00330800"/>
    <w:rsid w:val="003322CE"/>
    <w:rsid w:val="003363DC"/>
    <w:rsid w:val="0033786E"/>
    <w:rsid w:val="0033793C"/>
    <w:rsid w:val="00340FFF"/>
    <w:rsid w:val="003419FC"/>
    <w:rsid w:val="0034387F"/>
    <w:rsid w:val="00345BF7"/>
    <w:rsid w:val="0034651B"/>
    <w:rsid w:val="00346FC4"/>
    <w:rsid w:val="00347493"/>
    <w:rsid w:val="00350EB6"/>
    <w:rsid w:val="00351C9D"/>
    <w:rsid w:val="00351CE2"/>
    <w:rsid w:val="003523C2"/>
    <w:rsid w:val="003524CA"/>
    <w:rsid w:val="00352516"/>
    <w:rsid w:val="00352D76"/>
    <w:rsid w:val="00353281"/>
    <w:rsid w:val="003541B2"/>
    <w:rsid w:val="003552FE"/>
    <w:rsid w:val="00357392"/>
    <w:rsid w:val="00357588"/>
    <w:rsid w:val="00357DC2"/>
    <w:rsid w:val="00360D9D"/>
    <w:rsid w:val="00361F78"/>
    <w:rsid w:val="00362660"/>
    <w:rsid w:val="003637FB"/>
    <w:rsid w:val="003639B8"/>
    <w:rsid w:val="00364F26"/>
    <w:rsid w:val="00364F8F"/>
    <w:rsid w:val="003654C1"/>
    <w:rsid w:val="0036585E"/>
    <w:rsid w:val="00365CF7"/>
    <w:rsid w:val="00370B4D"/>
    <w:rsid w:val="00371D94"/>
    <w:rsid w:val="003720D2"/>
    <w:rsid w:val="0037331E"/>
    <w:rsid w:val="003739BB"/>
    <w:rsid w:val="003801E0"/>
    <w:rsid w:val="00380F63"/>
    <w:rsid w:val="00381DE4"/>
    <w:rsid w:val="00382418"/>
    <w:rsid w:val="0038295E"/>
    <w:rsid w:val="00384BD8"/>
    <w:rsid w:val="00385C9E"/>
    <w:rsid w:val="00385DA2"/>
    <w:rsid w:val="00387360"/>
    <w:rsid w:val="0039125F"/>
    <w:rsid w:val="00392878"/>
    <w:rsid w:val="00393686"/>
    <w:rsid w:val="00395152"/>
    <w:rsid w:val="00395680"/>
    <w:rsid w:val="0039788E"/>
    <w:rsid w:val="00397C46"/>
    <w:rsid w:val="003A0500"/>
    <w:rsid w:val="003A3A13"/>
    <w:rsid w:val="003A3D7C"/>
    <w:rsid w:val="003A3E00"/>
    <w:rsid w:val="003A4001"/>
    <w:rsid w:val="003A5A52"/>
    <w:rsid w:val="003A5F05"/>
    <w:rsid w:val="003A63CA"/>
    <w:rsid w:val="003A67DE"/>
    <w:rsid w:val="003A7EEF"/>
    <w:rsid w:val="003B18DD"/>
    <w:rsid w:val="003B1C5C"/>
    <w:rsid w:val="003B37D6"/>
    <w:rsid w:val="003B48FF"/>
    <w:rsid w:val="003B527C"/>
    <w:rsid w:val="003B6C66"/>
    <w:rsid w:val="003B7185"/>
    <w:rsid w:val="003C2553"/>
    <w:rsid w:val="003C44C4"/>
    <w:rsid w:val="003C4BF6"/>
    <w:rsid w:val="003C53C9"/>
    <w:rsid w:val="003C56B9"/>
    <w:rsid w:val="003D07E9"/>
    <w:rsid w:val="003D1263"/>
    <w:rsid w:val="003D27FA"/>
    <w:rsid w:val="003D2B1C"/>
    <w:rsid w:val="003D2D22"/>
    <w:rsid w:val="003D4CC9"/>
    <w:rsid w:val="003D4E66"/>
    <w:rsid w:val="003D575A"/>
    <w:rsid w:val="003D5ED2"/>
    <w:rsid w:val="003D658A"/>
    <w:rsid w:val="003E269E"/>
    <w:rsid w:val="003E610C"/>
    <w:rsid w:val="003E6FE1"/>
    <w:rsid w:val="003F0F9E"/>
    <w:rsid w:val="003F345E"/>
    <w:rsid w:val="003F5D8F"/>
    <w:rsid w:val="0040077A"/>
    <w:rsid w:val="00404FF8"/>
    <w:rsid w:val="00405107"/>
    <w:rsid w:val="00406259"/>
    <w:rsid w:val="00406417"/>
    <w:rsid w:val="00407395"/>
    <w:rsid w:val="00407A67"/>
    <w:rsid w:val="004103DC"/>
    <w:rsid w:val="0041444C"/>
    <w:rsid w:val="00415B0D"/>
    <w:rsid w:val="00416074"/>
    <w:rsid w:val="00417B10"/>
    <w:rsid w:val="004201A5"/>
    <w:rsid w:val="004208E9"/>
    <w:rsid w:val="00421DEC"/>
    <w:rsid w:val="004268D2"/>
    <w:rsid w:val="00430014"/>
    <w:rsid w:val="00430A61"/>
    <w:rsid w:val="00431429"/>
    <w:rsid w:val="0043150F"/>
    <w:rsid w:val="004361B1"/>
    <w:rsid w:val="0043727A"/>
    <w:rsid w:val="004445CA"/>
    <w:rsid w:val="00446251"/>
    <w:rsid w:val="004464B4"/>
    <w:rsid w:val="00446776"/>
    <w:rsid w:val="004514D4"/>
    <w:rsid w:val="00451EFB"/>
    <w:rsid w:val="00452315"/>
    <w:rsid w:val="00453DB1"/>
    <w:rsid w:val="004545B0"/>
    <w:rsid w:val="00454951"/>
    <w:rsid w:val="00454DC9"/>
    <w:rsid w:val="004553EF"/>
    <w:rsid w:val="00455EB9"/>
    <w:rsid w:val="004561D9"/>
    <w:rsid w:val="0045628B"/>
    <w:rsid w:val="00457006"/>
    <w:rsid w:val="00460654"/>
    <w:rsid w:val="00461FBF"/>
    <w:rsid w:val="00463B8C"/>
    <w:rsid w:val="00464D09"/>
    <w:rsid w:val="00465181"/>
    <w:rsid w:val="00465E29"/>
    <w:rsid w:val="00465F04"/>
    <w:rsid w:val="00471673"/>
    <w:rsid w:val="00471868"/>
    <w:rsid w:val="00473351"/>
    <w:rsid w:val="00475FFB"/>
    <w:rsid w:val="00476E13"/>
    <w:rsid w:val="00477E5C"/>
    <w:rsid w:val="004834AA"/>
    <w:rsid w:val="00483BE1"/>
    <w:rsid w:val="00484472"/>
    <w:rsid w:val="004850AD"/>
    <w:rsid w:val="00485288"/>
    <w:rsid w:val="00486386"/>
    <w:rsid w:val="00491531"/>
    <w:rsid w:val="00493967"/>
    <w:rsid w:val="0049439A"/>
    <w:rsid w:val="004954F0"/>
    <w:rsid w:val="00495B28"/>
    <w:rsid w:val="00497F6A"/>
    <w:rsid w:val="004A0421"/>
    <w:rsid w:val="004A1FD4"/>
    <w:rsid w:val="004A4DC0"/>
    <w:rsid w:val="004A59EE"/>
    <w:rsid w:val="004A70A0"/>
    <w:rsid w:val="004A73F8"/>
    <w:rsid w:val="004B0DC9"/>
    <w:rsid w:val="004B18E7"/>
    <w:rsid w:val="004B340A"/>
    <w:rsid w:val="004B4BC2"/>
    <w:rsid w:val="004B5BA5"/>
    <w:rsid w:val="004B6509"/>
    <w:rsid w:val="004B6626"/>
    <w:rsid w:val="004C27DF"/>
    <w:rsid w:val="004C2851"/>
    <w:rsid w:val="004C3A5B"/>
    <w:rsid w:val="004C5B1B"/>
    <w:rsid w:val="004C6197"/>
    <w:rsid w:val="004D0452"/>
    <w:rsid w:val="004D0465"/>
    <w:rsid w:val="004D1308"/>
    <w:rsid w:val="004D1903"/>
    <w:rsid w:val="004D1F40"/>
    <w:rsid w:val="004D35AE"/>
    <w:rsid w:val="004D35F5"/>
    <w:rsid w:val="004D4583"/>
    <w:rsid w:val="004D4E30"/>
    <w:rsid w:val="004D553E"/>
    <w:rsid w:val="004E19F5"/>
    <w:rsid w:val="004E2C71"/>
    <w:rsid w:val="004E3B8B"/>
    <w:rsid w:val="004E3E67"/>
    <w:rsid w:val="004E4F2E"/>
    <w:rsid w:val="004E5448"/>
    <w:rsid w:val="004E6244"/>
    <w:rsid w:val="004E658E"/>
    <w:rsid w:val="004E65AE"/>
    <w:rsid w:val="004E66DE"/>
    <w:rsid w:val="004F13EC"/>
    <w:rsid w:val="004F212E"/>
    <w:rsid w:val="004F3F7D"/>
    <w:rsid w:val="004F583C"/>
    <w:rsid w:val="004F6C8A"/>
    <w:rsid w:val="004F796B"/>
    <w:rsid w:val="005002AA"/>
    <w:rsid w:val="00500E4B"/>
    <w:rsid w:val="00500E5C"/>
    <w:rsid w:val="005018CD"/>
    <w:rsid w:val="00503CB1"/>
    <w:rsid w:val="00503FC4"/>
    <w:rsid w:val="00506BAA"/>
    <w:rsid w:val="00510FBF"/>
    <w:rsid w:val="005115D8"/>
    <w:rsid w:val="00513C7C"/>
    <w:rsid w:val="00513E1D"/>
    <w:rsid w:val="00514847"/>
    <w:rsid w:val="00515119"/>
    <w:rsid w:val="00515948"/>
    <w:rsid w:val="00515B38"/>
    <w:rsid w:val="00515D9A"/>
    <w:rsid w:val="00515EF0"/>
    <w:rsid w:val="00517B55"/>
    <w:rsid w:val="005231D3"/>
    <w:rsid w:val="0052343C"/>
    <w:rsid w:val="0052351C"/>
    <w:rsid w:val="00527658"/>
    <w:rsid w:val="00531735"/>
    <w:rsid w:val="005320E3"/>
    <w:rsid w:val="00532AB6"/>
    <w:rsid w:val="0053340D"/>
    <w:rsid w:val="00533A93"/>
    <w:rsid w:val="00533F4E"/>
    <w:rsid w:val="00534C4E"/>
    <w:rsid w:val="00534E91"/>
    <w:rsid w:val="00535365"/>
    <w:rsid w:val="005371FD"/>
    <w:rsid w:val="00542E21"/>
    <w:rsid w:val="00544954"/>
    <w:rsid w:val="005458FC"/>
    <w:rsid w:val="00547310"/>
    <w:rsid w:val="00547B3F"/>
    <w:rsid w:val="005512A9"/>
    <w:rsid w:val="00552AEA"/>
    <w:rsid w:val="0055511F"/>
    <w:rsid w:val="00556890"/>
    <w:rsid w:val="00560214"/>
    <w:rsid w:val="005623E5"/>
    <w:rsid w:val="00565139"/>
    <w:rsid w:val="00565A71"/>
    <w:rsid w:val="005661D9"/>
    <w:rsid w:val="00570CF3"/>
    <w:rsid w:val="005712A6"/>
    <w:rsid w:val="00571586"/>
    <w:rsid w:val="00571B17"/>
    <w:rsid w:val="00572DBF"/>
    <w:rsid w:val="00580A87"/>
    <w:rsid w:val="005822D4"/>
    <w:rsid w:val="00582667"/>
    <w:rsid w:val="005842CC"/>
    <w:rsid w:val="00584305"/>
    <w:rsid w:val="00584DBE"/>
    <w:rsid w:val="00585721"/>
    <w:rsid w:val="00585BEA"/>
    <w:rsid w:val="005901B1"/>
    <w:rsid w:val="00593CB8"/>
    <w:rsid w:val="0059568E"/>
    <w:rsid w:val="005A2107"/>
    <w:rsid w:val="005A220E"/>
    <w:rsid w:val="005A2A99"/>
    <w:rsid w:val="005A33DC"/>
    <w:rsid w:val="005A5B74"/>
    <w:rsid w:val="005A67B6"/>
    <w:rsid w:val="005A6ABD"/>
    <w:rsid w:val="005B0779"/>
    <w:rsid w:val="005B080B"/>
    <w:rsid w:val="005B1BD4"/>
    <w:rsid w:val="005B20AB"/>
    <w:rsid w:val="005B51F7"/>
    <w:rsid w:val="005B5B42"/>
    <w:rsid w:val="005B5CA3"/>
    <w:rsid w:val="005B732F"/>
    <w:rsid w:val="005C0AB8"/>
    <w:rsid w:val="005C17BA"/>
    <w:rsid w:val="005C2C67"/>
    <w:rsid w:val="005C5350"/>
    <w:rsid w:val="005C564D"/>
    <w:rsid w:val="005D04D7"/>
    <w:rsid w:val="005D07B0"/>
    <w:rsid w:val="005D2BA7"/>
    <w:rsid w:val="005D3963"/>
    <w:rsid w:val="005D47F8"/>
    <w:rsid w:val="005D6404"/>
    <w:rsid w:val="005D65E4"/>
    <w:rsid w:val="005D79AE"/>
    <w:rsid w:val="005E1E3E"/>
    <w:rsid w:val="005E27C5"/>
    <w:rsid w:val="005E3DA8"/>
    <w:rsid w:val="005E57B6"/>
    <w:rsid w:val="005E6A66"/>
    <w:rsid w:val="005E7234"/>
    <w:rsid w:val="005F067D"/>
    <w:rsid w:val="005F2B8E"/>
    <w:rsid w:val="005F4088"/>
    <w:rsid w:val="005F6CD2"/>
    <w:rsid w:val="00600E53"/>
    <w:rsid w:val="006018B5"/>
    <w:rsid w:val="006036B9"/>
    <w:rsid w:val="0060375B"/>
    <w:rsid w:val="00603A16"/>
    <w:rsid w:val="00604FCE"/>
    <w:rsid w:val="00606EAC"/>
    <w:rsid w:val="0061192F"/>
    <w:rsid w:val="00614540"/>
    <w:rsid w:val="00615FDB"/>
    <w:rsid w:val="0062108C"/>
    <w:rsid w:val="006214D1"/>
    <w:rsid w:val="00623B1D"/>
    <w:rsid w:val="006240B2"/>
    <w:rsid w:val="006243C6"/>
    <w:rsid w:val="00624D61"/>
    <w:rsid w:val="006255E3"/>
    <w:rsid w:val="00625F58"/>
    <w:rsid w:val="00630CB1"/>
    <w:rsid w:val="0063274F"/>
    <w:rsid w:val="0063420B"/>
    <w:rsid w:val="006347AE"/>
    <w:rsid w:val="006362DF"/>
    <w:rsid w:val="00636980"/>
    <w:rsid w:val="00636C06"/>
    <w:rsid w:val="00640ECC"/>
    <w:rsid w:val="006410DB"/>
    <w:rsid w:val="00641180"/>
    <w:rsid w:val="006412D6"/>
    <w:rsid w:val="00641E4A"/>
    <w:rsid w:val="00641EA7"/>
    <w:rsid w:val="00642D3C"/>
    <w:rsid w:val="00647D4D"/>
    <w:rsid w:val="00647E8D"/>
    <w:rsid w:val="00651555"/>
    <w:rsid w:val="00654555"/>
    <w:rsid w:val="00655768"/>
    <w:rsid w:val="0065578C"/>
    <w:rsid w:val="00655C77"/>
    <w:rsid w:val="00655F69"/>
    <w:rsid w:val="00656038"/>
    <w:rsid w:val="0066071C"/>
    <w:rsid w:val="006622E2"/>
    <w:rsid w:val="006636AE"/>
    <w:rsid w:val="00664826"/>
    <w:rsid w:val="00664A5C"/>
    <w:rsid w:val="00665436"/>
    <w:rsid w:val="00665EF8"/>
    <w:rsid w:val="0066692E"/>
    <w:rsid w:val="006674D9"/>
    <w:rsid w:val="0066770C"/>
    <w:rsid w:val="00667BF8"/>
    <w:rsid w:val="00667C92"/>
    <w:rsid w:val="006700AE"/>
    <w:rsid w:val="006707D5"/>
    <w:rsid w:val="0067366A"/>
    <w:rsid w:val="00673A52"/>
    <w:rsid w:val="00675DD0"/>
    <w:rsid w:val="00676274"/>
    <w:rsid w:val="00676557"/>
    <w:rsid w:val="0067664F"/>
    <w:rsid w:val="006774CD"/>
    <w:rsid w:val="0068059C"/>
    <w:rsid w:val="00683388"/>
    <w:rsid w:val="00683E1E"/>
    <w:rsid w:val="00684835"/>
    <w:rsid w:val="00686BBF"/>
    <w:rsid w:val="00687942"/>
    <w:rsid w:val="00687CC1"/>
    <w:rsid w:val="00690182"/>
    <w:rsid w:val="00690247"/>
    <w:rsid w:val="00691380"/>
    <w:rsid w:val="00692ABE"/>
    <w:rsid w:val="00693CBF"/>
    <w:rsid w:val="00693E95"/>
    <w:rsid w:val="0069404D"/>
    <w:rsid w:val="00694F26"/>
    <w:rsid w:val="00695E75"/>
    <w:rsid w:val="00696DAD"/>
    <w:rsid w:val="006A130F"/>
    <w:rsid w:val="006A19C9"/>
    <w:rsid w:val="006A2EDA"/>
    <w:rsid w:val="006A2F52"/>
    <w:rsid w:val="006A3263"/>
    <w:rsid w:val="006A3D3D"/>
    <w:rsid w:val="006A5429"/>
    <w:rsid w:val="006A604D"/>
    <w:rsid w:val="006A68B5"/>
    <w:rsid w:val="006A6A8B"/>
    <w:rsid w:val="006B532F"/>
    <w:rsid w:val="006B56BA"/>
    <w:rsid w:val="006B7346"/>
    <w:rsid w:val="006C21A9"/>
    <w:rsid w:val="006C43C0"/>
    <w:rsid w:val="006C568B"/>
    <w:rsid w:val="006C5AC8"/>
    <w:rsid w:val="006C71E1"/>
    <w:rsid w:val="006C7269"/>
    <w:rsid w:val="006C739C"/>
    <w:rsid w:val="006C7950"/>
    <w:rsid w:val="006D2E15"/>
    <w:rsid w:val="006D3C84"/>
    <w:rsid w:val="006D5233"/>
    <w:rsid w:val="006D6255"/>
    <w:rsid w:val="006E1357"/>
    <w:rsid w:val="006E3A05"/>
    <w:rsid w:val="006E3C9D"/>
    <w:rsid w:val="006E6112"/>
    <w:rsid w:val="006E71B0"/>
    <w:rsid w:val="006F0558"/>
    <w:rsid w:val="006F0ADA"/>
    <w:rsid w:val="006F3BD1"/>
    <w:rsid w:val="006F4C33"/>
    <w:rsid w:val="006F660C"/>
    <w:rsid w:val="006F6A68"/>
    <w:rsid w:val="006F7B56"/>
    <w:rsid w:val="006F7DBD"/>
    <w:rsid w:val="00700B30"/>
    <w:rsid w:val="00701162"/>
    <w:rsid w:val="00701C8D"/>
    <w:rsid w:val="007027C9"/>
    <w:rsid w:val="00702B94"/>
    <w:rsid w:val="00703F50"/>
    <w:rsid w:val="0070431E"/>
    <w:rsid w:val="00704C2B"/>
    <w:rsid w:val="0071010F"/>
    <w:rsid w:val="00710378"/>
    <w:rsid w:val="007125ED"/>
    <w:rsid w:val="00712F83"/>
    <w:rsid w:val="007133B6"/>
    <w:rsid w:val="00714D2F"/>
    <w:rsid w:val="007150A9"/>
    <w:rsid w:val="00715AD5"/>
    <w:rsid w:val="00716315"/>
    <w:rsid w:val="007175B2"/>
    <w:rsid w:val="00720707"/>
    <w:rsid w:val="007212C2"/>
    <w:rsid w:val="0072179A"/>
    <w:rsid w:val="007231B2"/>
    <w:rsid w:val="007312FC"/>
    <w:rsid w:val="00731ECD"/>
    <w:rsid w:val="007326DE"/>
    <w:rsid w:val="00733821"/>
    <w:rsid w:val="00733D11"/>
    <w:rsid w:val="007340E5"/>
    <w:rsid w:val="0073437D"/>
    <w:rsid w:val="00734DF1"/>
    <w:rsid w:val="00736FB7"/>
    <w:rsid w:val="00740321"/>
    <w:rsid w:val="007423DA"/>
    <w:rsid w:val="00743779"/>
    <w:rsid w:val="00743886"/>
    <w:rsid w:val="00745CA5"/>
    <w:rsid w:val="007467B9"/>
    <w:rsid w:val="007515CA"/>
    <w:rsid w:val="0075164C"/>
    <w:rsid w:val="0075342A"/>
    <w:rsid w:val="00753AA2"/>
    <w:rsid w:val="00753AE6"/>
    <w:rsid w:val="007545E9"/>
    <w:rsid w:val="00755389"/>
    <w:rsid w:val="00756476"/>
    <w:rsid w:val="00760425"/>
    <w:rsid w:val="00761922"/>
    <w:rsid w:val="007625DA"/>
    <w:rsid w:val="00762D4E"/>
    <w:rsid w:val="007632D5"/>
    <w:rsid w:val="00763B3A"/>
    <w:rsid w:val="00765275"/>
    <w:rsid w:val="00765BAE"/>
    <w:rsid w:val="007673CA"/>
    <w:rsid w:val="00767F3A"/>
    <w:rsid w:val="007700F7"/>
    <w:rsid w:val="0077217A"/>
    <w:rsid w:val="007724F0"/>
    <w:rsid w:val="00780D6C"/>
    <w:rsid w:val="00782891"/>
    <w:rsid w:val="0078425D"/>
    <w:rsid w:val="00787E31"/>
    <w:rsid w:val="00791D0A"/>
    <w:rsid w:val="0079223D"/>
    <w:rsid w:val="0079251B"/>
    <w:rsid w:val="00792E8A"/>
    <w:rsid w:val="00794662"/>
    <w:rsid w:val="00794DD3"/>
    <w:rsid w:val="00795505"/>
    <w:rsid w:val="0079689B"/>
    <w:rsid w:val="00796E7A"/>
    <w:rsid w:val="007970FE"/>
    <w:rsid w:val="00797A29"/>
    <w:rsid w:val="007A0938"/>
    <w:rsid w:val="007A0D59"/>
    <w:rsid w:val="007A0FF9"/>
    <w:rsid w:val="007A2139"/>
    <w:rsid w:val="007A2597"/>
    <w:rsid w:val="007A3C0D"/>
    <w:rsid w:val="007A4018"/>
    <w:rsid w:val="007A426C"/>
    <w:rsid w:val="007A6C44"/>
    <w:rsid w:val="007B0410"/>
    <w:rsid w:val="007B0E52"/>
    <w:rsid w:val="007B35B0"/>
    <w:rsid w:val="007B450A"/>
    <w:rsid w:val="007B672A"/>
    <w:rsid w:val="007B683D"/>
    <w:rsid w:val="007B7286"/>
    <w:rsid w:val="007B7C1E"/>
    <w:rsid w:val="007C0518"/>
    <w:rsid w:val="007C2669"/>
    <w:rsid w:val="007C2B22"/>
    <w:rsid w:val="007C3284"/>
    <w:rsid w:val="007C4CD8"/>
    <w:rsid w:val="007D15B6"/>
    <w:rsid w:val="007D39E2"/>
    <w:rsid w:val="007D6DDF"/>
    <w:rsid w:val="007E00FA"/>
    <w:rsid w:val="007E06B8"/>
    <w:rsid w:val="007E24A1"/>
    <w:rsid w:val="007E34E9"/>
    <w:rsid w:val="007E35EF"/>
    <w:rsid w:val="007E7918"/>
    <w:rsid w:val="007F227E"/>
    <w:rsid w:val="007F2515"/>
    <w:rsid w:val="007F368D"/>
    <w:rsid w:val="007F43ED"/>
    <w:rsid w:val="007F64EA"/>
    <w:rsid w:val="007F7ED8"/>
    <w:rsid w:val="00800924"/>
    <w:rsid w:val="00801514"/>
    <w:rsid w:val="00802199"/>
    <w:rsid w:val="00802B32"/>
    <w:rsid w:val="00802DE8"/>
    <w:rsid w:val="008034CF"/>
    <w:rsid w:val="00803D7B"/>
    <w:rsid w:val="00804838"/>
    <w:rsid w:val="00806658"/>
    <w:rsid w:val="00807FC3"/>
    <w:rsid w:val="00810793"/>
    <w:rsid w:val="0081080C"/>
    <w:rsid w:val="008121F4"/>
    <w:rsid w:val="00812B73"/>
    <w:rsid w:val="00813623"/>
    <w:rsid w:val="00814950"/>
    <w:rsid w:val="00814A9E"/>
    <w:rsid w:val="00815025"/>
    <w:rsid w:val="008150B1"/>
    <w:rsid w:val="008219FC"/>
    <w:rsid w:val="00824213"/>
    <w:rsid w:val="00825BDD"/>
    <w:rsid w:val="008272ED"/>
    <w:rsid w:val="00830FA0"/>
    <w:rsid w:val="00834270"/>
    <w:rsid w:val="00841015"/>
    <w:rsid w:val="008444CB"/>
    <w:rsid w:val="00844717"/>
    <w:rsid w:val="00844C79"/>
    <w:rsid w:val="00847B56"/>
    <w:rsid w:val="00850057"/>
    <w:rsid w:val="00850F17"/>
    <w:rsid w:val="00851935"/>
    <w:rsid w:val="0085265A"/>
    <w:rsid w:val="0085266C"/>
    <w:rsid w:val="00853B05"/>
    <w:rsid w:val="00853D76"/>
    <w:rsid w:val="00854387"/>
    <w:rsid w:val="00854625"/>
    <w:rsid w:val="008548DD"/>
    <w:rsid w:val="00857482"/>
    <w:rsid w:val="00862287"/>
    <w:rsid w:val="008630AB"/>
    <w:rsid w:val="008637E3"/>
    <w:rsid w:val="00863AA7"/>
    <w:rsid w:val="00866484"/>
    <w:rsid w:val="008703B0"/>
    <w:rsid w:val="00871079"/>
    <w:rsid w:val="00871934"/>
    <w:rsid w:val="00873061"/>
    <w:rsid w:val="008732F5"/>
    <w:rsid w:val="008755DE"/>
    <w:rsid w:val="00875E70"/>
    <w:rsid w:val="00880064"/>
    <w:rsid w:val="00880EDF"/>
    <w:rsid w:val="00883ABC"/>
    <w:rsid w:val="00883EC5"/>
    <w:rsid w:val="008840CD"/>
    <w:rsid w:val="00884BA2"/>
    <w:rsid w:val="0088631A"/>
    <w:rsid w:val="008907D5"/>
    <w:rsid w:val="00890967"/>
    <w:rsid w:val="00893BBB"/>
    <w:rsid w:val="00893DF0"/>
    <w:rsid w:val="00895E0C"/>
    <w:rsid w:val="008A3209"/>
    <w:rsid w:val="008A3531"/>
    <w:rsid w:val="008A3F2D"/>
    <w:rsid w:val="008A58AF"/>
    <w:rsid w:val="008A5BE1"/>
    <w:rsid w:val="008A5DCE"/>
    <w:rsid w:val="008A76EE"/>
    <w:rsid w:val="008B3283"/>
    <w:rsid w:val="008B6854"/>
    <w:rsid w:val="008B776D"/>
    <w:rsid w:val="008B777F"/>
    <w:rsid w:val="008B78A9"/>
    <w:rsid w:val="008C06D1"/>
    <w:rsid w:val="008C28B1"/>
    <w:rsid w:val="008C352C"/>
    <w:rsid w:val="008C3CB4"/>
    <w:rsid w:val="008C492A"/>
    <w:rsid w:val="008C49C4"/>
    <w:rsid w:val="008C4C98"/>
    <w:rsid w:val="008C718D"/>
    <w:rsid w:val="008D02BE"/>
    <w:rsid w:val="008D2E96"/>
    <w:rsid w:val="008D4342"/>
    <w:rsid w:val="008D43F5"/>
    <w:rsid w:val="008E069C"/>
    <w:rsid w:val="008E1110"/>
    <w:rsid w:val="008E27E9"/>
    <w:rsid w:val="008E68E1"/>
    <w:rsid w:val="008E6F03"/>
    <w:rsid w:val="008F0D55"/>
    <w:rsid w:val="008F5105"/>
    <w:rsid w:val="008F556C"/>
    <w:rsid w:val="008F7C92"/>
    <w:rsid w:val="009031E6"/>
    <w:rsid w:val="009039DC"/>
    <w:rsid w:val="0090465E"/>
    <w:rsid w:val="00906199"/>
    <w:rsid w:val="00907533"/>
    <w:rsid w:val="00907B77"/>
    <w:rsid w:val="0091006B"/>
    <w:rsid w:val="00914AE3"/>
    <w:rsid w:val="00914BCD"/>
    <w:rsid w:val="00914CDC"/>
    <w:rsid w:val="00914E02"/>
    <w:rsid w:val="0091565A"/>
    <w:rsid w:val="009165B0"/>
    <w:rsid w:val="00916D8A"/>
    <w:rsid w:val="009178AA"/>
    <w:rsid w:val="009219B5"/>
    <w:rsid w:val="00922784"/>
    <w:rsid w:val="00923D7A"/>
    <w:rsid w:val="009243F7"/>
    <w:rsid w:val="00924496"/>
    <w:rsid w:val="00926432"/>
    <w:rsid w:val="00926ED4"/>
    <w:rsid w:val="00930556"/>
    <w:rsid w:val="009315B8"/>
    <w:rsid w:val="00931753"/>
    <w:rsid w:val="00933CC2"/>
    <w:rsid w:val="0093402B"/>
    <w:rsid w:val="00934EE7"/>
    <w:rsid w:val="00935BFC"/>
    <w:rsid w:val="00935F3D"/>
    <w:rsid w:val="009379D4"/>
    <w:rsid w:val="00937B97"/>
    <w:rsid w:val="009421B0"/>
    <w:rsid w:val="00944D5C"/>
    <w:rsid w:val="00944F10"/>
    <w:rsid w:val="00945B10"/>
    <w:rsid w:val="00950064"/>
    <w:rsid w:val="009504C5"/>
    <w:rsid w:val="009513EE"/>
    <w:rsid w:val="00951688"/>
    <w:rsid w:val="00952168"/>
    <w:rsid w:val="00953BA5"/>
    <w:rsid w:val="00955BF3"/>
    <w:rsid w:val="00955E69"/>
    <w:rsid w:val="009562F9"/>
    <w:rsid w:val="009573DC"/>
    <w:rsid w:val="00960C9C"/>
    <w:rsid w:val="009613CB"/>
    <w:rsid w:val="00961E52"/>
    <w:rsid w:val="0096206C"/>
    <w:rsid w:val="00963590"/>
    <w:rsid w:val="009656A1"/>
    <w:rsid w:val="0096606A"/>
    <w:rsid w:val="0096785D"/>
    <w:rsid w:val="00967DE2"/>
    <w:rsid w:val="0097019D"/>
    <w:rsid w:val="00971C24"/>
    <w:rsid w:val="0097298F"/>
    <w:rsid w:val="0097401C"/>
    <w:rsid w:val="00977689"/>
    <w:rsid w:val="009810D6"/>
    <w:rsid w:val="0098242F"/>
    <w:rsid w:val="00985550"/>
    <w:rsid w:val="009868CB"/>
    <w:rsid w:val="00990CF6"/>
    <w:rsid w:val="00993EA7"/>
    <w:rsid w:val="00994EDD"/>
    <w:rsid w:val="00997BD4"/>
    <w:rsid w:val="00997DAD"/>
    <w:rsid w:val="009A0C93"/>
    <w:rsid w:val="009A340A"/>
    <w:rsid w:val="009A5A04"/>
    <w:rsid w:val="009B006E"/>
    <w:rsid w:val="009B2006"/>
    <w:rsid w:val="009B2859"/>
    <w:rsid w:val="009B3E70"/>
    <w:rsid w:val="009B7495"/>
    <w:rsid w:val="009C0C27"/>
    <w:rsid w:val="009C2119"/>
    <w:rsid w:val="009C294C"/>
    <w:rsid w:val="009C4DAD"/>
    <w:rsid w:val="009C4F8B"/>
    <w:rsid w:val="009C546A"/>
    <w:rsid w:val="009C6283"/>
    <w:rsid w:val="009D00FC"/>
    <w:rsid w:val="009D066A"/>
    <w:rsid w:val="009D14AC"/>
    <w:rsid w:val="009D258D"/>
    <w:rsid w:val="009D294B"/>
    <w:rsid w:val="009D519B"/>
    <w:rsid w:val="009D6C7F"/>
    <w:rsid w:val="009D7896"/>
    <w:rsid w:val="009E09C9"/>
    <w:rsid w:val="009E0B8E"/>
    <w:rsid w:val="009E0F0A"/>
    <w:rsid w:val="009E1AAA"/>
    <w:rsid w:val="009E1E9B"/>
    <w:rsid w:val="009E22F0"/>
    <w:rsid w:val="009E2606"/>
    <w:rsid w:val="009E2A63"/>
    <w:rsid w:val="009E374D"/>
    <w:rsid w:val="009E3C5E"/>
    <w:rsid w:val="009E3CA3"/>
    <w:rsid w:val="009E4211"/>
    <w:rsid w:val="009E4537"/>
    <w:rsid w:val="009E6EE6"/>
    <w:rsid w:val="009F004A"/>
    <w:rsid w:val="009F2956"/>
    <w:rsid w:val="009F2DAC"/>
    <w:rsid w:val="009F3094"/>
    <w:rsid w:val="009F3B52"/>
    <w:rsid w:val="009F5551"/>
    <w:rsid w:val="009F64A9"/>
    <w:rsid w:val="00A0096B"/>
    <w:rsid w:val="00A00CC7"/>
    <w:rsid w:val="00A01521"/>
    <w:rsid w:val="00A03237"/>
    <w:rsid w:val="00A04A41"/>
    <w:rsid w:val="00A05EC3"/>
    <w:rsid w:val="00A07EF0"/>
    <w:rsid w:val="00A109FB"/>
    <w:rsid w:val="00A115B6"/>
    <w:rsid w:val="00A1452A"/>
    <w:rsid w:val="00A14EEE"/>
    <w:rsid w:val="00A15168"/>
    <w:rsid w:val="00A17084"/>
    <w:rsid w:val="00A20272"/>
    <w:rsid w:val="00A23999"/>
    <w:rsid w:val="00A2439B"/>
    <w:rsid w:val="00A2564E"/>
    <w:rsid w:val="00A30F07"/>
    <w:rsid w:val="00A33F6C"/>
    <w:rsid w:val="00A347C0"/>
    <w:rsid w:val="00A351A2"/>
    <w:rsid w:val="00A35BC1"/>
    <w:rsid w:val="00A363F0"/>
    <w:rsid w:val="00A367B0"/>
    <w:rsid w:val="00A37E15"/>
    <w:rsid w:val="00A418C3"/>
    <w:rsid w:val="00A4525F"/>
    <w:rsid w:val="00A47193"/>
    <w:rsid w:val="00A50438"/>
    <w:rsid w:val="00A50DB9"/>
    <w:rsid w:val="00A514DA"/>
    <w:rsid w:val="00A54DD5"/>
    <w:rsid w:val="00A55515"/>
    <w:rsid w:val="00A56E67"/>
    <w:rsid w:val="00A57066"/>
    <w:rsid w:val="00A62920"/>
    <w:rsid w:val="00A65CB2"/>
    <w:rsid w:val="00A65F47"/>
    <w:rsid w:val="00A66270"/>
    <w:rsid w:val="00A67FA6"/>
    <w:rsid w:val="00A713D9"/>
    <w:rsid w:val="00A71823"/>
    <w:rsid w:val="00A71E5F"/>
    <w:rsid w:val="00A7235C"/>
    <w:rsid w:val="00A72D84"/>
    <w:rsid w:val="00A73F27"/>
    <w:rsid w:val="00A74857"/>
    <w:rsid w:val="00A77EA0"/>
    <w:rsid w:val="00A810A6"/>
    <w:rsid w:val="00A81163"/>
    <w:rsid w:val="00A813C4"/>
    <w:rsid w:val="00A8182E"/>
    <w:rsid w:val="00A82846"/>
    <w:rsid w:val="00A82DDA"/>
    <w:rsid w:val="00A84469"/>
    <w:rsid w:val="00A84D8E"/>
    <w:rsid w:val="00A86A06"/>
    <w:rsid w:val="00A86C33"/>
    <w:rsid w:val="00A87229"/>
    <w:rsid w:val="00A8734B"/>
    <w:rsid w:val="00A87DE6"/>
    <w:rsid w:val="00A90195"/>
    <w:rsid w:val="00A90E2E"/>
    <w:rsid w:val="00A92765"/>
    <w:rsid w:val="00A92A0C"/>
    <w:rsid w:val="00A92C5C"/>
    <w:rsid w:val="00A9302B"/>
    <w:rsid w:val="00A95EC5"/>
    <w:rsid w:val="00A964F1"/>
    <w:rsid w:val="00AA12A9"/>
    <w:rsid w:val="00AA1A45"/>
    <w:rsid w:val="00AA2928"/>
    <w:rsid w:val="00AA41D6"/>
    <w:rsid w:val="00AA5732"/>
    <w:rsid w:val="00AA61A9"/>
    <w:rsid w:val="00AA7776"/>
    <w:rsid w:val="00AB1B60"/>
    <w:rsid w:val="00AB314E"/>
    <w:rsid w:val="00AB459E"/>
    <w:rsid w:val="00AB4BEC"/>
    <w:rsid w:val="00AB542F"/>
    <w:rsid w:val="00AB54A3"/>
    <w:rsid w:val="00AB6E7E"/>
    <w:rsid w:val="00AC049F"/>
    <w:rsid w:val="00AC13AB"/>
    <w:rsid w:val="00AC142A"/>
    <w:rsid w:val="00AC1668"/>
    <w:rsid w:val="00AC3689"/>
    <w:rsid w:val="00AC41F1"/>
    <w:rsid w:val="00AC7C08"/>
    <w:rsid w:val="00AC7FC5"/>
    <w:rsid w:val="00AD35B4"/>
    <w:rsid w:val="00AD54C3"/>
    <w:rsid w:val="00AD63B9"/>
    <w:rsid w:val="00AD6F8D"/>
    <w:rsid w:val="00AE0245"/>
    <w:rsid w:val="00AE06BF"/>
    <w:rsid w:val="00AE0D4A"/>
    <w:rsid w:val="00AE4521"/>
    <w:rsid w:val="00AE5C58"/>
    <w:rsid w:val="00AF01C2"/>
    <w:rsid w:val="00AF043C"/>
    <w:rsid w:val="00AF28E8"/>
    <w:rsid w:val="00AF29B4"/>
    <w:rsid w:val="00AF6EA0"/>
    <w:rsid w:val="00AF789A"/>
    <w:rsid w:val="00B0533B"/>
    <w:rsid w:val="00B05880"/>
    <w:rsid w:val="00B1026C"/>
    <w:rsid w:val="00B12305"/>
    <w:rsid w:val="00B12B87"/>
    <w:rsid w:val="00B13180"/>
    <w:rsid w:val="00B13DA3"/>
    <w:rsid w:val="00B22EAB"/>
    <w:rsid w:val="00B25DF0"/>
    <w:rsid w:val="00B300C0"/>
    <w:rsid w:val="00B31368"/>
    <w:rsid w:val="00B32661"/>
    <w:rsid w:val="00B33A71"/>
    <w:rsid w:val="00B34303"/>
    <w:rsid w:val="00B35842"/>
    <w:rsid w:val="00B41514"/>
    <w:rsid w:val="00B419AC"/>
    <w:rsid w:val="00B41C2C"/>
    <w:rsid w:val="00B41DCE"/>
    <w:rsid w:val="00B41FAC"/>
    <w:rsid w:val="00B42712"/>
    <w:rsid w:val="00B42FC2"/>
    <w:rsid w:val="00B43C7E"/>
    <w:rsid w:val="00B46063"/>
    <w:rsid w:val="00B50417"/>
    <w:rsid w:val="00B514CC"/>
    <w:rsid w:val="00B540E7"/>
    <w:rsid w:val="00B551F2"/>
    <w:rsid w:val="00B60B00"/>
    <w:rsid w:val="00B60E05"/>
    <w:rsid w:val="00B612B6"/>
    <w:rsid w:val="00B6241C"/>
    <w:rsid w:val="00B6524F"/>
    <w:rsid w:val="00B6558A"/>
    <w:rsid w:val="00B67CB4"/>
    <w:rsid w:val="00B708F7"/>
    <w:rsid w:val="00B7211C"/>
    <w:rsid w:val="00B72A51"/>
    <w:rsid w:val="00B72BC6"/>
    <w:rsid w:val="00B7302E"/>
    <w:rsid w:val="00B73FE5"/>
    <w:rsid w:val="00B746AF"/>
    <w:rsid w:val="00B7537A"/>
    <w:rsid w:val="00B758C2"/>
    <w:rsid w:val="00B80399"/>
    <w:rsid w:val="00B83254"/>
    <w:rsid w:val="00B8415B"/>
    <w:rsid w:val="00B856EF"/>
    <w:rsid w:val="00B86DFD"/>
    <w:rsid w:val="00B870A6"/>
    <w:rsid w:val="00B90E70"/>
    <w:rsid w:val="00B919E4"/>
    <w:rsid w:val="00B91B45"/>
    <w:rsid w:val="00B920D4"/>
    <w:rsid w:val="00B92478"/>
    <w:rsid w:val="00B92BD3"/>
    <w:rsid w:val="00B94B2C"/>
    <w:rsid w:val="00B9575D"/>
    <w:rsid w:val="00B970BE"/>
    <w:rsid w:val="00B975F1"/>
    <w:rsid w:val="00B97E34"/>
    <w:rsid w:val="00BA2EB2"/>
    <w:rsid w:val="00BA3EA0"/>
    <w:rsid w:val="00BA5323"/>
    <w:rsid w:val="00BB018E"/>
    <w:rsid w:val="00BB1CEB"/>
    <w:rsid w:val="00BB1E17"/>
    <w:rsid w:val="00BB3BA8"/>
    <w:rsid w:val="00BB60F3"/>
    <w:rsid w:val="00BB68AA"/>
    <w:rsid w:val="00BB730A"/>
    <w:rsid w:val="00BC0505"/>
    <w:rsid w:val="00BC7C32"/>
    <w:rsid w:val="00BC7D6B"/>
    <w:rsid w:val="00BD21D6"/>
    <w:rsid w:val="00BD3C78"/>
    <w:rsid w:val="00BD3E1C"/>
    <w:rsid w:val="00BD731F"/>
    <w:rsid w:val="00BD7D62"/>
    <w:rsid w:val="00BE70FE"/>
    <w:rsid w:val="00BE78B9"/>
    <w:rsid w:val="00BE7CEA"/>
    <w:rsid w:val="00BF00FC"/>
    <w:rsid w:val="00BF1C4F"/>
    <w:rsid w:val="00BF2106"/>
    <w:rsid w:val="00BF28DC"/>
    <w:rsid w:val="00BF4549"/>
    <w:rsid w:val="00BF5E94"/>
    <w:rsid w:val="00C00218"/>
    <w:rsid w:val="00C01773"/>
    <w:rsid w:val="00C01CA1"/>
    <w:rsid w:val="00C02AE6"/>
    <w:rsid w:val="00C03440"/>
    <w:rsid w:val="00C03467"/>
    <w:rsid w:val="00C0387A"/>
    <w:rsid w:val="00C0662B"/>
    <w:rsid w:val="00C07CA8"/>
    <w:rsid w:val="00C07F5D"/>
    <w:rsid w:val="00C102F0"/>
    <w:rsid w:val="00C11587"/>
    <w:rsid w:val="00C1333C"/>
    <w:rsid w:val="00C1433B"/>
    <w:rsid w:val="00C21331"/>
    <w:rsid w:val="00C22550"/>
    <w:rsid w:val="00C22CA7"/>
    <w:rsid w:val="00C23FD0"/>
    <w:rsid w:val="00C257A2"/>
    <w:rsid w:val="00C268CB"/>
    <w:rsid w:val="00C26EDC"/>
    <w:rsid w:val="00C321B6"/>
    <w:rsid w:val="00C340C6"/>
    <w:rsid w:val="00C34187"/>
    <w:rsid w:val="00C35150"/>
    <w:rsid w:val="00C3783C"/>
    <w:rsid w:val="00C41318"/>
    <w:rsid w:val="00C41A21"/>
    <w:rsid w:val="00C420F8"/>
    <w:rsid w:val="00C421FD"/>
    <w:rsid w:val="00C42790"/>
    <w:rsid w:val="00C42F95"/>
    <w:rsid w:val="00C43380"/>
    <w:rsid w:val="00C4415D"/>
    <w:rsid w:val="00C46E39"/>
    <w:rsid w:val="00C47606"/>
    <w:rsid w:val="00C500B9"/>
    <w:rsid w:val="00C5043F"/>
    <w:rsid w:val="00C5084B"/>
    <w:rsid w:val="00C52678"/>
    <w:rsid w:val="00C53082"/>
    <w:rsid w:val="00C532ED"/>
    <w:rsid w:val="00C562ED"/>
    <w:rsid w:val="00C57B01"/>
    <w:rsid w:val="00C61BD6"/>
    <w:rsid w:val="00C64644"/>
    <w:rsid w:val="00C64AF5"/>
    <w:rsid w:val="00C6714A"/>
    <w:rsid w:val="00C67C6A"/>
    <w:rsid w:val="00C70B07"/>
    <w:rsid w:val="00C70CE9"/>
    <w:rsid w:val="00C713F9"/>
    <w:rsid w:val="00C71D6A"/>
    <w:rsid w:val="00C72CD3"/>
    <w:rsid w:val="00C73E2B"/>
    <w:rsid w:val="00C76319"/>
    <w:rsid w:val="00C76CF2"/>
    <w:rsid w:val="00C77586"/>
    <w:rsid w:val="00C80F0B"/>
    <w:rsid w:val="00C8157D"/>
    <w:rsid w:val="00C82755"/>
    <w:rsid w:val="00C8294D"/>
    <w:rsid w:val="00C84FD6"/>
    <w:rsid w:val="00C850E2"/>
    <w:rsid w:val="00C85DDE"/>
    <w:rsid w:val="00C8644F"/>
    <w:rsid w:val="00C920EA"/>
    <w:rsid w:val="00C92683"/>
    <w:rsid w:val="00C93157"/>
    <w:rsid w:val="00C9333A"/>
    <w:rsid w:val="00C944E1"/>
    <w:rsid w:val="00CA0D48"/>
    <w:rsid w:val="00CA0E29"/>
    <w:rsid w:val="00CA29B1"/>
    <w:rsid w:val="00CA349E"/>
    <w:rsid w:val="00CA4A77"/>
    <w:rsid w:val="00CA7BEA"/>
    <w:rsid w:val="00CB028E"/>
    <w:rsid w:val="00CB0A37"/>
    <w:rsid w:val="00CB1F06"/>
    <w:rsid w:val="00CB24D3"/>
    <w:rsid w:val="00CB2C7E"/>
    <w:rsid w:val="00CB57E9"/>
    <w:rsid w:val="00CC0B7B"/>
    <w:rsid w:val="00CC1C29"/>
    <w:rsid w:val="00CC2272"/>
    <w:rsid w:val="00CC2B73"/>
    <w:rsid w:val="00CC2F83"/>
    <w:rsid w:val="00CC3517"/>
    <w:rsid w:val="00CC4025"/>
    <w:rsid w:val="00CC4B4D"/>
    <w:rsid w:val="00CC7610"/>
    <w:rsid w:val="00CC7BEE"/>
    <w:rsid w:val="00CC7E4D"/>
    <w:rsid w:val="00CD2D75"/>
    <w:rsid w:val="00CD3269"/>
    <w:rsid w:val="00CD3689"/>
    <w:rsid w:val="00CD3EE8"/>
    <w:rsid w:val="00CD56F5"/>
    <w:rsid w:val="00CD6C5C"/>
    <w:rsid w:val="00CD794C"/>
    <w:rsid w:val="00CE05F2"/>
    <w:rsid w:val="00CE2172"/>
    <w:rsid w:val="00CE2C54"/>
    <w:rsid w:val="00CE2ED6"/>
    <w:rsid w:val="00CE3CA9"/>
    <w:rsid w:val="00CE418C"/>
    <w:rsid w:val="00CE5010"/>
    <w:rsid w:val="00CE50CF"/>
    <w:rsid w:val="00CE51FF"/>
    <w:rsid w:val="00CE578B"/>
    <w:rsid w:val="00CE582F"/>
    <w:rsid w:val="00CE6AF3"/>
    <w:rsid w:val="00CF5390"/>
    <w:rsid w:val="00CF77F7"/>
    <w:rsid w:val="00D01501"/>
    <w:rsid w:val="00D025CF"/>
    <w:rsid w:val="00D02BB7"/>
    <w:rsid w:val="00D03795"/>
    <w:rsid w:val="00D0680A"/>
    <w:rsid w:val="00D06D96"/>
    <w:rsid w:val="00D1219D"/>
    <w:rsid w:val="00D124BB"/>
    <w:rsid w:val="00D125DE"/>
    <w:rsid w:val="00D13A59"/>
    <w:rsid w:val="00D13F01"/>
    <w:rsid w:val="00D155F3"/>
    <w:rsid w:val="00D15765"/>
    <w:rsid w:val="00D15CAB"/>
    <w:rsid w:val="00D162AC"/>
    <w:rsid w:val="00D1671E"/>
    <w:rsid w:val="00D17229"/>
    <w:rsid w:val="00D20FB8"/>
    <w:rsid w:val="00D2151B"/>
    <w:rsid w:val="00D219B9"/>
    <w:rsid w:val="00D2462A"/>
    <w:rsid w:val="00D26685"/>
    <w:rsid w:val="00D26693"/>
    <w:rsid w:val="00D2680D"/>
    <w:rsid w:val="00D26928"/>
    <w:rsid w:val="00D27074"/>
    <w:rsid w:val="00D276B4"/>
    <w:rsid w:val="00D3120C"/>
    <w:rsid w:val="00D31FB9"/>
    <w:rsid w:val="00D32ADE"/>
    <w:rsid w:val="00D33D05"/>
    <w:rsid w:val="00D34B3F"/>
    <w:rsid w:val="00D34ED8"/>
    <w:rsid w:val="00D3566D"/>
    <w:rsid w:val="00D4022C"/>
    <w:rsid w:val="00D41C95"/>
    <w:rsid w:val="00D41D37"/>
    <w:rsid w:val="00D4228F"/>
    <w:rsid w:val="00D42528"/>
    <w:rsid w:val="00D4282A"/>
    <w:rsid w:val="00D44F5D"/>
    <w:rsid w:val="00D45EC1"/>
    <w:rsid w:val="00D46200"/>
    <w:rsid w:val="00D46376"/>
    <w:rsid w:val="00D46CF9"/>
    <w:rsid w:val="00D521A8"/>
    <w:rsid w:val="00D536AA"/>
    <w:rsid w:val="00D54595"/>
    <w:rsid w:val="00D54990"/>
    <w:rsid w:val="00D57F83"/>
    <w:rsid w:val="00D60FC7"/>
    <w:rsid w:val="00D613B6"/>
    <w:rsid w:val="00D63D54"/>
    <w:rsid w:val="00D6536B"/>
    <w:rsid w:val="00D653CA"/>
    <w:rsid w:val="00D67824"/>
    <w:rsid w:val="00D678CF"/>
    <w:rsid w:val="00D712E6"/>
    <w:rsid w:val="00D717D2"/>
    <w:rsid w:val="00D7389F"/>
    <w:rsid w:val="00D73E45"/>
    <w:rsid w:val="00D75083"/>
    <w:rsid w:val="00D76F98"/>
    <w:rsid w:val="00D815CE"/>
    <w:rsid w:val="00D8188F"/>
    <w:rsid w:val="00D81EF6"/>
    <w:rsid w:val="00D83839"/>
    <w:rsid w:val="00D847B0"/>
    <w:rsid w:val="00D84DB4"/>
    <w:rsid w:val="00D86285"/>
    <w:rsid w:val="00D86294"/>
    <w:rsid w:val="00D8781E"/>
    <w:rsid w:val="00D905F1"/>
    <w:rsid w:val="00D90A93"/>
    <w:rsid w:val="00D919BF"/>
    <w:rsid w:val="00D929BE"/>
    <w:rsid w:val="00D93277"/>
    <w:rsid w:val="00D95EA6"/>
    <w:rsid w:val="00D96D44"/>
    <w:rsid w:val="00DA010D"/>
    <w:rsid w:val="00DA4871"/>
    <w:rsid w:val="00DA5B35"/>
    <w:rsid w:val="00DA7EC5"/>
    <w:rsid w:val="00DB2EF5"/>
    <w:rsid w:val="00DB5BB5"/>
    <w:rsid w:val="00DB7110"/>
    <w:rsid w:val="00DB757E"/>
    <w:rsid w:val="00DC230A"/>
    <w:rsid w:val="00DC26BD"/>
    <w:rsid w:val="00DC5F80"/>
    <w:rsid w:val="00DC66D6"/>
    <w:rsid w:val="00DC6CA3"/>
    <w:rsid w:val="00DC7B5B"/>
    <w:rsid w:val="00DD14BC"/>
    <w:rsid w:val="00DD286D"/>
    <w:rsid w:val="00DD3DF3"/>
    <w:rsid w:val="00DD407D"/>
    <w:rsid w:val="00DD457D"/>
    <w:rsid w:val="00DD5D0A"/>
    <w:rsid w:val="00DD6189"/>
    <w:rsid w:val="00DD7DC4"/>
    <w:rsid w:val="00DE0D93"/>
    <w:rsid w:val="00DE28AF"/>
    <w:rsid w:val="00DE4546"/>
    <w:rsid w:val="00DE53E4"/>
    <w:rsid w:val="00DE7CD2"/>
    <w:rsid w:val="00DE7F40"/>
    <w:rsid w:val="00DE7F57"/>
    <w:rsid w:val="00DF07B1"/>
    <w:rsid w:val="00DF0DE5"/>
    <w:rsid w:val="00DF26B2"/>
    <w:rsid w:val="00DF2DC7"/>
    <w:rsid w:val="00DF43C1"/>
    <w:rsid w:val="00DF474B"/>
    <w:rsid w:val="00DF5330"/>
    <w:rsid w:val="00DF537C"/>
    <w:rsid w:val="00E000B9"/>
    <w:rsid w:val="00E01693"/>
    <w:rsid w:val="00E0278A"/>
    <w:rsid w:val="00E045F7"/>
    <w:rsid w:val="00E04F9E"/>
    <w:rsid w:val="00E0509B"/>
    <w:rsid w:val="00E06732"/>
    <w:rsid w:val="00E0676E"/>
    <w:rsid w:val="00E11AF2"/>
    <w:rsid w:val="00E144C7"/>
    <w:rsid w:val="00E15F94"/>
    <w:rsid w:val="00E16971"/>
    <w:rsid w:val="00E20445"/>
    <w:rsid w:val="00E210AD"/>
    <w:rsid w:val="00E21EF7"/>
    <w:rsid w:val="00E22EAC"/>
    <w:rsid w:val="00E24748"/>
    <w:rsid w:val="00E26C40"/>
    <w:rsid w:val="00E30F90"/>
    <w:rsid w:val="00E30FFA"/>
    <w:rsid w:val="00E3339A"/>
    <w:rsid w:val="00E33AF7"/>
    <w:rsid w:val="00E36A0F"/>
    <w:rsid w:val="00E36F98"/>
    <w:rsid w:val="00E4075C"/>
    <w:rsid w:val="00E41D52"/>
    <w:rsid w:val="00E42F5D"/>
    <w:rsid w:val="00E44E9B"/>
    <w:rsid w:val="00E458AD"/>
    <w:rsid w:val="00E45B8D"/>
    <w:rsid w:val="00E45F8E"/>
    <w:rsid w:val="00E50182"/>
    <w:rsid w:val="00E50E60"/>
    <w:rsid w:val="00E51050"/>
    <w:rsid w:val="00E52F5F"/>
    <w:rsid w:val="00E5316E"/>
    <w:rsid w:val="00E5369D"/>
    <w:rsid w:val="00E53E73"/>
    <w:rsid w:val="00E54D72"/>
    <w:rsid w:val="00E55B44"/>
    <w:rsid w:val="00E609F1"/>
    <w:rsid w:val="00E6101F"/>
    <w:rsid w:val="00E617E9"/>
    <w:rsid w:val="00E61E24"/>
    <w:rsid w:val="00E63A86"/>
    <w:rsid w:val="00E63FCC"/>
    <w:rsid w:val="00E63FDE"/>
    <w:rsid w:val="00E65045"/>
    <w:rsid w:val="00E65B41"/>
    <w:rsid w:val="00E6638A"/>
    <w:rsid w:val="00E66CA2"/>
    <w:rsid w:val="00E70946"/>
    <w:rsid w:val="00E70EE1"/>
    <w:rsid w:val="00E759FF"/>
    <w:rsid w:val="00E75D20"/>
    <w:rsid w:val="00E77508"/>
    <w:rsid w:val="00E82AF2"/>
    <w:rsid w:val="00E84619"/>
    <w:rsid w:val="00E8733D"/>
    <w:rsid w:val="00E876DC"/>
    <w:rsid w:val="00E9225F"/>
    <w:rsid w:val="00E92766"/>
    <w:rsid w:val="00E94458"/>
    <w:rsid w:val="00E95E1B"/>
    <w:rsid w:val="00E97DC3"/>
    <w:rsid w:val="00E97FB6"/>
    <w:rsid w:val="00EA09E9"/>
    <w:rsid w:val="00EA2E7C"/>
    <w:rsid w:val="00EA2FFC"/>
    <w:rsid w:val="00EA65B3"/>
    <w:rsid w:val="00EB0BBC"/>
    <w:rsid w:val="00EB0DDD"/>
    <w:rsid w:val="00EB1867"/>
    <w:rsid w:val="00EB42B4"/>
    <w:rsid w:val="00EB4C2D"/>
    <w:rsid w:val="00EB55C8"/>
    <w:rsid w:val="00EB662D"/>
    <w:rsid w:val="00EB6C5B"/>
    <w:rsid w:val="00EB73D6"/>
    <w:rsid w:val="00EB7F37"/>
    <w:rsid w:val="00EC0E7F"/>
    <w:rsid w:val="00EC3906"/>
    <w:rsid w:val="00ED0366"/>
    <w:rsid w:val="00ED088D"/>
    <w:rsid w:val="00ED1A29"/>
    <w:rsid w:val="00ED292D"/>
    <w:rsid w:val="00ED2C84"/>
    <w:rsid w:val="00ED391A"/>
    <w:rsid w:val="00ED4094"/>
    <w:rsid w:val="00ED488C"/>
    <w:rsid w:val="00ED53DA"/>
    <w:rsid w:val="00ED65D0"/>
    <w:rsid w:val="00ED69F1"/>
    <w:rsid w:val="00ED6F96"/>
    <w:rsid w:val="00ED7EC3"/>
    <w:rsid w:val="00EE1735"/>
    <w:rsid w:val="00EE5A78"/>
    <w:rsid w:val="00EE65C1"/>
    <w:rsid w:val="00EE6681"/>
    <w:rsid w:val="00EE6E6B"/>
    <w:rsid w:val="00EE75A8"/>
    <w:rsid w:val="00EE7E90"/>
    <w:rsid w:val="00EF2825"/>
    <w:rsid w:val="00EF4C7F"/>
    <w:rsid w:val="00EF52A4"/>
    <w:rsid w:val="00EF5CF0"/>
    <w:rsid w:val="00EF5E61"/>
    <w:rsid w:val="00EF6095"/>
    <w:rsid w:val="00EF62D2"/>
    <w:rsid w:val="00EF69F9"/>
    <w:rsid w:val="00F00871"/>
    <w:rsid w:val="00F018A4"/>
    <w:rsid w:val="00F038B9"/>
    <w:rsid w:val="00F044A2"/>
    <w:rsid w:val="00F051B3"/>
    <w:rsid w:val="00F06C62"/>
    <w:rsid w:val="00F120A1"/>
    <w:rsid w:val="00F127E3"/>
    <w:rsid w:val="00F13076"/>
    <w:rsid w:val="00F1318A"/>
    <w:rsid w:val="00F1326B"/>
    <w:rsid w:val="00F13878"/>
    <w:rsid w:val="00F14090"/>
    <w:rsid w:val="00F15AF9"/>
    <w:rsid w:val="00F17E04"/>
    <w:rsid w:val="00F20712"/>
    <w:rsid w:val="00F23D82"/>
    <w:rsid w:val="00F24021"/>
    <w:rsid w:val="00F2602F"/>
    <w:rsid w:val="00F30796"/>
    <w:rsid w:val="00F30B7C"/>
    <w:rsid w:val="00F35452"/>
    <w:rsid w:val="00F42AFF"/>
    <w:rsid w:val="00F43CA3"/>
    <w:rsid w:val="00F440C1"/>
    <w:rsid w:val="00F45FBE"/>
    <w:rsid w:val="00F46622"/>
    <w:rsid w:val="00F477AC"/>
    <w:rsid w:val="00F47A4D"/>
    <w:rsid w:val="00F50E85"/>
    <w:rsid w:val="00F530EF"/>
    <w:rsid w:val="00F54140"/>
    <w:rsid w:val="00F5470C"/>
    <w:rsid w:val="00F5774F"/>
    <w:rsid w:val="00F5781F"/>
    <w:rsid w:val="00F63191"/>
    <w:rsid w:val="00F660BD"/>
    <w:rsid w:val="00F665EA"/>
    <w:rsid w:val="00F66EBD"/>
    <w:rsid w:val="00F67244"/>
    <w:rsid w:val="00F70169"/>
    <w:rsid w:val="00F707F9"/>
    <w:rsid w:val="00F7185B"/>
    <w:rsid w:val="00F7226B"/>
    <w:rsid w:val="00F73287"/>
    <w:rsid w:val="00F7409D"/>
    <w:rsid w:val="00F75313"/>
    <w:rsid w:val="00F82180"/>
    <w:rsid w:val="00F84DD0"/>
    <w:rsid w:val="00F85185"/>
    <w:rsid w:val="00F90237"/>
    <w:rsid w:val="00F907FF"/>
    <w:rsid w:val="00F909C0"/>
    <w:rsid w:val="00F9395B"/>
    <w:rsid w:val="00F940FE"/>
    <w:rsid w:val="00F96F36"/>
    <w:rsid w:val="00FA161C"/>
    <w:rsid w:val="00FA2B91"/>
    <w:rsid w:val="00FA2BAE"/>
    <w:rsid w:val="00FA3F66"/>
    <w:rsid w:val="00FA6A42"/>
    <w:rsid w:val="00FB24F0"/>
    <w:rsid w:val="00FB472C"/>
    <w:rsid w:val="00FB50D5"/>
    <w:rsid w:val="00FB5B32"/>
    <w:rsid w:val="00FB6E1E"/>
    <w:rsid w:val="00FB7D45"/>
    <w:rsid w:val="00FC08F7"/>
    <w:rsid w:val="00FC09C1"/>
    <w:rsid w:val="00FC1340"/>
    <w:rsid w:val="00FC1F94"/>
    <w:rsid w:val="00FC25D0"/>
    <w:rsid w:val="00FC4487"/>
    <w:rsid w:val="00FD0322"/>
    <w:rsid w:val="00FD04F0"/>
    <w:rsid w:val="00FD128D"/>
    <w:rsid w:val="00FD2478"/>
    <w:rsid w:val="00FD390F"/>
    <w:rsid w:val="00FD47F9"/>
    <w:rsid w:val="00FD5B06"/>
    <w:rsid w:val="00FD68BE"/>
    <w:rsid w:val="00FD72B4"/>
    <w:rsid w:val="00FE0069"/>
    <w:rsid w:val="00FE3085"/>
    <w:rsid w:val="00FE5611"/>
    <w:rsid w:val="00FE5826"/>
    <w:rsid w:val="00FE61A5"/>
    <w:rsid w:val="00FE7672"/>
    <w:rsid w:val="00FF40A4"/>
    <w:rsid w:val="00FF5272"/>
    <w:rsid w:val="00FF5BD4"/>
    <w:rsid w:val="00FF610D"/>
    <w:rsid w:val="00FF67E2"/>
    <w:rsid w:val="00FF6CDE"/>
    <w:rsid w:val="00FF78A7"/>
    <w:rsid w:val="4DB64A71"/>
    <w:rsid w:val="7B6E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735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E1735"/>
    <w:pPr>
      <w:keepNext/>
      <w:jc w:val="center"/>
      <w:outlineLvl w:val="0"/>
    </w:pPr>
    <w:rPr>
      <w:rFonts w:ascii="楷体_GB2312" w:eastAsia="楷体_GB2312" w:hAnsi="宋体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E1735"/>
    <w:rPr>
      <w:rFonts w:ascii="楷体_GB2312" w:eastAsia="楷体_GB2312" w:hAnsi="宋体" w:cs="Times New Roman"/>
      <w:kern w:val="2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EE17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173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E17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E173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E17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E1735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EE173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EE1735"/>
    <w:rPr>
      <w:rFonts w:cs="Times New Roman"/>
      <w:b/>
    </w:rPr>
  </w:style>
  <w:style w:type="table" w:styleId="TableGrid">
    <w:name w:val="Table Grid"/>
    <w:basedOn w:val="TableNormal"/>
    <w:uiPriority w:val="99"/>
    <w:locked/>
    <w:rsid w:val="00EE17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不明显强调1"/>
    <w:basedOn w:val="DefaultParagraphFont"/>
    <w:uiPriority w:val="99"/>
    <w:rsid w:val="00EE1735"/>
    <w:rPr>
      <w:rFonts w:cs="Times New Roman"/>
      <w:i/>
      <w:iCs/>
      <w:color w:val="808080"/>
    </w:rPr>
  </w:style>
  <w:style w:type="paragraph" w:styleId="ListParagraph">
    <w:name w:val="List Paragraph"/>
    <w:basedOn w:val="Normal"/>
    <w:uiPriority w:val="99"/>
    <w:qFormat/>
    <w:rsid w:val="00EE1735"/>
    <w:pPr>
      <w:ind w:firstLineChars="200" w:firstLine="420"/>
    </w:pPr>
  </w:style>
  <w:style w:type="character" w:styleId="Hyperlink">
    <w:name w:val="Hyperlink"/>
    <w:basedOn w:val="DefaultParagraphFont"/>
    <w:uiPriority w:val="99"/>
    <w:rsid w:val="00F42AFF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F42AFF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13</Pages>
  <Words>290</Words>
  <Characters>1655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Administrator</cp:lastModifiedBy>
  <cp:revision>2738</cp:revision>
  <cp:lastPrinted>2017-05-15T08:11:00Z</cp:lastPrinted>
  <dcterms:created xsi:type="dcterms:W3CDTF">2017-05-15T05:32:00Z</dcterms:created>
  <dcterms:modified xsi:type="dcterms:W3CDTF">2019-05-23T04:47:00Z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