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2A" w:rsidRPr="005814FF" w:rsidRDefault="00612C2A" w:rsidP="005814FF">
      <w:pPr>
        <w:jc w:val="center"/>
        <w:rPr>
          <w:b/>
          <w:sz w:val="24"/>
          <w:szCs w:val="24"/>
        </w:rPr>
      </w:pPr>
      <w:r w:rsidRPr="005814FF">
        <w:rPr>
          <w:rFonts w:hint="eastAsia"/>
          <w:b/>
          <w:sz w:val="24"/>
          <w:szCs w:val="24"/>
        </w:rPr>
        <w:t>关于</w:t>
      </w:r>
      <w:r>
        <w:rPr>
          <w:rFonts w:hint="eastAsia"/>
          <w:b/>
          <w:sz w:val="24"/>
          <w:szCs w:val="24"/>
        </w:rPr>
        <w:t>李凤梅</w:t>
      </w:r>
      <w:r w:rsidRPr="005814FF">
        <w:rPr>
          <w:rFonts w:hint="eastAsia"/>
          <w:b/>
          <w:sz w:val="24"/>
          <w:szCs w:val="24"/>
        </w:rPr>
        <w:t>同学综合评价招生报名申请材料的公示</w:t>
      </w:r>
    </w:p>
    <w:p w:rsidR="00612C2A" w:rsidRDefault="00612C2A">
      <w:pPr>
        <w:rPr>
          <w:sz w:val="24"/>
          <w:szCs w:val="24"/>
        </w:rPr>
      </w:pPr>
    </w:p>
    <w:p w:rsidR="00612C2A" w:rsidRDefault="00612C2A" w:rsidP="0083601F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我校高三</w:t>
      </w:r>
      <w:r>
        <w:rPr>
          <w:sz w:val="24"/>
          <w:szCs w:val="24"/>
        </w:rPr>
        <w:t>(4)</w:t>
      </w:r>
      <w:r>
        <w:rPr>
          <w:rFonts w:hint="eastAsia"/>
          <w:sz w:val="24"/>
          <w:szCs w:val="24"/>
        </w:rPr>
        <w:t>班李凤梅同学综合评价招生报名申请材料均已由我校审核，内容属实，现予以公示。公示期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天（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日至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日），公示期内，如有异议，请向学校反映，电话：</w:t>
      </w:r>
      <w:r>
        <w:rPr>
          <w:sz w:val="24"/>
          <w:szCs w:val="24"/>
        </w:rPr>
        <w:t>86556341</w:t>
      </w:r>
      <w:r>
        <w:rPr>
          <w:rFonts w:hint="eastAsia"/>
          <w:sz w:val="24"/>
          <w:szCs w:val="24"/>
        </w:rPr>
        <w:t>。</w:t>
      </w:r>
    </w:p>
    <w:p w:rsidR="00612C2A" w:rsidRDefault="00612C2A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江苏省武进高级中学</w:t>
      </w:r>
    </w:p>
    <w:p w:rsidR="00612C2A" w:rsidRPr="005814FF" w:rsidRDefault="00612C2A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4"/>
          <w:attr w:name="Year" w:val="2019"/>
        </w:smartTagPr>
        <w:r>
          <w:rPr>
            <w:sz w:val="24"/>
            <w:szCs w:val="24"/>
          </w:rPr>
          <w:t>2019</w:t>
        </w:r>
        <w:r>
          <w:rPr>
            <w:rFonts w:hint="eastAsia"/>
            <w:sz w:val="24"/>
            <w:szCs w:val="24"/>
          </w:rPr>
          <w:t>年</w:t>
        </w:r>
        <w:r>
          <w:rPr>
            <w:sz w:val="24"/>
            <w:szCs w:val="24"/>
          </w:rPr>
          <w:t>4</w:t>
        </w:r>
        <w:r>
          <w:rPr>
            <w:rFonts w:hint="eastAsia"/>
            <w:sz w:val="24"/>
            <w:szCs w:val="24"/>
          </w:rPr>
          <w:t>月</w:t>
        </w:r>
        <w:r>
          <w:rPr>
            <w:sz w:val="24"/>
            <w:szCs w:val="24"/>
          </w:rPr>
          <w:t>15</w:t>
        </w:r>
        <w:r>
          <w:rPr>
            <w:rFonts w:hint="eastAsia"/>
            <w:sz w:val="24"/>
            <w:szCs w:val="24"/>
          </w:rPr>
          <w:t>日</w:t>
        </w:r>
      </w:smartTag>
    </w:p>
    <w:sectPr w:rsidR="00612C2A" w:rsidRPr="005814FF" w:rsidSect="00926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C2A" w:rsidRDefault="00612C2A" w:rsidP="005814FF">
      <w:r>
        <w:separator/>
      </w:r>
    </w:p>
  </w:endnote>
  <w:endnote w:type="continuationSeparator" w:id="0">
    <w:p w:rsidR="00612C2A" w:rsidRDefault="00612C2A" w:rsidP="0058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C2A" w:rsidRDefault="00612C2A" w:rsidP="005814FF">
      <w:r>
        <w:separator/>
      </w:r>
    </w:p>
  </w:footnote>
  <w:footnote w:type="continuationSeparator" w:id="0">
    <w:p w:rsidR="00612C2A" w:rsidRDefault="00612C2A" w:rsidP="0058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4FF"/>
    <w:rsid w:val="00125FFC"/>
    <w:rsid w:val="00197460"/>
    <w:rsid w:val="003B5695"/>
    <w:rsid w:val="003E195E"/>
    <w:rsid w:val="0049694C"/>
    <w:rsid w:val="005814FF"/>
    <w:rsid w:val="00612C2A"/>
    <w:rsid w:val="00685195"/>
    <w:rsid w:val="007A076A"/>
    <w:rsid w:val="007D21B9"/>
    <w:rsid w:val="0083601F"/>
    <w:rsid w:val="00925C7C"/>
    <w:rsid w:val="009268D1"/>
    <w:rsid w:val="00D53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D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8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14F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8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14F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22</Words>
  <Characters>131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hanli</dc:creator>
  <cp:keywords/>
  <dc:description/>
  <cp:lastModifiedBy>yu</cp:lastModifiedBy>
  <cp:revision>3</cp:revision>
  <dcterms:created xsi:type="dcterms:W3CDTF">2019-04-16T10:54:00Z</dcterms:created>
  <dcterms:modified xsi:type="dcterms:W3CDTF">2019-04-18T11:08:00Z</dcterms:modified>
</cp:coreProperties>
</file>