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68" w:rsidRPr="005814FF" w:rsidRDefault="00111E68" w:rsidP="005814FF">
      <w:pPr>
        <w:jc w:val="center"/>
        <w:rPr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</w:t>
      </w:r>
      <w:r>
        <w:rPr>
          <w:rFonts w:hint="eastAsia"/>
          <w:b/>
          <w:sz w:val="24"/>
          <w:szCs w:val="24"/>
        </w:rPr>
        <w:t>黄梁</w:t>
      </w:r>
      <w:r w:rsidRPr="005814FF">
        <w:rPr>
          <w:rFonts w:hint="eastAsia"/>
          <w:b/>
          <w:sz w:val="24"/>
          <w:szCs w:val="24"/>
        </w:rPr>
        <w:t>同学综合评价招生报名申请材料的公示</w:t>
      </w:r>
    </w:p>
    <w:p w:rsidR="00111E68" w:rsidRDefault="00111E68">
      <w:pPr>
        <w:rPr>
          <w:sz w:val="24"/>
          <w:szCs w:val="24"/>
        </w:rPr>
      </w:pPr>
    </w:p>
    <w:p w:rsidR="00111E68" w:rsidRDefault="00111E68" w:rsidP="00960F9C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班黄梁同学综合评价招生报名申请材料均已由我校审核，内容属实，现予以公示。公示期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sz w:val="24"/>
          <w:szCs w:val="24"/>
        </w:rPr>
        <w:t>86556341</w:t>
      </w:r>
      <w:r>
        <w:rPr>
          <w:rFonts w:hint="eastAsia"/>
          <w:sz w:val="24"/>
          <w:szCs w:val="24"/>
        </w:rPr>
        <w:t>。</w:t>
      </w:r>
    </w:p>
    <w:p w:rsidR="00111E68" w:rsidRDefault="00111E68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111E68" w:rsidRPr="005814FF" w:rsidRDefault="00111E68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4"/>
          <w:attr w:name="Year" w:val="2019"/>
        </w:smartTagPr>
        <w:r>
          <w:rPr>
            <w:sz w:val="24"/>
            <w:szCs w:val="24"/>
          </w:rPr>
          <w:t>2019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4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15</w:t>
        </w:r>
        <w:r>
          <w:rPr>
            <w:rFonts w:hint="eastAsia"/>
            <w:sz w:val="24"/>
            <w:szCs w:val="24"/>
          </w:rPr>
          <w:t>日</w:t>
        </w:r>
      </w:smartTag>
    </w:p>
    <w:sectPr w:rsidR="00111E68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68" w:rsidRDefault="00111E68" w:rsidP="005814FF">
      <w:r>
        <w:separator/>
      </w:r>
    </w:p>
  </w:endnote>
  <w:endnote w:type="continuationSeparator" w:id="0">
    <w:p w:rsidR="00111E68" w:rsidRDefault="00111E68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68" w:rsidRDefault="00111E68" w:rsidP="005814FF">
      <w:r>
        <w:separator/>
      </w:r>
    </w:p>
  </w:footnote>
  <w:footnote w:type="continuationSeparator" w:id="0">
    <w:p w:rsidR="00111E68" w:rsidRDefault="00111E68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4FF"/>
    <w:rsid w:val="00111E68"/>
    <w:rsid w:val="00125FFC"/>
    <w:rsid w:val="00197460"/>
    <w:rsid w:val="003B5695"/>
    <w:rsid w:val="003E195E"/>
    <w:rsid w:val="00457E45"/>
    <w:rsid w:val="0049694C"/>
    <w:rsid w:val="005814FF"/>
    <w:rsid w:val="00612C2A"/>
    <w:rsid w:val="00685195"/>
    <w:rsid w:val="006D1B33"/>
    <w:rsid w:val="007A076A"/>
    <w:rsid w:val="007D21B9"/>
    <w:rsid w:val="0083601F"/>
    <w:rsid w:val="00925C7C"/>
    <w:rsid w:val="009268D1"/>
    <w:rsid w:val="00960F9C"/>
    <w:rsid w:val="00D53E41"/>
    <w:rsid w:val="00EC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D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4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4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yu</cp:lastModifiedBy>
  <cp:revision>4</cp:revision>
  <dcterms:created xsi:type="dcterms:W3CDTF">2019-04-16T10:54:00Z</dcterms:created>
  <dcterms:modified xsi:type="dcterms:W3CDTF">2019-04-19T12:53:00Z</dcterms:modified>
</cp:coreProperties>
</file>