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6BC" w:rsidRPr="001F6946" w:rsidRDefault="00DB76BC" w:rsidP="001F694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1F6946">
        <w:rPr>
          <w:rFonts w:ascii="黑体" w:eastAsia="黑体" w:hAnsi="黑体" w:hint="eastAsia"/>
          <w:sz w:val="32"/>
          <w:szCs w:val="32"/>
        </w:rPr>
        <w:t>孩子，我要你学会尊重！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</w:t>
      </w:r>
      <w:r w:rsidRPr="001F6946">
        <w:rPr>
          <w:rFonts w:ascii="宋体" w:hAnsi="宋体"/>
          <w:sz w:val="24"/>
          <w:szCs w:val="24"/>
        </w:rPr>
        <w:t xml:space="preserve">  </w:t>
      </w:r>
      <w:r w:rsidRPr="001F6946">
        <w:rPr>
          <w:rFonts w:ascii="宋体" w:hAnsi="宋体" w:hint="eastAsia"/>
          <w:sz w:val="24"/>
          <w:szCs w:val="24"/>
        </w:rPr>
        <w:t>那天，班上的一个小男孩哭的满脸通红，跑到我这告状：某某同学抽他两个巴掌！当时一听，表示震惊！掀他的那个孩子在我面前表现一向很好，虽长的人高马大，却很是可爱，还品学兼优。更为震惊的是眼前的这个哭的撕心裂肺的孩子，也是个不错的人才。这两个人，怎样会发生磨擦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古人有云：兼听则明，偏听则暗，没有调查，就没有发言权。按捺心中的怒火，找来当事人。平日里温柔的小男生此刻异常淡定！应对我的和颜悦色不言不语。我想该是气到了极致吧？！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被打的男生显得躁动不安，连哭带嚎：我就说他考英语的时候，抄书了啊！他就打我！！！我瞪着他，他没有否定，也不说话，我再追问的时候，他再勉强说：是！但我没有作弊！那个被打的男生最终承认：他也没亲眼所见，听别人说的。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那么问题清楚了，解决问题的方法也有了。首先我对这个被打的男生进行了几语句语重心长的点拔：对于一个一度品学兼优的人来说，你说他抄袭，这对人家的自尊本身就是一个极大的伤害！况且你还是道听途说，他打你是给你一个教训，人不能够口无遮拦。有时候语言的伤害力不比武力差。他打你，你疼的是脸，而他伤的是心！这一点你懂吗？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好像我是默许了那个甩人耳光的同学，身边一群看热闹的小孩子，个个七嘴八舌都说某某该打，他就是不会说话，他说话就是让人生气，想抽他。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然后，我对这个仍然不言不语的孩子说：你的怒火老师能够理解，但是我们每个人都得学会尊重别人，想想你的老师，你的家长，有没有哪个人因为生气给过你耳光？打的是脸，伤的其实也是心啊！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在这场是非中，他们俩个都有错，错在我们在说话做事的时候，没有顾及到对方的感受，因而言行举止失去了分寸。激怒的别人的方法有好多种，但根本原因还是因为不尊重。我是这样认为的。所以他们俩个互相道了歉，算是结束这场风波了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第二天，他们俩个又在一齐开心的玩耍了！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教书也有一段时间，习惯了小孩子之间的打打闹闹，只要不是罪大恶及，无法无天，都是小事，都值得宽容，都值得理解。我是一个不太厉害的班主任，很少与孩子生气，也能够说这几年的生活，我已经学会不再生气了。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英语老师说小孩子都是一张白纸，有道理！有哪个人的成长不浸透着泪水与汗水呢？成长不都是在一次次泪水的洗礼下才变的越发茁壮的吗？如果不是亲身经历，没有人会能感同身受！那个口无遮拦的孩子也许会被几个巴掌觉醒，会懂得说是一种潜力，而不说才是一种智慧，不道听途说该是一种原则！那个打人的孩子，看着平日里灿烂阳光的孩子哭的死去活来，最终也会明白：巴掌的伤害不亚于一颗子弹。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懂得尊重，就应是青春期里孩子教育的第一课！</w:t>
      </w:r>
    </w:p>
    <w:p w:rsidR="00DB76BC" w:rsidRPr="001F6946" w:rsidRDefault="00DB76BC" w:rsidP="001F6946">
      <w:pPr>
        <w:spacing w:line="360" w:lineRule="auto"/>
        <w:rPr>
          <w:rFonts w:ascii="宋体"/>
          <w:sz w:val="24"/>
          <w:szCs w:val="24"/>
        </w:rPr>
      </w:pPr>
      <w:r w:rsidRPr="001F6946">
        <w:rPr>
          <w:rFonts w:ascii="宋体" w:hAnsi="宋体" w:hint="eastAsia"/>
          <w:sz w:val="24"/>
          <w:szCs w:val="24"/>
        </w:rPr>
        <w:t xml:space="preserve">　　走向青春期里的孩子，容易燥动。德国的专家说：你能想方设法让自己的教育静下来，你就成功了！应对一群燥动的孩子，我们为师者该做的，我想不就应是煽风点火，不就应是火上浇油，若能似春风，温柔吹过耳畔，化作几滴春雨，浸入孩子心田，注入几滴成长的养液，也许我们就真的能看到满园花开的温馨，我想：这也就应属于尊重的范畴吧。</w:t>
      </w:r>
    </w:p>
    <w:p w:rsidR="00DB76BC" w:rsidRPr="001F6946" w:rsidRDefault="00DB76BC">
      <w:pPr>
        <w:rPr>
          <w:rFonts w:ascii="宋体"/>
          <w:sz w:val="24"/>
          <w:szCs w:val="24"/>
        </w:rPr>
      </w:pPr>
    </w:p>
    <w:sectPr w:rsidR="00DB76BC" w:rsidRPr="001F6946" w:rsidSect="00540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6BC" w:rsidRDefault="00DB76BC" w:rsidP="00456788">
      <w:r>
        <w:separator/>
      </w:r>
    </w:p>
  </w:endnote>
  <w:endnote w:type="continuationSeparator" w:id="0">
    <w:p w:rsidR="00DB76BC" w:rsidRDefault="00DB76BC" w:rsidP="0045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6BC" w:rsidRDefault="00DB76BC" w:rsidP="00456788">
      <w:r>
        <w:separator/>
      </w:r>
    </w:p>
  </w:footnote>
  <w:footnote w:type="continuationSeparator" w:id="0">
    <w:p w:rsidR="00DB76BC" w:rsidRDefault="00DB76BC" w:rsidP="00456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788"/>
    <w:rsid w:val="001F6946"/>
    <w:rsid w:val="00456788"/>
    <w:rsid w:val="00540FDF"/>
    <w:rsid w:val="007D0B2F"/>
    <w:rsid w:val="00DB76BC"/>
    <w:rsid w:val="00F10BA1"/>
    <w:rsid w:val="00F4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FD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56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678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56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678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186</Words>
  <Characters>1061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3</cp:revision>
  <dcterms:created xsi:type="dcterms:W3CDTF">2017-12-03T23:45:00Z</dcterms:created>
  <dcterms:modified xsi:type="dcterms:W3CDTF">2017-12-04T12:49:00Z</dcterms:modified>
</cp:coreProperties>
</file>