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875" w:rsidRPr="008B6226" w:rsidRDefault="00894875" w:rsidP="008B6226">
      <w:pPr>
        <w:spacing w:line="360" w:lineRule="auto"/>
        <w:ind w:firstLineChars="200" w:firstLine="31680"/>
        <w:jc w:val="center"/>
        <w:rPr>
          <w:rFonts w:ascii="宋体" w:cs="宋体"/>
          <w:kern w:val="0"/>
          <w:sz w:val="30"/>
          <w:szCs w:val="30"/>
          <w:lang/>
        </w:rPr>
      </w:pPr>
      <w:r w:rsidRPr="008B6226">
        <w:rPr>
          <w:rFonts w:ascii="宋体" w:hAnsi="宋体" w:cs="宋体" w:hint="eastAsia"/>
          <w:kern w:val="0"/>
          <w:sz w:val="30"/>
          <w:szCs w:val="30"/>
          <w:lang/>
        </w:rPr>
        <w:t>兴趣是最好的老师</w:t>
      </w:r>
    </w:p>
    <w:p w:rsidR="00894875" w:rsidRPr="008B6226" w:rsidRDefault="00894875" w:rsidP="008B6226">
      <w:pPr>
        <w:spacing w:line="360" w:lineRule="auto"/>
        <w:ind w:firstLineChars="200" w:firstLine="31680"/>
        <w:jc w:val="center"/>
        <w:rPr>
          <w:rFonts w:ascii="宋体" w:cs="宋体"/>
          <w:kern w:val="0"/>
          <w:sz w:val="24"/>
          <w:lang/>
        </w:rPr>
      </w:pPr>
      <w:r w:rsidRPr="008B6226">
        <w:rPr>
          <w:rFonts w:ascii="宋体" w:hAnsi="宋体" w:cs="宋体"/>
          <w:kern w:val="0"/>
          <w:sz w:val="24"/>
          <w:lang/>
        </w:rPr>
        <w:t xml:space="preserve">                                          </w:t>
      </w:r>
      <w:bookmarkStart w:id="0" w:name="_GoBack"/>
      <w:bookmarkEnd w:id="0"/>
      <w:r w:rsidRPr="008B6226">
        <w:rPr>
          <w:rFonts w:ascii="宋体" w:hAnsi="宋体" w:cs="宋体" w:hint="eastAsia"/>
          <w:kern w:val="0"/>
          <w:sz w:val="24"/>
          <w:lang/>
        </w:rPr>
        <w:t>顾钰倩</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歌曲教学课的目的不是让学生在老师的帮助下仅仅学会演唱一首歌曲就可以了，而是通过学生有感情的演唱所学歌曲，让他们喜欢音乐，感受到音乐之美，学会从音乐的角度去欣赏和理解相关文化。因此，我以学生的兴趣为出发点，设计教学过程中的每一个环节，以《水乡歌儿多》为例：</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（一）学生们都比较喜欢使用打击乐器，在学习歌曲之前设计了这样一个环节：</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师：同学们，你们听着歌曲能不能给歌曲配上乐器？</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于是同学们颇有兴趣地、高兴地进行了沙锤和碰铃的乐器合奏练习，此环节达到了两个教学目标：</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sz w:val="24"/>
        </w:rPr>
        <w:t>1</w:t>
      </w:r>
      <w:r w:rsidRPr="008B6226">
        <w:rPr>
          <w:rFonts w:ascii="宋体" w:hAnsi="宋体" w:cs="宋体" w:hint="eastAsia"/>
          <w:sz w:val="24"/>
        </w:rPr>
        <w:t>、声势练习</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sz w:val="24"/>
        </w:rPr>
        <w:t>2</w:t>
      </w:r>
      <w:r w:rsidRPr="008B6226">
        <w:rPr>
          <w:rFonts w:ascii="宋体" w:hAnsi="宋体" w:cs="宋体" w:hint="eastAsia"/>
          <w:sz w:val="24"/>
        </w:rPr>
        <w:t>、感受和熟悉歌曲旋律</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（二）在学习歌曲重点节奏时，我是这样设计的：</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师：同学们，优美的乐声把小船儿吸引来了，你们听，</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老师轻声朗读节奏，学生聆听，学生在聆听中感受了难点节奏，并在积极的学习氛围中掌握了它。</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（三）歌曲学会后，采用两大组同学接唱的方式，在比赛中巩固和掌握歌曲的演唱，效果良好。</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四）表现歌曲时，我设计了这样一个问题：“你最喜欢其中的哪一句，你想用什么样的方式来表现它？”就这样一个问题激发起了学生的创作兴趣，于是在几位同学的带动下全班同学纷纷兴致盎然地上前或站在自己的位置上表演，这一环节取得了较好的教学效果。</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五）中高年级学生已经不只关注音乐课本上的歌曲，他们对流行歌曲表现出了浓厚的学习兴趣，如果在音乐课堂上能够让他们唱一唱自己喜欢的流行歌曲，一定会引起他们浓厚的音乐学习兴趣，因此，在最后的拓展环节，我设计了了这样一个问题：“你们会唱哪些关于水乡的流行歌曲呢？”这一下，原本不太积极的同学也主动的唱了起来，引起了全班同学的共鸣。</w:t>
      </w:r>
    </w:p>
    <w:p w:rsidR="00894875" w:rsidRPr="008B6226" w:rsidRDefault="00894875" w:rsidP="008B6226">
      <w:pPr>
        <w:spacing w:line="360" w:lineRule="auto"/>
        <w:ind w:firstLineChars="200" w:firstLine="31680"/>
        <w:rPr>
          <w:rFonts w:ascii="宋体" w:cs="宋体"/>
          <w:sz w:val="24"/>
        </w:rPr>
      </w:pPr>
      <w:r w:rsidRPr="008B6226">
        <w:rPr>
          <w:rFonts w:ascii="宋体" w:hAnsi="宋体" w:cs="宋体" w:hint="eastAsia"/>
          <w:sz w:val="24"/>
        </w:rPr>
        <w:t>因此，以学生的兴趣为出发点对于上好一节音乐课起着致关重要的作用。</w:t>
      </w:r>
    </w:p>
    <w:sectPr w:rsidR="00894875" w:rsidRPr="008B6226" w:rsidSect="00774E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4EC3"/>
    <w:rsid w:val="000B2AEA"/>
    <w:rsid w:val="00774EC3"/>
    <w:rsid w:val="00894875"/>
    <w:rsid w:val="008B6226"/>
    <w:rsid w:val="00BB1A80"/>
    <w:rsid w:val="153D6AAF"/>
    <w:rsid w:val="66934C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EC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112</Words>
  <Characters>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2</cp:revision>
  <dcterms:created xsi:type="dcterms:W3CDTF">2014-10-29T12:08:00Z</dcterms:created>
  <dcterms:modified xsi:type="dcterms:W3CDTF">2018-01-02T00:52:00Z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