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897" w:tblpY="2703"/>
        <w:tblOverlap w:val="never"/>
        <w:tblW w:w="8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74"/>
        <w:gridCol w:w="2989"/>
        <w:gridCol w:w="1365"/>
        <w:gridCol w:w="2386"/>
      </w:tblGrid>
      <w:tr w:rsidR="00CC3786" w:rsidRPr="00CA148A">
        <w:trPr>
          <w:trHeight w:val="90"/>
        </w:trPr>
        <w:tc>
          <w:tcPr>
            <w:tcW w:w="1674" w:type="dxa"/>
            <w:vAlign w:val="center"/>
          </w:tcPr>
          <w:p w:rsidR="00CC3786" w:rsidRPr="00CA148A" w:rsidRDefault="00CC3786">
            <w:pPr>
              <w:rPr>
                <w:rFonts w:ascii="仿宋_GB2312" w:eastAsia="仿宋_GB2312"/>
                <w:szCs w:val="21"/>
              </w:rPr>
            </w:pPr>
            <w:r w:rsidRPr="00CA148A">
              <w:rPr>
                <w:rFonts w:ascii="仿宋_GB2312" w:eastAsia="仿宋_GB2312" w:hint="eastAsia"/>
                <w:szCs w:val="21"/>
              </w:rPr>
              <w:t>教学内容</w:t>
            </w:r>
          </w:p>
        </w:tc>
        <w:tc>
          <w:tcPr>
            <w:tcW w:w="2989" w:type="dxa"/>
            <w:vAlign w:val="center"/>
          </w:tcPr>
          <w:p w:rsidR="00CC3786" w:rsidRPr="00CA148A" w:rsidRDefault="00CC3786">
            <w:pPr>
              <w:rPr>
                <w:rFonts w:ascii="仿宋_GB2312" w:eastAsia="仿宋_GB2312"/>
                <w:szCs w:val="21"/>
              </w:rPr>
            </w:pPr>
            <w:r w:rsidRPr="00CA148A">
              <w:rPr>
                <w:rFonts w:eastAsia="仿宋_GB2312" w:hint="eastAsia"/>
              </w:rPr>
              <w:t>科学饮水</w:t>
            </w:r>
          </w:p>
        </w:tc>
        <w:tc>
          <w:tcPr>
            <w:tcW w:w="1365" w:type="dxa"/>
            <w:vAlign w:val="center"/>
          </w:tcPr>
          <w:p w:rsidR="00CC3786" w:rsidRPr="00CA148A" w:rsidRDefault="00CC3786">
            <w:pPr>
              <w:rPr>
                <w:rFonts w:ascii="仿宋_GB2312" w:eastAsia="仿宋_GB2312"/>
                <w:szCs w:val="21"/>
              </w:rPr>
            </w:pPr>
            <w:r w:rsidRPr="00CA148A">
              <w:rPr>
                <w:rFonts w:ascii="仿宋_GB2312" w:eastAsia="仿宋_GB2312" w:hint="eastAsia"/>
                <w:szCs w:val="21"/>
              </w:rPr>
              <w:t>教学时间</w:t>
            </w:r>
          </w:p>
        </w:tc>
        <w:tc>
          <w:tcPr>
            <w:tcW w:w="2386" w:type="dxa"/>
            <w:vAlign w:val="center"/>
          </w:tcPr>
          <w:p w:rsidR="00CC3786" w:rsidRPr="00CA148A" w:rsidRDefault="00CC3786">
            <w:pPr>
              <w:rPr>
                <w:rFonts w:ascii="仿宋_GB2312" w:eastAsia="仿宋_GB2312"/>
                <w:szCs w:val="21"/>
              </w:rPr>
            </w:pPr>
            <w:r w:rsidRPr="00CA148A">
              <w:rPr>
                <w:rFonts w:ascii="仿宋_GB2312" w:eastAsia="仿宋_GB2312"/>
                <w:szCs w:val="21"/>
              </w:rPr>
              <w:t>10</w:t>
            </w:r>
            <w:r w:rsidRPr="00CA148A">
              <w:rPr>
                <w:rFonts w:ascii="仿宋_GB2312" w:eastAsia="仿宋_GB2312" w:hint="eastAsia"/>
                <w:szCs w:val="21"/>
              </w:rPr>
              <w:t>月</w:t>
            </w:r>
            <w:r w:rsidRPr="00CA148A">
              <w:rPr>
                <w:rFonts w:ascii="仿宋_GB2312" w:eastAsia="仿宋_GB2312"/>
                <w:szCs w:val="21"/>
              </w:rPr>
              <w:t>20</w:t>
            </w:r>
            <w:r w:rsidRPr="00CA148A">
              <w:rPr>
                <w:rFonts w:ascii="仿宋_GB2312" w:eastAsia="仿宋_GB2312" w:hint="eastAsia"/>
                <w:szCs w:val="21"/>
              </w:rPr>
              <w:t>日</w:t>
            </w:r>
          </w:p>
        </w:tc>
      </w:tr>
      <w:tr w:rsidR="00CC3786" w:rsidRPr="00CA148A">
        <w:trPr>
          <w:trHeight w:val="300"/>
        </w:trPr>
        <w:tc>
          <w:tcPr>
            <w:tcW w:w="1674" w:type="dxa"/>
            <w:vAlign w:val="center"/>
          </w:tcPr>
          <w:p w:rsidR="00CC3786" w:rsidRPr="00CA148A" w:rsidRDefault="00CC3786">
            <w:pPr>
              <w:rPr>
                <w:rFonts w:ascii="仿宋_GB2312" w:eastAsia="仿宋_GB2312"/>
                <w:szCs w:val="21"/>
              </w:rPr>
            </w:pPr>
            <w:r w:rsidRPr="00CA148A">
              <w:rPr>
                <w:rFonts w:ascii="仿宋_GB2312" w:eastAsia="仿宋_GB2312" w:hint="eastAsia"/>
                <w:szCs w:val="21"/>
              </w:rPr>
              <w:t>教学目标</w:t>
            </w:r>
          </w:p>
        </w:tc>
        <w:tc>
          <w:tcPr>
            <w:tcW w:w="2989" w:type="dxa"/>
            <w:vAlign w:val="center"/>
          </w:tcPr>
          <w:p w:rsidR="00CC3786" w:rsidRPr="00CA148A" w:rsidRDefault="00CC3786">
            <w:pPr>
              <w:rPr>
                <w:rFonts w:ascii="仿宋_GB2312" w:eastAsia="仿宋_GB2312"/>
                <w:szCs w:val="21"/>
              </w:rPr>
            </w:pPr>
            <w:r w:rsidRPr="00CA148A">
              <w:rPr>
                <w:rFonts w:eastAsia="仿宋_GB2312" w:hint="eastAsia"/>
              </w:rPr>
              <w:t>了解水的重要，学会科学饮水</w:t>
            </w:r>
          </w:p>
        </w:tc>
        <w:tc>
          <w:tcPr>
            <w:tcW w:w="1365" w:type="dxa"/>
            <w:vAlign w:val="center"/>
          </w:tcPr>
          <w:p w:rsidR="00CC3786" w:rsidRPr="00CA148A" w:rsidRDefault="00CC3786">
            <w:pPr>
              <w:rPr>
                <w:rFonts w:ascii="仿宋_GB2312" w:eastAsia="仿宋_GB2312"/>
                <w:szCs w:val="21"/>
              </w:rPr>
            </w:pPr>
            <w:r w:rsidRPr="00CA148A">
              <w:rPr>
                <w:rFonts w:ascii="仿宋_GB2312" w:eastAsia="仿宋_GB2312" w:hint="eastAsia"/>
                <w:szCs w:val="21"/>
              </w:rPr>
              <w:t>教学重难点</w:t>
            </w:r>
          </w:p>
        </w:tc>
        <w:tc>
          <w:tcPr>
            <w:tcW w:w="2386" w:type="dxa"/>
            <w:vAlign w:val="center"/>
          </w:tcPr>
          <w:p w:rsidR="00CC3786" w:rsidRPr="00CA148A" w:rsidRDefault="00CC3786">
            <w:pPr>
              <w:spacing w:line="400" w:lineRule="exact"/>
              <w:rPr>
                <w:rFonts w:ascii="仿宋_GB2312" w:eastAsia="仿宋_GB2312"/>
                <w:szCs w:val="21"/>
              </w:rPr>
            </w:pPr>
            <w:r w:rsidRPr="00CA148A">
              <w:rPr>
                <w:rFonts w:eastAsia="仿宋_GB2312" w:hint="eastAsia"/>
              </w:rPr>
              <w:t>怎样科学饮水</w:t>
            </w:r>
          </w:p>
        </w:tc>
      </w:tr>
      <w:tr w:rsidR="00CC3786" w:rsidRPr="00CA148A">
        <w:trPr>
          <w:trHeight w:val="5056"/>
        </w:trPr>
        <w:tc>
          <w:tcPr>
            <w:tcW w:w="1674" w:type="dxa"/>
            <w:vAlign w:val="center"/>
          </w:tcPr>
          <w:p w:rsidR="00CC3786" w:rsidRPr="00CA148A" w:rsidRDefault="00CC3786">
            <w:pPr>
              <w:jc w:val="center"/>
              <w:rPr>
                <w:rFonts w:ascii="仿宋_GB2312" w:eastAsia="仿宋_GB2312"/>
                <w:szCs w:val="21"/>
              </w:rPr>
            </w:pPr>
            <w:r w:rsidRPr="00CA148A">
              <w:rPr>
                <w:rFonts w:ascii="仿宋_GB2312" w:eastAsia="仿宋_GB2312" w:hint="eastAsia"/>
                <w:szCs w:val="21"/>
              </w:rPr>
              <w:t>教</w:t>
            </w:r>
          </w:p>
          <w:p w:rsidR="00CC3786" w:rsidRPr="00CA148A" w:rsidRDefault="00CC3786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CC3786" w:rsidRPr="00CA148A" w:rsidRDefault="00CC3786">
            <w:pPr>
              <w:jc w:val="center"/>
              <w:rPr>
                <w:rFonts w:ascii="仿宋_GB2312" w:eastAsia="仿宋_GB2312"/>
                <w:szCs w:val="21"/>
              </w:rPr>
            </w:pPr>
            <w:r w:rsidRPr="00CA148A">
              <w:rPr>
                <w:rFonts w:ascii="仿宋_GB2312" w:eastAsia="仿宋_GB2312" w:hint="eastAsia"/>
                <w:szCs w:val="21"/>
              </w:rPr>
              <w:t>学</w:t>
            </w:r>
          </w:p>
          <w:p w:rsidR="00CC3786" w:rsidRPr="00CA148A" w:rsidRDefault="00CC3786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CC3786" w:rsidRPr="00CA148A" w:rsidRDefault="00CC3786">
            <w:pPr>
              <w:jc w:val="center"/>
              <w:rPr>
                <w:rFonts w:ascii="仿宋_GB2312" w:eastAsia="仿宋_GB2312"/>
                <w:szCs w:val="21"/>
              </w:rPr>
            </w:pPr>
            <w:r w:rsidRPr="00CA148A">
              <w:rPr>
                <w:rFonts w:ascii="仿宋_GB2312" w:eastAsia="仿宋_GB2312" w:hint="eastAsia"/>
                <w:szCs w:val="21"/>
              </w:rPr>
              <w:t>过</w:t>
            </w:r>
          </w:p>
          <w:p w:rsidR="00CC3786" w:rsidRPr="00CA148A" w:rsidRDefault="00CC3786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CC3786" w:rsidRPr="00CA148A" w:rsidRDefault="00CC3786">
            <w:pPr>
              <w:jc w:val="center"/>
              <w:rPr>
                <w:rFonts w:ascii="仿宋_GB2312" w:eastAsia="仿宋_GB2312"/>
                <w:szCs w:val="21"/>
              </w:rPr>
            </w:pPr>
            <w:r w:rsidRPr="00CA148A">
              <w:rPr>
                <w:rFonts w:ascii="仿宋_GB2312" w:eastAsia="仿宋_GB2312" w:hint="eastAsia"/>
                <w:szCs w:val="21"/>
              </w:rPr>
              <w:t>程</w:t>
            </w:r>
          </w:p>
        </w:tc>
        <w:tc>
          <w:tcPr>
            <w:tcW w:w="6740" w:type="dxa"/>
            <w:gridSpan w:val="3"/>
            <w:vAlign w:val="center"/>
          </w:tcPr>
          <w:p w:rsidR="00CC3786" w:rsidRPr="00CA148A" w:rsidRDefault="00CC3786">
            <w:r w:rsidRPr="00CA148A">
              <w:rPr>
                <w:rFonts w:hint="eastAsia"/>
              </w:rPr>
              <w:t>一、了解水在生命中重要。</w:t>
            </w:r>
          </w:p>
          <w:p w:rsidR="00CC3786" w:rsidRPr="00CA148A" w:rsidRDefault="00CC3786">
            <w:r w:rsidRPr="00CA148A">
              <w:rPr>
                <w:rFonts w:hint="eastAsia"/>
              </w:rPr>
              <w:t>生命的每一刻都离不开水</w:t>
            </w:r>
          </w:p>
          <w:p w:rsidR="00CC3786" w:rsidRPr="00CA148A" w:rsidRDefault="00CC3786">
            <w:r w:rsidRPr="00CA148A">
              <w:rPr>
                <w:rFonts w:hint="eastAsia"/>
              </w:rPr>
              <w:t>一切新陈代谢反应的媒介</w:t>
            </w:r>
          </w:p>
          <w:p w:rsidR="00CC3786" w:rsidRPr="00CA148A" w:rsidRDefault="00CC3786">
            <w:r w:rsidRPr="00CA148A">
              <w:rPr>
                <w:rFonts w:hint="eastAsia"/>
              </w:rPr>
              <w:t>输送养分</w:t>
            </w:r>
            <w:r w:rsidRPr="00CA148A">
              <w:t xml:space="preserve">  </w:t>
            </w:r>
            <w:r w:rsidRPr="00CA148A">
              <w:rPr>
                <w:rFonts w:hint="eastAsia"/>
              </w:rPr>
              <w:t>排泄废物</w:t>
            </w:r>
          </w:p>
          <w:p w:rsidR="00CC3786" w:rsidRPr="00CA148A" w:rsidRDefault="00CC3786">
            <w:r w:rsidRPr="00CA148A">
              <w:rPr>
                <w:rFonts w:hint="eastAsia"/>
              </w:rPr>
              <w:t>调节体温</w:t>
            </w:r>
          </w:p>
          <w:p w:rsidR="00CC3786" w:rsidRPr="00CA148A" w:rsidRDefault="00CC3786">
            <w:r w:rsidRPr="00CA148A">
              <w:rPr>
                <w:rFonts w:hint="eastAsia"/>
              </w:rPr>
              <w:t>润滑作用</w:t>
            </w:r>
          </w:p>
          <w:p w:rsidR="00CC3786" w:rsidRPr="00CA148A" w:rsidRDefault="00CC3786">
            <w:r w:rsidRPr="00CA148A">
              <w:rPr>
                <w:rFonts w:hint="eastAsia"/>
              </w:rPr>
              <w:t>一切的生化反应都是在水中进行的</w:t>
            </w:r>
          </w:p>
          <w:p w:rsidR="00CC3786" w:rsidRPr="00CA148A" w:rsidRDefault="00CC3786">
            <w:r w:rsidRPr="00CA148A">
              <w:rPr>
                <w:rFonts w:hint="eastAsia"/>
              </w:rPr>
              <w:t>二、缺水对健康的影响</w:t>
            </w:r>
          </w:p>
          <w:p w:rsidR="00CC3786" w:rsidRPr="00CA148A" w:rsidRDefault="00CC3786">
            <w:r w:rsidRPr="00CA148A">
              <w:rPr>
                <w:rFonts w:hint="eastAsia"/>
              </w:rPr>
              <w:t>缺水</w:t>
            </w:r>
            <w:r w:rsidRPr="00CA148A">
              <w:rPr>
                <w:rFonts w:eastAsia="Times New Roman"/>
              </w:rPr>
              <w:t>1—2%</w:t>
            </w:r>
            <w:r w:rsidRPr="00CA148A">
              <w:rPr>
                <w:rFonts w:ascii="宋体" w:hAnsi="宋体" w:cs="宋体" w:hint="eastAsia"/>
              </w:rPr>
              <w:t>出现口渴、缺水</w:t>
            </w:r>
            <w:r w:rsidRPr="00CA148A">
              <w:rPr>
                <w:rFonts w:eastAsia="Times New Roman"/>
              </w:rPr>
              <w:t>5%</w:t>
            </w:r>
            <w:r w:rsidRPr="00CA148A">
              <w:rPr>
                <w:rFonts w:ascii="宋体" w:hAnsi="宋体" w:cs="宋体" w:hint="eastAsia"/>
              </w:rPr>
              <w:t>出现烦躁缺水</w:t>
            </w:r>
            <w:r w:rsidRPr="00CA148A">
              <w:rPr>
                <w:rFonts w:eastAsia="Times New Roman"/>
              </w:rPr>
              <w:t>15%</w:t>
            </w:r>
            <w:r w:rsidRPr="00CA148A">
              <w:rPr>
                <w:rFonts w:ascii="宋体" w:hAnsi="宋体" w:cs="宋体" w:hint="eastAsia"/>
              </w:rPr>
              <w:t>出现昏迷、缺水</w:t>
            </w:r>
            <w:r w:rsidRPr="00CA148A">
              <w:rPr>
                <w:rFonts w:eastAsia="Times New Roman"/>
              </w:rPr>
              <w:t>20%</w:t>
            </w:r>
            <w:r w:rsidRPr="00CA148A">
              <w:rPr>
                <w:rFonts w:ascii="宋体" w:hAnsi="宋体" w:cs="宋体" w:hint="eastAsia"/>
              </w:rPr>
              <w:t>危及生命</w:t>
            </w:r>
          </w:p>
          <w:p w:rsidR="00CC3786" w:rsidRPr="00CA148A" w:rsidRDefault="00CC3786">
            <w:pPr>
              <w:numPr>
                <w:ilvl w:val="0"/>
                <w:numId w:val="1"/>
              </w:numPr>
            </w:pPr>
            <w:r w:rsidRPr="00CA148A">
              <w:rPr>
                <w:rFonts w:hint="eastAsia"/>
              </w:rPr>
              <w:t>我们需要多少水</w:t>
            </w:r>
          </w:p>
          <w:p w:rsidR="00CC3786" w:rsidRPr="00CA148A" w:rsidRDefault="00CC3786">
            <w:r w:rsidRPr="00CA148A">
              <w:rPr>
                <w:rFonts w:hint="eastAsia"/>
              </w:rPr>
              <w:t>《中国居民膳食指南》（</w:t>
            </w:r>
            <w:r w:rsidRPr="00CA148A">
              <w:t>2007</w:t>
            </w:r>
            <w:r w:rsidRPr="00CA148A">
              <w:rPr>
                <w:rFonts w:hint="eastAsia"/>
              </w:rPr>
              <w:t>）建议：温和气候下生活的轻体力活动的成年人每日最少饮水量为</w:t>
            </w:r>
            <w:r w:rsidRPr="00CA148A">
              <w:t>1200</w:t>
            </w:r>
            <w:r w:rsidRPr="00CA148A">
              <w:rPr>
                <w:rFonts w:hint="eastAsia"/>
              </w:rPr>
              <w:t>毫升，相当于</w:t>
            </w:r>
            <w:r w:rsidRPr="00CA148A">
              <w:t>6</w:t>
            </w:r>
            <w:r w:rsidRPr="00CA148A">
              <w:rPr>
                <w:rFonts w:hint="eastAsia"/>
              </w:rPr>
              <w:t>杯水。</w:t>
            </w:r>
          </w:p>
          <w:p w:rsidR="00CC3786" w:rsidRPr="00CA148A" w:rsidRDefault="00CC3786">
            <w:pPr>
              <w:numPr>
                <w:ilvl w:val="0"/>
                <w:numId w:val="1"/>
              </w:numPr>
            </w:pPr>
            <w:r w:rsidRPr="00CA148A">
              <w:rPr>
                <w:rFonts w:hint="eastAsia"/>
              </w:rPr>
              <w:t>我们需要什么样的水</w:t>
            </w:r>
          </w:p>
          <w:p w:rsidR="00CC3786" w:rsidRPr="00CA148A" w:rsidRDefault="00CC3786">
            <w:r w:rsidRPr="00CA148A">
              <w:rPr>
                <w:rFonts w:hint="eastAsia"/>
              </w:rPr>
              <w:t>白开水最符合人体需要的饮用水</w:t>
            </w:r>
          </w:p>
          <w:p w:rsidR="00CC3786" w:rsidRPr="00CA148A" w:rsidRDefault="00CC3786">
            <w:r w:rsidRPr="00CA148A">
              <w:rPr>
                <w:rFonts w:hint="eastAsia"/>
              </w:rPr>
              <w:t>五、如何喝水</w:t>
            </w:r>
          </w:p>
          <w:p w:rsidR="00CC3786" w:rsidRPr="00CA148A" w:rsidRDefault="00CC3786">
            <w:r w:rsidRPr="00CA148A">
              <w:rPr>
                <w:rFonts w:hint="eastAsia"/>
              </w:rPr>
              <w:t>喝水的原则：</w:t>
            </w:r>
          </w:p>
          <w:p w:rsidR="00CC3786" w:rsidRPr="00CA148A" w:rsidRDefault="00CC3786">
            <w:r w:rsidRPr="00CA148A">
              <w:rPr>
                <w:rFonts w:hint="eastAsia"/>
              </w:rPr>
              <w:t>少量多次晨起空腹时身边常备饮用水以供随时取用</w:t>
            </w:r>
          </w:p>
          <w:p w:rsidR="00CC3786" w:rsidRPr="00CA148A" w:rsidRDefault="00CC3786">
            <w:r w:rsidRPr="00CA148A">
              <w:rPr>
                <w:rFonts w:hint="eastAsia"/>
              </w:rPr>
              <w:t>健康饮水式：</w:t>
            </w:r>
          </w:p>
          <w:p w:rsidR="00CC3786" w:rsidRPr="00CA148A" w:rsidRDefault="00CC3786">
            <w:r w:rsidRPr="00CA148A">
              <w:rPr>
                <w:rFonts w:hint="eastAsia"/>
              </w:rPr>
              <w:t>饮好水饮暖水空腹饮水</w:t>
            </w:r>
          </w:p>
          <w:p w:rsidR="00CC3786" w:rsidRPr="00CA148A" w:rsidRDefault="00CC3786">
            <w:pPr>
              <w:numPr>
                <w:ilvl w:val="0"/>
                <w:numId w:val="2"/>
              </w:numPr>
            </w:pPr>
            <w:r w:rsidRPr="00CA148A">
              <w:rPr>
                <w:rFonts w:hint="eastAsia"/>
              </w:rPr>
              <w:t>喝水该注意的事</w:t>
            </w:r>
          </w:p>
          <w:p w:rsidR="00CC3786" w:rsidRPr="00CA148A" w:rsidRDefault="00CC3786">
            <w:pPr>
              <w:numPr>
                <w:ilvl w:val="0"/>
                <w:numId w:val="3"/>
              </w:numPr>
            </w:pPr>
            <w:r w:rsidRPr="00CA148A">
              <w:rPr>
                <w:rFonts w:hint="eastAsia"/>
              </w:rPr>
              <w:t>千万別等到口渴了才喝水</w:t>
            </w:r>
            <w:r w:rsidRPr="00CA148A">
              <w:t>2.</w:t>
            </w:r>
            <w:r w:rsidRPr="00CA148A">
              <w:rPr>
                <w:rFonts w:hint="eastAsia"/>
              </w:rPr>
              <w:t>喝水先含一含再喝</w:t>
            </w:r>
            <w:r w:rsidRPr="00CA148A">
              <w:t>3.</w:t>
            </w:r>
            <w:r w:rsidRPr="00CA148A">
              <w:rPr>
                <w:rFonts w:hint="eastAsia"/>
              </w:rPr>
              <w:t>冬天依然要喝水</w:t>
            </w:r>
          </w:p>
          <w:p w:rsidR="00CC3786" w:rsidRPr="00CA148A" w:rsidRDefault="00CC3786">
            <w:pPr>
              <w:numPr>
                <w:ilvl w:val="0"/>
                <w:numId w:val="4"/>
              </w:numPr>
            </w:pPr>
            <w:r w:rsidRPr="00CA148A">
              <w:rPr>
                <w:rFonts w:hint="eastAsia"/>
              </w:rPr>
              <w:t>勿以「喝水会常去厕所」为理由而不喝水</w:t>
            </w:r>
            <w:r w:rsidRPr="00CA148A">
              <w:t>5.</w:t>
            </w:r>
            <w:r w:rsidRPr="00CA148A">
              <w:rPr>
                <w:rFonts w:hint="eastAsia"/>
              </w:rPr>
              <w:t>晨起空腹先喝一杯水</w:t>
            </w:r>
          </w:p>
          <w:p w:rsidR="00CC3786" w:rsidRPr="00CA148A" w:rsidRDefault="00CC3786">
            <w:r w:rsidRPr="00CA148A">
              <w:t>6.</w:t>
            </w:r>
            <w:r w:rsidRPr="00CA148A">
              <w:rPr>
                <w:rFonts w:hint="eastAsia"/>
              </w:rPr>
              <w:t>运动过后，大量流汗，要补充水分</w:t>
            </w:r>
          </w:p>
          <w:p w:rsidR="00CC3786" w:rsidRPr="00CA148A" w:rsidRDefault="00CC3786"/>
          <w:p w:rsidR="00CC3786" w:rsidRPr="00CA148A" w:rsidRDefault="00CC3786">
            <w:r w:rsidRPr="00CA148A">
              <w:rPr>
                <w:rFonts w:hint="eastAsia"/>
              </w:rPr>
              <w:t>教师总结：</w:t>
            </w:r>
          </w:p>
          <w:p w:rsidR="00CC3786" w:rsidRPr="00CA148A" w:rsidRDefault="00CC3786">
            <w:pPr>
              <w:rPr>
                <w:rFonts w:ascii="仿宋_GB2312" w:eastAsia="仿宋_GB2312"/>
                <w:szCs w:val="21"/>
              </w:rPr>
            </w:pPr>
            <w:r w:rsidRPr="00CA148A">
              <w:rPr>
                <w:rFonts w:hint="eastAsia"/>
              </w:rPr>
              <w:t>好好饮水是十分必要的，请同学们一定要科学饮水。</w:t>
            </w:r>
            <w:bookmarkStart w:id="0" w:name="_GoBack"/>
            <w:bookmarkEnd w:id="0"/>
          </w:p>
        </w:tc>
      </w:tr>
    </w:tbl>
    <w:p w:rsidR="00CC3786" w:rsidRDefault="00CC3786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教学设计</w:t>
      </w:r>
    </w:p>
    <w:sectPr w:rsidR="00CC3786" w:rsidSect="00173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9E1E8"/>
    <w:multiLevelType w:val="singleLevel"/>
    <w:tmpl w:val="5809E1E8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809E280"/>
    <w:multiLevelType w:val="singleLevel"/>
    <w:tmpl w:val="5809E280"/>
    <w:lvl w:ilvl="0">
      <w:start w:val="6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5809E2AD"/>
    <w:multiLevelType w:val="singleLevel"/>
    <w:tmpl w:val="5809E2AD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3">
    <w:nsid w:val="5809E2C5"/>
    <w:multiLevelType w:val="singleLevel"/>
    <w:tmpl w:val="5809E2C5"/>
    <w:lvl w:ilvl="0">
      <w:start w:val="4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19955AD"/>
    <w:rsid w:val="00173B23"/>
    <w:rsid w:val="004D48F7"/>
    <w:rsid w:val="00CA148A"/>
    <w:rsid w:val="00CC3786"/>
    <w:rsid w:val="00CF38BD"/>
    <w:rsid w:val="4199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B2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68</Words>
  <Characters>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教学内容</dc:title>
  <dc:subject/>
  <dc:creator>Administrator</dc:creator>
  <cp:keywords/>
  <dc:description/>
  <cp:lastModifiedBy>admin</cp:lastModifiedBy>
  <cp:revision>2</cp:revision>
  <dcterms:created xsi:type="dcterms:W3CDTF">2016-10-21T09:40:00Z</dcterms:created>
  <dcterms:modified xsi:type="dcterms:W3CDTF">2016-10-21T09:40:00Z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