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11430</wp:posOffset>
            </wp:positionV>
            <wp:extent cx="7188835" cy="4123055"/>
            <wp:effectExtent l="0" t="0" r="12065" b="10795"/>
            <wp:wrapNone/>
            <wp:docPr id="3" name="Picture 5" descr="QQ图片20140504084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QQ图片2014050408494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502"/>
                    <a:stretch>
                      <a:fillRect/>
                    </a:stretch>
                  </pic:blipFill>
                  <pic:spPr>
                    <a:xfrm>
                      <a:off x="0" y="0"/>
                      <a:ext cx="7188835" cy="412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2755265</wp:posOffset>
                </wp:positionV>
                <wp:extent cx="3886835" cy="1313815"/>
                <wp:effectExtent l="4445" t="4445" r="13970" b="1524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13138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80" w:lineRule="exact"/>
                              <w:ind w:left="0" w:leftChars="0" w:right="0" w:rightChars="0" w:firstLine="560" w:firstLineChars="2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大家好，我是来自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）班的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吴思远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大家好，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在过去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lang w:eastAsia="zh-CN"/>
                              </w:rPr>
                              <w:t>日子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里，我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尊敬老师，友爱同学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；学习上，但认真听讲，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积极思考，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及时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认真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完成各项作业，通过努力，我真的获得了“和乐娃”之星的称号。我要再接再厉，争取再获殊荣。</w:t>
                            </w:r>
                          </w:p>
                          <w:p>
                            <w:pPr>
                              <w:ind w:firstLine="420" w:firstLineChars="200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1.75pt;margin-top:216.95pt;height:103.45pt;width:306.05pt;z-index:251658240;mso-width-relative:page;mso-height-relative:page;" filled="f" stroked="t" coordsize="21600,21600" o:gfxdata="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x8p8DYAAAACwEAAA8AAAAAAAAAAQAgAAAAIgAAAGRycy9kb3ducmV2Lnht&#10;bFBLAQIUABQAAAAIAIdO4kBmI7Mm+QEAANcDAAAOAAAAAAAAAAEAIAAAACcBAABkcnMvZTJvRG9j&#10;LnhtbFBLBQYAAAAABgAGAFkBAACS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80" w:lineRule="exact"/>
                        <w:ind w:left="0" w:leftChars="0" w:right="0" w:rightChars="0" w:firstLine="560" w:firstLineChars="20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大家好，我是来自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三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）班的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吴思远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大家好，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在过去</w:t>
                      </w: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  <w:lang w:eastAsia="zh-CN"/>
                        </w:rPr>
                        <w:t>日子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里，我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尊敬老师，友爱同学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；学习上，但认真听讲，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积极思考，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及时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认真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完成各项作业，通过努力，我真的获得了“和乐娃”之星的称号。我要再接再厉，争取再获殊荣。</w:t>
                      </w:r>
                    </w:p>
                    <w:p>
                      <w:pPr>
                        <w:ind w:firstLine="420" w:firstLineChars="200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2665730" cy="2665730"/>
            <wp:effectExtent l="0" t="0" r="1270" b="1270"/>
            <wp:docPr id="4" name="图片 2" descr="E:\三\2017三\2017-2018三4\2017-2018三4\三4班和乐娃\吴思远.jpg吴思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E:\三\2017三\2017-2018三4\2017-2018三4\三4班和乐娃\吴思远.jpg吴思远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5730" cy="266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-38100</wp:posOffset>
                </wp:positionV>
                <wp:extent cx="1981200" cy="3914775"/>
                <wp:effectExtent l="0" t="0" r="0" b="0"/>
                <wp:wrapNone/>
                <wp:docPr id="2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914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48"/>
                                <w:szCs w:val="48"/>
                              </w:rPr>
                              <w:t>十一月和乐娃之星</w:t>
                            </w:r>
                          </w:p>
                        </w:txbxContent>
                      </wps:txbx>
                      <wps:bodyPr vert="eaVert" anchor="t" upright="1"/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-54.75pt;margin-top:-3pt;height:308.25pt;width:156pt;z-index:-251658240;mso-width-relative:page;mso-height-relative:page;" filled="f" stroked="f" coordsize="21600,21600" o:gfxdata="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Dsw7ht2wAAAAsBAAAPAAAAAAAAAAEAIAAA&#10;ACIAAABkcnMvZG93bnJldi54bWxQSwECFAAUAAAACACHTuJAyYODXZcBAAAjAwAADgAAAAAAAAAB&#10;ACAAAAAqAQAAZHJzL2Uyb0RvYy54bWxQSwUGAAAAAAYABgBZAQAAMwU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ascii="楷体" w:hAnsi="楷体" w:eastAsia="楷体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 w:val="48"/>
                          <w:szCs w:val="48"/>
                        </w:rPr>
                        <w:t>十一月和乐娃之星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sectPr>
      <w:pgSz w:w="11906" w:h="16838"/>
      <w:pgMar w:top="476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F2"/>
    <w:rsid w:val="00017569"/>
    <w:rsid w:val="000A6E24"/>
    <w:rsid w:val="000A7AAE"/>
    <w:rsid w:val="001A4524"/>
    <w:rsid w:val="002119BA"/>
    <w:rsid w:val="00216CF5"/>
    <w:rsid w:val="002853B5"/>
    <w:rsid w:val="003477C2"/>
    <w:rsid w:val="003500E4"/>
    <w:rsid w:val="003F58F7"/>
    <w:rsid w:val="004F54BD"/>
    <w:rsid w:val="005A15EE"/>
    <w:rsid w:val="0067558D"/>
    <w:rsid w:val="007161DB"/>
    <w:rsid w:val="00716CEF"/>
    <w:rsid w:val="00762CFB"/>
    <w:rsid w:val="00765BBC"/>
    <w:rsid w:val="0077411D"/>
    <w:rsid w:val="00821DF4"/>
    <w:rsid w:val="00823D33"/>
    <w:rsid w:val="008335C7"/>
    <w:rsid w:val="00906154"/>
    <w:rsid w:val="009173B9"/>
    <w:rsid w:val="009459C0"/>
    <w:rsid w:val="009B4BEC"/>
    <w:rsid w:val="009F5E6E"/>
    <w:rsid w:val="00A95F85"/>
    <w:rsid w:val="00AC6418"/>
    <w:rsid w:val="00B25E86"/>
    <w:rsid w:val="00BA7E7A"/>
    <w:rsid w:val="00C302D4"/>
    <w:rsid w:val="00C9064D"/>
    <w:rsid w:val="00D01500"/>
    <w:rsid w:val="00DB1A60"/>
    <w:rsid w:val="00DB4632"/>
    <w:rsid w:val="00DE4582"/>
    <w:rsid w:val="00DE479C"/>
    <w:rsid w:val="00E05CF2"/>
    <w:rsid w:val="00E21502"/>
    <w:rsid w:val="00E71042"/>
    <w:rsid w:val="00E860AF"/>
    <w:rsid w:val="00ED638D"/>
    <w:rsid w:val="00F23CD4"/>
    <w:rsid w:val="00F80982"/>
    <w:rsid w:val="04601F88"/>
    <w:rsid w:val="126E47D1"/>
    <w:rsid w:val="148573BF"/>
    <w:rsid w:val="15FE0523"/>
    <w:rsid w:val="1BB81089"/>
    <w:rsid w:val="273F35F4"/>
    <w:rsid w:val="2FC205CC"/>
    <w:rsid w:val="2FF04AFF"/>
    <w:rsid w:val="7C98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widowControl/>
      <w:spacing w:line="660" w:lineRule="exact"/>
      <w:ind w:left="2587"/>
      <w:jc w:val="left"/>
    </w:pPr>
    <w:rPr>
      <w:rFonts w:ascii="华文中宋" w:hAnsi="华文中宋" w:eastAsia="华文中宋"/>
      <w:kern w:val="0"/>
      <w:sz w:val="30"/>
      <w:szCs w:val="30"/>
      <w:lang w:eastAsia="en-US"/>
    </w:rPr>
  </w:style>
  <w:style w:type="paragraph" w:styleId="3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customStyle="1" w:styleId="9">
    <w:name w:val="批注框文本 Char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眉 Char"/>
    <w:basedOn w:val="6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正文文本 Char"/>
    <w:link w:val="2"/>
    <w:qFormat/>
    <w:uiPriority w:val="0"/>
    <w:rPr>
      <w:rFonts w:ascii="华文中宋" w:hAnsi="华文中宋" w:eastAsia="华文中宋"/>
      <w:sz w:val="30"/>
      <w:szCs w:val="30"/>
      <w:lang w:eastAsia="en-US"/>
    </w:rPr>
  </w:style>
  <w:style w:type="character" w:customStyle="1" w:styleId="12">
    <w:name w:val="页脚 Char"/>
    <w:basedOn w:val="6"/>
    <w:link w:val="4"/>
    <w:semiHidden/>
    <w:uiPriority w:val="99"/>
    <w:rPr>
      <w:kern w:val="2"/>
      <w:sz w:val="18"/>
      <w:szCs w:val="18"/>
    </w:rPr>
  </w:style>
  <w:style w:type="paragraph" w:customStyle="1" w:styleId="13">
    <w:name w:val="Table Paragraph"/>
    <w:basedOn w:val="1"/>
    <w:qFormat/>
    <w:uiPriority w:val="0"/>
    <w:pPr>
      <w:widowControl/>
      <w:spacing w:line="660" w:lineRule="exact"/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9968;&#65288;7&#65289;11&#26376;&#21644;&#20048;&#23043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一（7）11月和乐娃</Template>
  <Company>Microsoft</Company>
  <Pages>1</Pages>
  <Words>1</Words>
  <Characters>8</Characters>
  <Lines>1</Lines>
  <Paragraphs>1</Paragraphs>
  <ScaleCrop>false</ScaleCrop>
  <LinksUpToDate>false</LinksUpToDate>
  <CharactersWithSpaces>8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2017-12-04T08:00:00Z</dcterms:created>
  <dc:creator>admin</dc:creator>
  <cp:lastModifiedBy>Administrator</cp:lastModifiedBy>
  <cp:lastPrinted>2017-12-06T05:18:52Z</cp:lastPrinted>
  <dcterms:modified xsi:type="dcterms:W3CDTF">2017-12-06T05:19:12Z</dcterms:modified>
  <dc:title>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