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33" w:rsidRDefault="0067558D" w:rsidP="00AC6418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26" type="#_x0000_t202" style="position:absolute;left:0;text-align:left;margin-left:-54.75pt;margin-top:-3pt;width:65.25pt;height:308.25pt;z-index:-251657728" filled="f" stroked="f">
            <v:textbox style="layout-flow:vertical-ideographic;mso-next-textbox:#Text Box 18">
              <w:txbxContent>
                <w:p w:rsidR="00823D33" w:rsidRDefault="009B4BEC">
                  <w:pPr>
                    <w:rPr>
                      <w:rFonts w:ascii="楷体" w:eastAsia="楷体" w:hAnsi="楷体"/>
                      <w:b/>
                      <w:sz w:val="72"/>
                      <w:szCs w:val="72"/>
                    </w:rPr>
                  </w:pPr>
                  <w:r>
                    <w:rPr>
                      <w:rFonts w:ascii="楷体" w:eastAsia="楷体" w:hAnsi="楷体" w:hint="eastAsia"/>
                      <w:b/>
                      <w:sz w:val="72"/>
                      <w:szCs w:val="72"/>
                    </w:rPr>
                    <w:t>十</w:t>
                  </w:r>
                  <w:r w:rsidR="00716CEF">
                    <w:rPr>
                      <w:rFonts w:ascii="楷体" w:eastAsia="楷体" w:hAnsi="楷体" w:hint="eastAsia"/>
                      <w:b/>
                      <w:sz w:val="72"/>
                      <w:szCs w:val="72"/>
                    </w:rPr>
                    <w:t>一</w:t>
                  </w:r>
                  <w:r w:rsidR="00823D33">
                    <w:rPr>
                      <w:rFonts w:ascii="楷体" w:eastAsia="楷体" w:hAnsi="楷体" w:hint="eastAsia"/>
                      <w:b/>
                      <w:sz w:val="72"/>
                      <w:szCs w:val="72"/>
                    </w:rPr>
                    <w:t>月和乐娃之星</w:t>
                  </w:r>
                </w:p>
              </w:txbxContent>
            </v:textbox>
          </v:shape>
        </w:pict>
      </w:r>
      <w:r w:rsidR="007161DB">
        <w:rPr>
          <w:noProof/>
        </w:rPr>
        <w:drawing>
          <wp:inline distT="0" distB="0" distL="0" distR="0">
            <wp:extent cx="3769360" cy="2666260"/>
            <wp:effectExtent l="19050" t="0" r="254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360" cy="26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6CEF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-781050</wp:posOffset>
            </wp:positionH>
            <wp:positionV relativeFrom="paragraph">
              <wp:posOffset>-321945</wp:posOffset>
            </wp:positionV>
            <wp:extent cx="6703060" cy="4408170"/>
            <wp:effectExtent l="19050" t="0" r="2540" b="0"/>
            <wp:wrapNone/>
            <wp:docPr id="3" name="Picture 5" descr="QQ图片2014050408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Q图片2014050408494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3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060" cy="440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3D33" w:rsidRDefault="0067558D">
      <w:r>
        <w:pict>
          <v:shape id="文本框 2" o:spid="_x0000_s1028" type="#_x0000_t202" style="position:absolute;left:0;text-align:left;margin-left:30pt;margin-top:6.75pt;width:354pt;height:72.8pt;z-index:251657728" filled="f">
            <v:textbox>
              <w:txbxContent>
                <w:p w:rsidR="00823D33" w:rsidRDefault="00716CEF" w:rsidP="003477C2">
                  <w:pPr>
                    <w:ind w:firstLineChars="200" w:firstLine="420"/>
                  </w:pPr>
                  <w:r>
                    <w:rPr>
                      <w:rFonts w:hint="eastAsia"/>
                    </w:rPr>
                    <w:t>大家好，我</w:t>
                  </w:r>
                  <w:r w:rsidR="003477C2">
                    <w:rPr>
                      <w:rFonts w:hint="eastAsia"/>
                    </w:rPr>
                    <w:t>是来自一（</w:t>
                  </w:r>
                  <w:r w:rsidR="00AC6418">
                    <w:rPr>
                      <w:rFonts w:hint="eastAsia"/>
                    </w:rPr>
                    <w:t>7</w:t>
                  </w:r>
                  <w:r w:rsidR="003477C2">
                    <w:rPr>
                      <w:rFonts w:hint="eastAsia"/>
                    </w:rPr>
                    <w:t>）班的</w:t>
                  </w:r>
                  <w:r>
                    <w:rPr>
                      <w:rFonts w:hint="eastAsia"/>
                    </w:rPr>
                    <w:t>孙想开</w:t>
                  </w:r>
                  <w:r w:rsidR="003477C2">
                    <w:rPr>
                      <w:rFonts w:hint="eastAsia"/>
                    </w:rPr>
                    <w:t>，在十</w:t>
                  </w:r>
                  <w:r>
                    <w:rPr>
                      <w:rFonts w:hint="eastAsia"/>
                    </w:rPr>
                    <w:t>一</w:t>
                  </w:r>
                  <w:r w:rsidR="003477C2">
                    <w:rPr>
                      <w:rFonts w:hint="eastAsia"/>
                    </w:rPr>
                    <w:t>月份，</w:t>
                  </w:r>
                  <w:r>
                    <w:rPr>
                      <w:rFonts w:hint="eastAsia"/>
                    </w:rPr>
                    <w:t>我能协助老师把工作做好，乐于接受老师交给的任务，做事善始善终，认真负责。对自己严格要求，有主见，对事情能够认真分析，是一名综合素质较高的好学生。我</w:t>
                  </w:r>
                  <w:r w:rsidR="00AC6418">
                    <w:rPr>
                      <w:rFonts w:hint="eastAsia"/>
                    </w:rPr>
                    <w:t>会</w:t>
                  </w:r>
                  <w:r>
                    <w:rPr>
                      <w:rFonts w:hint="eastAsia"/>
                    </w:rPr>
                    <w:t>继续努力</w:t>
                  </w:r>
                  <w:r w:rsidR="00AC6418">
                    <w:rPr>
                      <w:rFonts w:hint="eastAsia"/>
                    </w:rPr>
                    <w:t>，争做一个</w:t>
                  </w:r>
                  <w:r>
                    <w:rPr>
                      <w:rFonts w:hint="eastAsia"/>
                    </w:rPr>
                    <w:t>更加</w:t>
                  </w:r>
                  <w:r w:rsidR="00AC6418">
                    <w:rPr>
                      <w:rFonts w:hint="eastAsia"/>
                    </w:rPr>
                    <w:t>优秀的“和乐娃”。</w:t>
                  </w:r>
                </w:p>
              </w:txbxContent>
            </v:textbox>
          </v:shape>
        </w:pict>
      </w:r>
    </w:p>
    <w:p w:rsidR="00823D33" w:rsidRDefault="00823D33"/>
    <w:p w:rsidR="00823D33" w:rsidRDefault="00823D33"/>
    <w:p w:rsidR="00823D33" w:rsidRDefault="00823D33"/>
    <w:sectPr w:rsidR="00823D33" w:rsidSect="0067558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CF2" w:rsidRDefault="00E05CF2" w:rsidP="00F23CD4">
      <w:r>
        <w:separator/>
      </w:r>
    </w:p>
  </w:endnote>
  <w:endnote w:type="continuationSeparator" w:id="1">
    <w:p w:rsidR="00E05CF2" w:rsidRDefault="00E05CF2" w:rsidP="00F23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CF2" w:rsidRDefault="00E05CF2" w:rsidP="00F23CD4">
      <w:r>
        <w:separator/>
      </w:r>
    </w:p>
  </w:footnote>
  <w:footnote w:type="continuationSeparator" w:id="1">
    <w:p w:rsidR="00E05CF2" w:rsidRDefault="00E05CF2" w:rsidP="00F23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5CF2"/>
    <w:rsid w:val="00017569"/>
    <w:rsid w:val="000A6E24"/>
    <w:rsid w:val="000A7AAE"/>
    <w:rsid w:val="001A4524"/>
    <w:rsid w:val="002119BA"/>
    <w:rsid w:val="00216CF5"/>
    <w:rsid w:val="002853B5"/>
    <w:rsid w:val="003477C2"/>
    <w:rsid w:val="003500E4"/>
    <w:rsid w:val="003F58F7"/>
    <w:rsid w:val="004F54BD"/>
    <w:rsid w:val="005A15EE"/>
    <w:rsid w:val="0067558D"/>
    <w:rsid w:val="007161DB"/>
    <w:rsid w:val="00716CEF"/>
    <w:rsid w:val="00762CFB"/>
    <w:rsid w:val="00765BBC"/>
    <w:rsid w:val="0077411D"/>
    <w:rsid w:val="00821DF4"/>
    <w:rsid w:val="00823D33"/>
    <w:rsid w:val="008335C7"/>
    <w:rsid w:val="00906154"/>
    <w:rsid w:val="009173B9"/>
    <w:rsid w:val="009459C0"/>
    <w:rsid w:val="009B4BEC"/>
    <w:rsid w:val="009F5E6E"/>
    <w:rsid w:val="00A95F85"/>
    <w:rsid w:val="00AC6418"/>
    <w:rsid w:val="00B25E86"/>
    <w:rsid w:val="00BA7E7A"/>
    <w:rsid w:val="00C302D4"/>
    <w:rsid w:val="00C9064D"/>
    <w:rsid w:val="00D01500"/>
    <w:rsid w:val="00DB1A60"/>
    <w:rsid w:val="00DB4632"/>
    <w:rsid w:val="00DE4582"/>
    <w:rsid w:val="00DE479C"/>
    <w:rsid w:val="00E05CF2"/>
    <w:rsid w:val="00E21502"/>
    <w:rsid w:val="00E71042"/>
    <w:rsid w:val="00E860AF"/>
    <w:rsid w:val="00ED638D"/>
    <w:rsid w:val="00F23CD4"/>
    <w:rsid w:val="00F80982"/>
    <w:rsid w:val="04601F88"/>
    <w:rsid w:val="15FE0523"/>
    <w:rsid w:val="1BB81089"/>
    <w:rsid w:val="273F35F4"/>
    <w:rsid w:val="7C98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7558D"/>
    <w:rPr>
      <w:b/>
      <w:bCs/>
    </w:rPr>
  </w:style>
  <w:style w:type="character" w:customStyle="1" w:styleId="Char">
    <w:name w:val="批注框文本 Char"/>
    <w:link w:val="a4"/>
    <w:uiPriority w:val="99"/>
    <w:semiHidden/>
    <w:rsid w:val="0067558D"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7558D"/>
    <w:rPr>
      <w:kern w:val="2"/>
      <w:sz w:val="18"/>
      <w:szCs w:val="18"/>
    </w:rPr>
  </w:style>
  <w:style w:type="character" w:customStyle="1" w:styleId="Char1">
    <w:name w:val="正文文本 Char"/>
    <w:link w:val="a6"/>
    <w:rsid w:val="0067558D"/>
    <w:rPr>
      <w:rFonts w:ascii="华文中宋" w:eastAsia="华文中宋" w:hAnsi="华文中宋"/>
      <w:sz w:val="30"/>
      <w:szCs w:val="30"/>
      <w:lang w:eastAsia="en-US"/>
    </w:rPr>
  </w:style>
  <w:style w:type="character" w:customStyle="1" w:styleId="Char2">
    <w:name w:val="页脚 Char"/>
    <w:basedOn w:val="a0"/>
    <w:link w:val="a7"/>
    <w:uiPriority w:val="99"/>
    <w:semiHidden/>
    <w:rsid w:val="0067558D"/>
    <w:rPr>
      <w:kern w:val="2"/>
      <w:sz w:val="18"/>
      <w:szCs w:val="18"/>
    </w:rPr>
  </w:style>
  <w:style w:type="paragraph" w:styleId="a6">
    <w:name w:val="Body Text"/>
    <w:basedOn w:val="a"/>
    <w:link w:val="Char1"/>
    <w:qFormat/>
    <w:rsid w:val="0067558D"/>
    <w:pPr>
      <w:widowControl/>
      <w:spacing w:line="660" w:lineRule="exact"/>
      <w:ind w:left="2587"/>
      <w:jc w:val="left"/>
    </w:pPr>
    <w:rPr>
      <w:rFonts w:ascii="华文中宋" w:eastAsia="华文中宋" w:hAnsi="华文中宋"/>
      <w:kern w:val="0"/>
      <w:sz w:val="30"/>
      <w:szCs w:val="30"/>
      <w:lang w:eastAsia="en-US"/>
    </w:rPr>
  </w:style>
  <w:style w:type="paragraph" w:customStyle="1" w:styleId="TableParagraph">
    <w:name w:val="Table Paragraph"/>
    <w:basedOn w:val="a"/>
    <w:qFormat/>
    <w:rsid w:val="0067558D"/>
    <w:pPr>
      <w:widowControl/>
      <w:spacing w:line="660" w:lineRule="exact"/>
      <w:jc w:val="left"/>
    </w:pPr>
    <w:rPr>
      <w:rFonts w:ascii="Calibri" w:hAnsi="Calibri"/>
      <w:kern w:val="0"/>
      <w:sz w:val="22"/>
      <w:szCs w:val="22"/>
      <w:lang w:eastAsia="en-US"/>
    </w:rPr>
  </w:style>
  <w:style w:type="paragraph" w:styleId="a7">
    <w:name w:val="footer"/>
    <w:basedOn w:val="a"/>
    <w:link w:val="Char2"/>
    <w:uiPriority w:val="99"/>
    <w:unhideWhenUsed/>
    <w:rsid w:val="00675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uiPriority w:val="99"/>
    <w:unhideWhenUsed/>
    <w:rsid w:val="0067558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75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9968;&#65288;7&#65289;11&#26376;&#21644;&#20048;&#23043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一（7）11月和乐娃</Template>
  <TotalTime>1</TotalTime>
  <Pages>1</Pages>
  <Words>1</Words>
  <Characters>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admin</dc:creator>
  <cp:lastModifiedBy>admin</cp:lastModifiedBy>
  <cp:revision>2</cp:revision>
  <cp:lastPrinted>2015-09-28T07:35:00Z</cp:lastPrinted>
  <dcterms:created xsi:type="dcterms:W3CDTF">2017-12-04T08:00:00Z</dcterms:created>
  <dcterms:modified xsi:type="dcterms:W3CDTF">2017-12-04T08:01:00Z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