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B02" w:rsidRPr="00D03600" w:rsidRDefault="00807B02" w:rsidP="00807B02">
      <w:pPr>
        <w:ind w:firstLineChars="850" w:firstLine="31680"/>
        <w:rPr>
          <w:rFonts w:ascii="宋体"/>
          <w:sz w:val="30"/>
          <w:szCs w:val="30"/>
        </w:rPr>
      </w:pPr>
      <w:r w:rsidRPr="00D03600">
        <w:rPr>
          <w:rFonts w:ascii="宋体" w:hAnsi="宋体" w:hint="eastAsia"/>
          <w:sz w:val="30"/>
          <w:szCs w:val="30"/>
        </w:rPr>
        <w:t>两位数加两位数的口算</w:t>
      </w:r>
    </w:p>
    <w:p w:rsidR="00807B02" w:rsidRPr="00D03600" w:rsidRDefault="00807B02" w:rsidP="00C04CC9">
      <w:pPr>
        <w:pStyle w:val="ListParagraph"/>
        <w:numPr>
          <w:ilvl w:val="0"/>
          <w:numId w:val="1"/>
        </w:numPr>
        <w:ind w:firstLineChars="0"/>
        <w:rPr>
          <w:rFonts w:ascii="宋体"/>
          <w:sz w:val="30"/>
          <w:szCs w:val="30"/>
        </w:rPr>
      </w:pPr>
      <w:r w:rsidRPr="00D03600">
        <w:rPr>
          <w:rFonts w:ascii="宋体" w:hAnsi="宋体" w:hint="eastAsia"/>
          <w:sz w:val="30"/>
          <w:szCs w:val="30"/>
        </w:rPr>
        <w:t>激活旧知</w:t>
      </w:r>
    </w:p>
    <w:p w:rsidR="00807B02" w:rsidRPr="00D03600" w:rsidRDefault="00807B02" w:rsidP="00C774ED">
      <w:pPr>
        <w:pStyle w:val="ListParagraph"/>
        <w:ind w:left="780" w:firstLineChars="0" w:firstLine="0"/>
        <w:rPr>
          <w:rFonts w:ascii="宋体"/>
          <w:sz w:val="30"/>
          <w:szCs w:val="30"/>
        </w:rPr>
      </w:pPr>
      <w:r w:rsidRPr="00D03600">
        <w:rPr>
          <w:rFonts w:ascii="宋体" w:hAnsi="宋体"/>
          <w:sz w:val="30"/>
          <w:szCs w:val="30"/>
        </w:rPr>
        <w:t>1</w:t>
      </w:r>
      <w:r w:rsidRPr="00D03600">
        <w:rPr>
          <w:rFonts w:ascii="宋体" w:hAnsi="宋体" w:hint="eastAsia"/>
          <w:sz w:val="30"/>
          <w:szCs w:val="30"/>
        </w:rPr>
        <w:t>、出示口算</w:t>
      </w:r>
      <w:bookmarkStart w:id="0" w:name="_GoBack"/>
      <w:bookmarkEnd w:id="0"/>
    </w:p>
    <w:p w:rsidR="00807B02" w:rsidRPr="00D03600" w:rsidRDefault="00807B02" w:rsidP="00C04CC9">
      <w:pPr>
        <w:pStyle w:val="ListParagraph"/>
        <w:ind w:left="780" w:firstLineChars="0" w:firstLine="0"/>
        <w:rPr>
          <w:rFonts w:ascii="宋体" w:hAnsi="宋体"/>
          <w:sz w:val="30"/>
          <w:szCs w:val="30"/>
        </w:rPr>
      </w:pPr>
      <w:r w:rsidRPr="00D03600">
        <w:rPr>
          <w:rFonts w:ascii="宋体" w:hAnsi="宋体"/>
          <w:sz w:val="30"/>
          <w:szCs w:val="30"/>
        </w:rPr>
        <w:t>42+20=          35+30=         25+40=</w:t>
      </w:r>
    </w:p>
    <w:p w:rsidR="00807B02" w:rsidRPr="00D03600" w:rsidRDefault="00807B02" w:rsidP="00C04CC9">
      <w:pPr>
        <w:pStyle w:val="ListParagraph"/>
        <w:ind w:left="780" w:firstLineChars="0" w:firstLine="0"/>
        <w:rPr>
          <w:rFonts w:ascii="宋体" w:hAnsi="宋体"/>
          <w:sz w:val="30"/>
          <w:szCs w:val="30"/>
        </w:rPr>
      </w:pPr>
      <w:r w:rsidRPr="00D03600">
        <w:rPr>
          <w:rFonts w:ascii="宋体" w:hAnsi="宋体"/>
          <w:sz w:val="30"/>
          <w:szCs w:val="30"/>
        </w:rPr>
        <w:t>42+2=           35+3=          25+4=</w:t>
      </w:r>
    </w:p>
    <w:p w:rsidR="00807B02" w:rsidRPr="00D03600" w:rsidRDefault="00807B02" w:rsidP="00C04CC9">
      <w:pPr>
        <w:pStyle w:val="ListParagraph"/>
        <w:ind w:left="780" w:firstLineChars="0" w:firstLine="0"/>
        <w:rPr>
          <w:rFonts w:ascii="宋体" w:hAnsi="宋体"/>
          <w:sz w:val="30"/>
          <w:szCs w:val="30"/>
        </w:rPr>
      </w:pPr>
      <w:r w:rsidRPr="00D03600">
        <w:rPr>
          <w:rFonts w:ascii="宋体" w:hAnsi="宋体"/>
          <w:sz w:val="30"/>
          <w:szCs w:val="30"/>
        </w:rPr>
        <w:t>42+8=           35+6=          25+9=</w:t>
      </w:r>
    </w:p>
    <w:p w:rsidR="00807B02" w:rsidRPr="00D03600" w:rsidRDefault="00807B02" w:rsidP="00C04CC9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（上课前，我们先进行口算大挑战，准备好了吗</w:t>
      </w:r>
      <w:r w:rsidRPr="00D03600">
        <w:rPr>
          <w:rFonts w:ascii="宋体" w:hAnsi="宋体"/>
          <w:color w:val="000000"/>
          <w:sz w:val="30"/>
          <w:szCs w:val="30"/>
        </w:rPr>
        <w:t>?</w:t>
      </w:r>
      <w:r w:rsidRPr="00D03600">
        <w:rPr>
          <w:rFonts w:ascii="宋体" w:hAnsi="宋体" w:hint="eastAsia"/>
          <w:color w:val="000000"/>
          <w:sz w:val="30"/>
          <w:szCs w:val="30"/>
        </w:rPr>
        <w:t>）我的火车哪里开？开火车口答。</w:t>
      </w:r>
    </w:p>
    <w:p w:rsidR="00807B02" w:rsidRPr="00D03600" w:rsidRDefault="00807B02" w:rsidP="00C04CC9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提问：仔细观察</w:t>
      </w:r>
      <w:r w:rsidRPr="00D03600">
        <w:rPr>
          <w:rFonts w:ascii="宋体" w:hAnsi="宋体"/>
          <w:color w:val="000000"/>
          <w:sz w:val="30"/>
          <w:szCs w:val="30"/>
        </w:rPr>
        <w:t xml:space="preserve"> </w:t>
      </w:r>
      <w:r w:rsidRPr="00D03600">
        <w:rPr>
          <w:rFonts w:ascii="宋体" w:hAnsi="宋体" w:hint="eastAsia"/>
          <w:color w:val="000000"/>
          <w:sz w:val="30"/>
          <w:szCs w:val="30"/>
        </w:rPr>
        <w:t>，第一行是两位数加什么数（整十数）？下面两行呢（两位数加一位数）？它们有什么不一样？</w:t>
      </w:r>
    </w:p>
    <w:p w:rsidR="00807B02" w:rsidRPr="00D03600" w:rsidRDefault="00807B02" w:rsidP="00C04CC9">
      <w:pPr>
        <w:pStyle w:val="ListParagraph"/>
        <w:numPr>
          <w:ilvl w:val="0"/>
          <w:numId w:val="2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引入新课</w:t>
      </w:r>
    </w:p>
    <w:p w:rsidR="00807B02" w:rsidRPr="00D03600" w:rsidRDefault="00807B02" w:rsidP="00C51EB9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过渡：刚才同学们的口算真棒，看，熊大、雄二都想和我们一起来做口算了！</w:t>
      </w:r>
      <w:r w:rsidRPr="00D03600">
        <w:rPr>
          <w:rFonts w:ascii="宋体" w:hAnsi="宋体" w:hint="eastAsia"/>
          <w:color w:val="000000"/>
          <w:sz w:val="30"/>
          <w:szCs w:val="30"/>
        </w:rPr>
        <w:t>（出示熊出没团队人员）</w:t>
      </w:r>
    </w:p>
    <w:p w:rsidR="00807B02" w:rsidRPr="00D03600" w:rsidRDefault="00807B02" w:rsidP="00C51EB9">
      <w:pPr>
        <w:pStyle w:val="ListParagraph"/>
        <w:numPr>
          <w:ilvl w:val="0"/>
          <w:numId w:val="1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学习新知</w:t>
      </w:r>
    </w:p>
    <w:p w:rsidR="00807B02" w:rsidRPr="00D03600" w:rsidRDefault="00807B02" w:rsidP="00C51EB9">
      <w:pPr>
        <w:pStyle w:val="ListParagraph"/>
        <w:numPr>
          <w:ilvl w:val="0"/>
          <w:numId w:val="3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创设情境，提出问题。</w:t>
      </w:r>
    </w:p>
    <w:p w:rsidR="00807B02" w:rsidRPr="00D03600" w:rsidRDefault="00807B02" w:rsidP="00C51EB9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出示例题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，生读题。</w:t>
      </w:r>
    </w:p>
    <w:p w:rsidR="00807B02" w:rsidRPr="00D03600" w:rsidRDefault="00807B02" w:rsidP="00C51EB9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提问：仔细观察图，你知道了哪些数学信息？要求什么问题？（投影出示信息和第一个问题</w:t>
      </w:r>
      <w:r w:rsidRPr="00D03600">
        <w:rPr>
          <w:rFonts w:ascii="宋体" w:hAnsi="宋体" w:hint="eastAsia"/>
          <w:color w:val="000000"/>
          <w:sz w:val="30"/>
          <w:szCs w:val="30"/>
        </w:rPr>
        <w:t>）</w:t>
      </w:r>
    </w:p>
    <w:p w:rsidR="00807B02" w:rsidRPr="00D03600" w:rsidRDefault="00807B02" w:rsidP="00C51EB9">
      <w:pPr>
        <w:pStyle w:val="ListParagraph"/>
        <w:numPr>
          <w:ilvl w:val="0"/>
          <w:numId w:val="3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探索算法，学会计算。</w:t>
      </w:r>
    </w:p>
    <w:p w:rsidR="00807B02" w:rsidRDefault="00807B02" w:rsidP="00F34270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（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）引导：先看第一个问题，求熊大跳了多少下可以怎样列式？（板书算式）</w:t>
      </w:r>
    </w:p>
    <w:p w:rsidR="00807B02" w:rsidRDefault="00807B02" w:rsidP="00F34270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为什么这样列式？（生说数量关系：熊二跳的下数</w:t>
      </w:r>
      <w:r>
        <w:rPr>
          <w:rFonts w:ascii="宋体" w:hAnsi="宋体"/>
          <w:color w:val="000000"/>
          <w:sz w:val="30"/>
          <w:szCs w:val="30"/>
        </w:rPr>
        <w:t>+</w:t>
      </w:r>
      <w:r>
        <w:rPr>
          <w:rFonts w:ascii="宋体" w:hAnsi="宋体" w:hint="eastAsia"/>
          <w:color w:val="000000"/>
          <w:sz w:val="30"/>
          <w:szCs w:val="30"/>
        </w:rPr>
        <w:t>熊大比熊二多跳的下数</w:t>
      </w:r>
      <w:r>
        <w:rPr>
          <w:rFonts w:ascii="宋体" w:hAnsi="宋体"/>
          <w:color w:val="000000"/>
          <w:sz w:val="30"/>
          <w:szCs w:val="30"/>
        </w:rPr>
        <w:t>=</w:t>
      </w:r>
      <w:r>
        <w:rPr>
          <w:rFonts w:ascii="宋体" w:hAnsi="宋体" w:hint="eastAsia"/>
          <w:color w:val="000000"/>
          <w:sz w:val="30"/>
          <w:szCs w:val="30"/>
        </w:rPr>
        <w:t>熊大跳的下数）</w:t>
      </w:r>
    </w:p>
    <w:p w:rsidR="00807B02" w:rsidRPr="00D03600" w:rsidRDefault="00807B02" w:rsidP="00F34270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生齐声说数量关系。</w:t>
      </w:r>
    </w:p>
    <w:p w:rsidR="00807B02" w:rsidRDefault="00807B02" w:rsidP="007825F7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（</w:t>
      </w:r>
      <w:r w:rsidRPr="00D03600">
        <w:rPr>
          <w:rFonts w:ascii="宋体" w:hAnsi="宋体"/>
          <w:color w:val="000000"/>
          <w:sz w:val="30"/>
          <w:szCs w:val="30"/>
        </w:rPr>
        <w:t>2</w:t>
      </w:r>
      <w:r w:rsidRPr="00D03600">
        <w:rPr>
          <w:rFonts w:ascii="宋体" w:hAnsi="宋体" w:hint="eastAsia"/>
          <w:color w:val="000000"/>
          <w:sz w:val="30"/>
          <w:szCs w:val="30"/>
        </w:rPr>
        <w:t>）引导：再看第二个问题，求光头强跳了多少下可以怎样列式？（板书算式）</w:t>
      </w:r>
    </w:p>
    <w:p w:rsidR="00807B02" w:rsidRDefault="00807B02" w:rsidP="007825F7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为什么这样列式？（生说数量关系：熊二跳的下数</w:t>
      </w:r>
      <w:r>
        <w:rPr>
          <w:rFonts w:ascii="宋体" w:hAnsi="宋体"/>
          <w:color w:val="000000"/>
          <w:sz w:val="30"/>
          <w:szCs w:val="30"/>
        </w:rPr>
        <w:t>+</w:t>
      </w:r>
      <w:r>
        <w:rPr>
          <w:rFonts w:ascii="宋体" w:hAnsi="宋体" w:hint="eastAsia"/>
          <w:color w:val="000000"/>
          <w:sz w:val="30"/>
          <w:szCs w:val="30"/>
        </w:rPr>
        <w:t>光头强比熊二多跳的下数</w:t>
      </w:r>
      <w:r>
        <w:rPr>
          <w:rFonts w:ascii="宋体" w:hAnsi="宋体"/>
          <w:color w:val="000000"/>
          <w:sz w:val="30"/>
          <w:szCs w:val="30"/>
        </w:rPr>
        <w:t>=</w:t>
      </w:r>
      <w:r>
        <w:rPr>
          <w:rFonts w:ascii="宋体" w:hAnsi="宋体" w:hint="eastAsia"/>
          <w:color w:val="000000"/>
          <w:sz w:val="30"/>
          <w:szCs w:val="30"/>
        </w:rPr>
        <w:t>光头强跳的下数）</w:t>
      </w:r>
    </w:p>
    <w:p w:rsidR="00807B02" w:rsidRPr="00D03600" w:rsidRDefault="00807B02" w:rsidP="007825F7">
      <w:pPr>
        <w:pStyle w:val="ListParagraph"/>
        <w:ind w:firstLineChars="0" w:firstLine="0"/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生齐声说数量关系。</w:t>
      </w:r>
    </w:p>
    <w:p w:rsidR="00807B02" w:rsidRPr="00D03600" w:rsidRDefault="00807B02" w:rsidP="006C4230">
      <w:pPr>
        <w:pStyle w:val="ListParagraph"/>
        <w:ind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这两道算式，我们过去都是用竖式计算的，在生活中这样的问题常常用口算来解决。今天，我们就来学习两位数加两位数的口算。（板书课题）</w:t>
      </w:r>
    </w:p>
    <w:p w:rsidR="00807B02" w:rsidRPr="00D03600" w:rsidRDefault="00807B02" w:rsidP="006C4230">
      <w:pPr>
        <w:ind w:firstLineChars="200"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我们先来解决第一个问题，</w:t>
      </w:r>
      <w:r w:rsidRPr="00D03600">
        <w:rPr>
          <w:rFonts w:ascii="宋体" w:hAnsi="宋体"/>
          <w:color w:val="000000"/>
          <w:sz w:val="30"/>
          <w:szCs w:val="30"/>
        </w:rPr>
        <w:t>45+23</w:t>
      </w:r>
      <w:r w:rsidRPr="00D03600">
        <w:rPr>
          <w:rFonts w:ascii="宋体" w:hAnsi="宋体" w:hint="eastAsia"/>
          <w:color w:val="000000"/>
          <w:sz w:val="30"/>
          <w:szCs w:val="30"/>
        </w:rPr>
        <w:t>可以怎样算得数呢？请小朋友先想一想怎么算，再和你的同桌说一说，算出得数。</w:t>
      </w:r>
    </w:p>
    <w:p w:rsidR="00807B02" w:rsidRPr="00D03600" w:rsidRDefault="00807B02" w:rsidP="00D40A0D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交流：你是怎样算的</w:t>
      </w:r>
      <w:r w:rsidRPr="00D03600">
        <w:rPr>
          <w:rFonts w:ascii="宋体" w:hAnsi="宋体" w:hint="eastAsia"/>
          <w:color w:val="000000"/>
          <w:sz w:val="30"/>
          <w:szCs w:val="30"/>
        </w:rPr>
        <w:t>？</w:t>
      </w:r>
    </w:p>
    <w:p w:rsidR="00807B02" w:rsidRPr="00D03600" w:rsidRDefault="00807B02" w:rsidP="00D40A0D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根据学生交流的算法板书计算过程。引导学生理解。</w:t>
      </w:r>
    </w:p>
    <w:p w:rsidR="00807B02" w:rsidRPr="00D03600" w:rsidRDefault="00807B02" w:rsidP="00D40A0D">
      <w:pPr>
        <w:pStyle w:val="ListParagraph"/>
        <w:numPr>
          <w:ilvl w:val="0"/>
          <w:numId w:val="5"/>
        </w:numPr>
        <w:ind w:firstLineChars="0"/>
        <w:rPr>
          <w:rFonts w:ascii="宋体" w:hAns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按竖式过程算：</w:t>
      </w:r>
      <w:r w:rsidRPr="00D03600">
        <w:rPr>
          <w:rFonts w:ascii="宋体" w:hAnsi="宋体"/>
          <w:color w:val="000000"/>
          <w:sz w:val="30"/>
          <w:szCs w:val="30"/>
        </w:rPr>
        <w:t>5+3=8</w:t>
      </w:r>
      <w:r w:rsidRPr="00D03600">
        <w:rPr>
          <w:rFonts w:ascii="宋体" w:hAnsi="宋体" w:hint="eastAsia"/>
          <w:color w:val="000000"/>
          <w:sz w:val="30"/>
          <w:szCs w:val="30"/>
        </w:rPr>
        <w:t>，</w:t>
      </w:r>
      <w:r w:rsidRPr="00D03600">
        <w:rPr>
          <w:rFonts w:ascii="宋体" w:hAnsi="宋体"/>
          <w:color w:val="000000"/>
          <w:sz w:val="30"/>
          <w:szCs w:val="30"/>
        </w:rPr>
        <w:t>40+20=60</w:t>
      </w:r>
      <w:r w:rsidRPr="00D03600">
        <w:rPr>
          <w:rFonts w:ascii="宋体" w:hAnsi="宋体" w:hint="eastAsia"/>
          <w:color w:val="000000"/>
          <w:sz w:val="30"/>
          <w:szCs w:val="30"/>
        </w:rPr>
        <w:t>，</w:t>
      </w:r>
      <w:r w:rsidRPr="00D03600">
        <w:rPr>
          <w:rFonts w:ascii="宋体" w:hAnsi="宋体"/>
          <w:color w:val="000000"/>
          <w:sz w:val="30"/>
          <w:szCs w:val="30"/>
        </w:rPr>
        <w:t>60+8=68</w:t>
      </w:r>
    </w:p>
    <w:p w:rsidR="00807B02" w:rsidRPr="00D03600" w:rsidRDefault="00807B02" w:rsidP="00D40A0D">
      <w:pPr>
        <w:pStyle w:val="ListParagraph"/>
        <w:numPr>
          <w:ilvl w:val="0"/>
          <w:numId w:val="5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先算十位再算个位：</w:t>
      </w:r>
      <w:r w:rsidRPr="00D03600">
        <w:rPr>
          <w:rFonts w:ascii="宋体" w:hAnsi="宋体"/>
          <w:color w:val="000000"/>
          <w:sz w:val="30"/>
          <w:szCs w:val="30"/>
        </w:rPr>
        <w:t>40+20=60</w:t>
      </w:r>
      <w:r w:rsidRPr="00D03600">
        <w:rPr>
          <w:rFonts w:ascii="宋体" w:hAnsi="宋体" w:hint="eastAsia"/>
          <w:color w:val="000000"/>
          <w:sz w:val="30"/>
          <w:szCs w:val="30"/>
        </w:rPr>
        <w:t>，</w:t>
      </w:r>
      <w:r w:rsidRPr="00D03600">
        <w:rPr>
          <w:rFonts w:ascii="宋体" w:hAnsi="宋体"/>
          <w:color w:val="000000"/>
          <w:sz w:val="30"/>
          <w:szCs w:val="30"/>
        </w:rPr>
        <w:t>5+3=8</w:t>
      </w:r>
      <w:r w:rsidRPr="00D03600">
        <w:rPr>
          <w:rFonts w:ascii="宋体" w:hAnsi="宋体" w:hint="eastAsia"/>
          <w:color w:val="000000"/>
          <w:sz w:val="30"/>
          <w:szCs w:val="30"/>
        </w:rPr>
        <w:t>，</w:t>
      </w:r>
      <w:r w:rsidRPr="00D03600">
        <w:rPr>
          <w:rFonts w:ascii="宋体" w:hAnsi="宋体"/>
          <w:color w:val="000000"/>
          <w:sz w:val="30"/>
          <w:szCs w:val="30"/>
        </w:rPr>
        <w:t>60+8=68</w:t>
      </w:r>
    </w:p>
    <w:p w:rsidR="00807B02" w:rsidRPr="00D03600" w:rsidRDefault="00807B02" w:rsidP="006C4230">
      <w:pPr>
        <w:pStyle w:val="ListParagraph"/>
        <w:ind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还有不一样的算法吗？</w:t>
      </w:r>
    </w:p>
    <w:p w:rsidR="00807B02" w:rsidRPr="00D03600" w:rsidRDefault="00807B02" w:rsidP="00D40A0D">
      <w:pPr>
        <w:pStyle w:val="ListParagraph"/>
        <w:ind w:left="360" w:firstLineChars="0" w:firstLine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启发学生得出下列算法并板书。（启发：能不能先加</w:t>
      </w:r>
      <w:r w:rsidRPr="00D03600">
        <w:rPr>
          <w:rFonts w:ascii="宋体" w:hAnsi="宋体"/>
          <w:color w:val="000000"/>
          <w:sz w:val="30"/>
          <w:szCs w:val="30"/>
        </w:rPr>
        <w:t>20</w:t>
      </w:r>
      <w:r w:rsidRPr="00D03600">
        <w:rPr>
          <w:rFonts w:ascii="宋体" w:hAnsi="宋体" w:hint="eastAsia"/>
          <w:color w:val="000000"/>
          <w:sz w:val="30"/>
          <w:szCs w:val="30"/>
        </w:rPr>
        <w:t>再加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呢？那怎么算呀）</w:t>
      </w:r>
    </w:p>
    <w:p w:rsidR="00807B02" w:rsidRPr="00D03600" w:rsidRDefault="00807B02" w:rsidP="00D40A0D">
      <w:pPr>
        <w:pStyle w:val="ListParagraph"/>
        <w:numPr>
          <w:ilvl w:val="0"/>
          <w:numId w:val="5"/>
        </w:numPr>
        <w:ind w:firstLineChars="0"/>
        <w:rPr>
          <w:rFonts w:ascii="宋体" w:hAnsi="宋体"/>
          <w:color w:val="000000"/>
          <w:sz w:val="30"/>
          <w:szCs w:val="30"/>
        </w:rPr>
      </w:pPr>
      <w:r w:rsidRPr="00D03600">
        <w:rPr>
          <w:rFonts w:ascii="宋体" w:hAnsi="宋体"/>
          <w:color w:val="000000"/>
          <w:sz w:val="30"/>
          <w:szCs w:val="30"/>
        </w:rPr>
        <w:t>45+20=65</w:t>
      </w:r>
      <w:r w:rsidRPr="00D03600">
        <w:rPr>
          <w:rFonts w:ascii="宋体" w:hAnsi="宋体" w:hint="eastAsia"/>
          <w:color w:val="000000"/>
          <w:sz w:val="30"/>
          <w:szCs w:val="30"/>
        </w:rPr>
        <w:t>，</w:t>
      </w:r>
      <w:r w:rsidRPr="00D03600">
        <w:rPr>
          <w:rFonts w:ascii="宋体" w:hAnsi="宋体"/>
          <w:color w:val="000000"/>
          <w:sz w:val="30"/>
          <w:szCs w:val="30"/>
        </w:rPr>
        <w:t>65+3=68</w:t>
      </w:r>
    </w:p>
    <w:p w:rsidR="00807B02" w:rsidRPr="00D03600" w:rsidRDefault="00807B02" w:rsidP="006C4230">
      <w:pPr>
        <w:ind w:firstLineChars="200"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指出：小朋友真聪明，想出了这些不同的算法。这些算法虽然不同，但都是把</w:t>
      </w:r>
      <w:r w:rsidRPr="00D03600">
        <w:rPr>
          <w:rFonts w:ascii="宋体" w:hAnsi="宋体"/>
          <w:color w:val="000000"/>
          <w:sz w:val="30"/>
          <w:szCs w:val="30"/>
        </w:rPr>
        <w:t>2</w:t>
      </w:r>
      <w:r w:rsidRPr="00D03600">
        <w:rPr>
          <w:rFonts w:ascii="宋体" w:hAnsi="宋体" w:hint="eastAsia"/>
          <w:color w:val="000000"/>
          <w:sz w:val="30"/>
          <w:szCs w:val="30"/>
        </w:rPr>
        <w:t>个十加在十位上，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个一加在个位上。按照这样的道理，我们可以把</w:t>
      </w:r>
      <w:r w:rsidRPr="00D03600">
        <w:rPr>
          <w:rFonts w:ascii="宋体" w:hAnsi="宋体"/>
          <w:color w:val="000000"/>
          <w:sz w:val="30"/>
          <w:szCs w:val="30"/>
        </w:rPr>
        <w:t>23</w:t>
      </w:r>
      <w:r w:rsidRPr="00D03600">
        <w:rPr>
          <w:rFonts w:ascii="宋体" w:hAnsi="宋体" w:hint="eastAsia"/>
          <w:color w:val="000000"/>
          <w:sz w:val="30"/>
          <w:szCs w:val="30"/>
        </w:rPr>
        <w:t>分成</w:t>
      </w:r>
      <w:r w:rsidRPr="00D03600">
        <w:rPr>
          <w:rFonts w:ascii="宋体" w:hAnsi="宋体"/>
          <w:color w:val="000000"/>
          <w:sz w:val="30"/>
          <w:szCs w:val="30"/>
        </w:rPr>
        <w:t>20</w:t>
      </w:r>
      <w:r w:rsidRPr="00D03600">
        <w:rPr>
          <w:rFonts w:ascii="宋体" w:hAnsi="宋体" w:hint="eastAsia"/>
          <w:color w:val="000000"/>
          <w:sz w:val="30"/>
          <w:szCs w:val="30"/>
        </w:rPr>
        <w:t>和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，先算</w:t>
      </w:r>
      <w:r w:rsidRPr="00D03600">
        <w:rPr>
          <w:rFonts w:ascii="宋体" w:hAnsi="宋体"/>
          <w:color w:val="000000"/>
          <w:sz w:val="30"/>
          <w:szCs w:val="30"/>
        </w:rPr>
        <w:t>45</w:t>
      </w:r>
      <w:r w:rsidRPr="00D03600">
        <w:rPr>
          <w:rFonts w:ascii="宋体" w:hAnsi="宋体" w:hint="eastAsia"/>
          <w:color w:val="000000"/>
          <w:sz w:val="30"/>
          <w:szCs w:val="30"/>
        </w:rPr>
        <w:t>加</w:t>
      </w:r>
      <w:r w:rsidRPr="00D03600">
        <w:rPr>
          <w:rFonts w:ascii="宋体" w:hAnsi="宋体"/>
          <w:color w:val="000000"/>
          <w:sz w:val="30"/>
          <w:szCs w:val="30"/>
        </w:rPr>
        <w:t>20</w:t>
      </w:r>
      <w:r w:rsidRPr="00D03600">
        <w:rPr>
          <w:rFonts w:ascii="宋体" w:hAnsi="宋体" w:hint="eastAsia"/>
          <w:color w:val="000000"/>
          <w:sz w:val="30"/>
          <w:szCs w:val="30"/>
        </w:rPr>
        <w:t>得</w:t>
      </w:r>
      <w:r w:rsidRPr="00D03600">
        <w:rPr>
          <w:rFonts w:ascii="宋体" w:hAnsi="宋体"/>
          <w:color w:val="000000"/>
          <w:sz w:val="30"/>
          <w:szCs w:val="30"/>
        </w:rPr>
        <w:t>65</w:t>
      </w:r>
      <w:r w:rsidRPr="00D03600">
        <w:rPr>
          <w:rFonts w:ascii="宋体" w:hAnsi="宋体" w:hint="eastAsia"/>
          <w:color w:val="000000"/>
          <w:sz w:val="30"/>
          <w:szCs w:val="30"/>
        </w:rPr>
        <w:t>，再算</w:t>
      </w:r>
      <w:r w:rsidRPr="00D03600">
        <w:rPr>
          <w:rFonts w:ascii="宋体" w:hAnsi="宋体"/>
          <w:color w:val="000000"/>
          <w:sz w:val="30"/>
          <w:szCs w:val="30"/>
        </w:rPr>
        <w:t>65</w:t>
      </w:r>
      <w:r w:rsidRPr="00D03600">
        <w:rPr>
          <w:rFonts w:ascii="宋体" w:hAnsi="宋体" w:hint="eastAsia"/>
          <w:color w:val="000000"/>
          <w:sz w:val="30"/>
          <w:szCs w:val="30"/>
        </w:rPr>
        <w:t>加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得</w:t>
      </w:r>
      <w:r w:rsidRPr="00D03600">
        <w:rPr>
          <w:rFonts w:ascii="宋体" w:hAnsi="宋体"/>
          <w:color w:val="000000"/>
          <w:sz w:val="30"/>
          <w:szCs w:val="30"/>
        </w:rPr>
        <w:t>68.</w:t>
      </w:r>
    </w:p>
    <w:p w:rsidR="00807B02" w:rsidRPr="00D03600" w:rsidRDefault="00807B02" w:rsidP="006C4230">
      <w:pPr>
        <w:ind w:firstLineChars="200"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以上三种方法，你觉得那种方法最简便？为什么？（我觉得第三种方法最简便。因为上面两种有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步，下面一种只有</w:t>
      </w:r>
      <w:r w:rsidRPr="00D03600">
        <w:rPr>
          <w:rFonts w:ascii="宋体" w:hAnsi="宋体"/>
          <w:color w:val="000000"/>
          <w:sz w:val="30"/>
          <w:szCs w:val="30"/>
        </w:rPr>
        <w:t>2</w:t>
      </w:r>
      <w:r w:rsidRPr="00D03600">
        <w:rPr>
          <w:rFonts w:ascii="宋体" w:hAnsi="宋体" w:hint="eastAsia"/>
          <w:color w:val="000000"/>
          <w:sz w:val="30"/>
          <w:szCs w:val="30"/>
        </w:rPr>
        <w:t>步）</w:t>
      </w:r>
    </w:p>
    <w:p w:rsidR="00807B02" w:rsidRPr="00D03600" w:rsidRDefault="00807B02" w:rsidP="00D40A0D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追问：哪位小朋友能用这样的方法算出得数？（指明几人说说先算什么，再算什么，再集体说一说。）</w:t>
      </w:r>
    </w:p>
    <w:p w:rsidR="00807B02" w:rsidRPr="00D03600" w:rsidRDefault="00807B02" w:rsidP="00D40A0D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让学生填得数、答句、并口答答句。师板书。</w:t>
      </w:r>
    </w:p>
    <w:p w:rsidR="00807B02" w:rsidRPr="00D03600" w:rsidRDefault="00807B02" w:rsidP="006C4230">
      <w:pPr>
        <w:ind w:firstLineChars="200"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说明：小朋友通过自己的努力，把一个两位数想成几十和几，先算两位数加几十，然后再算几。这就把两位数加两位数变成了我们学过的计算，算起来就很方便了。</w:t>
      </w:r>
      <w:r>
        <w:rPr>
          <w:rFonts w:ascii="宋体" w:hAnsi="宋体" w:hint="eastAsia"/>
          <w:color w:val="000000"/>
          <w:sz w:val="30"/>
          <w:szCs w:val="30"/>
        </w:rPr>
        <w:t>在平时的口算中，你喜欢用哪种方法计算你就用哪种算。</w:t>
      </w:r>
    </w:p>
    <w:p w:rsidR="00807B02" w:rsidRPr="00D03600" w:rsidRDefault="00807B02" w:rsidP="00F34270">
      <w:pPr>
        <w:pStyle w:val="ListParagraph"/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sz w:val="30"/>
          <w:szCs w:val="30"/>
        </w:rPr>
        <w:t>（</w:t>
      </w:r>
      <w:r w:rsidRPr="00D03600">
        <w:rPr>
          <w:rFonts w:ascii="宋体" w:hAnsi="宋体"/>
          <w:sz w:val="30"/>
          <w:szCs w:val="30"/>
        </w:rPr>
        <w:t>3</w:t>
      </w:r>
      <w:r>
        <w:rPr>
          <w:rFonts w:ascii="宋体" w:hAnsi="宋体" w:hint="eastAsia"/>
          <w:sz w:val="30"/>
          <w:szCs w:val="30"/>
        </w:rPr>
        <w:t>）接下来我们一起来解决光头强跳了多少下？</w:t>
      </w:r>
      <w:r w:rsidRPr="00D03600">
        <w:rPr>
          <w:rFonts w:ascii="宋体" w:hAnsi="宋体"/>
          <w:sz w:val="30"/>
          <w:szCs w:val="30"/>
        </w:rPr>
        <w:t>45+28</w:t>
      </w:r>
      <w:r w:rsidRPr="00D03600">
        <w:rPr>
          <w:rFonts w:ascii="宋体" w:hAnsi="宋体" w:hint="eastAsia"/>
          <w:sz w:val="30"/>
          <w:szCs w:val="30"/>
        </w:rPr>
        <w:t>得数是多少呢？请你先想一想，再和你的同桌说说怎样算的。</w:t>
      </w:r>
    </w:p>
    <w:p w:rsidR="00807B02" w:rsidRPr="00D03600" w:rsidRDefault="00807B02" w:rsidP="00180671">
      <w:pPr>
        <w:rPr>
          <w:rFonts w:ascii="宋体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交流：你是</w:t>
      </w:r>
      <w:r w:rsidRPr="00D03600">
        <w:rPr>
          <w:rFonts w:ascii="宋体" w:hAnsi="宋体" w:hint="eastAsia"/>
          <w:color w:val="000000"/>
          <w:sz w:val="30"/>
          <w:szCs w:val="30"/>
        </w:rPr>
        <w:t>怎样算的？</w:t>
      </w:r>
    </w:p>
    <w:p w:rsidR="00807B02" w:rsidRPr="00D03600" w:rsidRDefault="00807B02" w:rsidP="00180671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结合交流，引导学生说一说，先算</w:t>
      </w:r>
      <w:r w:rsidRPr="00D03600">
        <w:rPr>
          <w:rFonts w:ascii="宋体" w:hAnsi="宋体"/>
          <w:color w:val="000000"/>
          <w:sz w:val="30"/>
          <w:szCs w:val="30"/>
        </w:rPr>
        <w:t>45</w:t>
      </w:r>
      <w:r w:rsidRPr="00D03600">
        <w:rPr>
          <w:rFonts w:ascii="宋体" w:hAnsi="宋体" w:hint="eastAsia"/>
          <w:color w:val="000000"/>
          <w:sz w:val="30"/>
          <w:szCs w:val="30"/>
        </w:rPr>
        <w:t>加</w:t>
      </w:r>
      <w:r w:rsidRPr="00D03600">
        <w:rPr>
          <w:rFonts w:ascii="宋体" w:hAnsi="宋体"/>
          <w:color w:val="000000"/>
          <w:sz w:val="30"/>
          <w:szCs w:val="30"/>
        </w:rPr>
        <w:t>20</w:t>
      </w:r>
      <w:r w:rsidRPr="00D03600">
        <w:rPr>
          <w:rFonts w:ascii="宋体" w:hAnsi="宋体" w:hint="eastAsia"/>
          <w:color w:val="000000"/>
          <w:sz w:val="30"/>
          <w:szCs w:val="30"/>
        </w:rPr>
        <w:t>得</w:t>
      </w:r>
      <w:r w:rsidRPr="00D03600">
        <w:rPr>
          <w:rFonts w:ascii="宋体" w:hAnsi="宋体"/>
          <w:color w:val="000000"/>
          <w:sz w:val="30"/>
          <w:szCs w:val="30"/>
        </w:rPr>
        <w:t>65</w:t>
      </w:r>
      <w:r w:rsidRPr="00D03600">
        <w:rPr>
          <w:rFonts w:ascii="宋体" w:hAnsi="宋体" w:hint="eastAsia"/>
          <w:color w:val="000000"/>
          <w:sz w:val="30"/>
          <w:szCs w:val="30"/>
        </w:rPr>
        <w:t>，再算</w:t>
      </w:r>
      <w:r w:rsidRPr="00D03600">
        <w:rPr>
          <w:rFonts w:ascii="宋体" w:hAnsi="宋体"/>
          <w:color w:val="000000"/>
          <w:sz w:val="30"/>
          <w:szCs w:val="30"/>
        </w:rPr>
        <w:t>65</w:t>
      </w:r>
      <w:r w:rsidRPr="00D03600">
        <w:rPr>
          <w:rFonts w:ascii="宋体" w:hAnsi="宋体" w:hint="eastAsia"/>
          <w:color w:val="000000"/>
          <w:sz w:val="30"/>
          <w:szCs w:val="30"/>
        </w:rPr>
        <w:t>加</w:t>
      </w:r>
      <w:r w:rsidRPr="00D03600">
        <w:rPr>
          <w:rFonts w:ascii="宋体" w:hAnsi="宋体"/>
          <w:color w:val="000000"/>
          <w:sz w:val="30"/>
          <w:szCs w:val="30"/>
        </w:rPr>
        <w:t>8</w:t>
      </w:r>
      <w:r w:rsidRPr="00D03600">
        <w:rPr>
          <w:rFonts w:ascii="宋体" w:hAnsi="宋体" w:hint="eastAsia"/>
          <w:color w:val="000000"/>
          <w:sz w:val="30"/>
          <w:szCs w:val="30"/>
        </w:rPr>
        <w:t>得</w:t>
      </w:r>
      <w:r w:rsidRPr="00D03600">
        <w:rPr>
          <w:rFonts w:ascii="宋体" w:hAnsi="宋体"/>
          <w:color w:val="000000"/>
          <w:sz w:val="30"/>
          <w:szCs w:val="30"/>
        </w:rPr>
        <w:t>73.</w:t>
      </w:r>
      <w:r w:rsidRPr="00D03600">
        <w:rPr>
          <w:rFonts w:ascii="宋体" w:hAnsi="宋体" w:hint="eastAsia"/>
          <w:color w:val="000000"/>
          <w:sz w:val="30"/>
          <w:szCs w:val="30"/>
        </w:rPr>
        <w:t>谁来完整的说说你是怎样想的？（指名说，同桌说，集体说）</w:t>
      </w:r>
    </w:p>
    <w:p w:rsidR="00807B02" w:rsidRPr="00D03600" w:rsidRDefault="00807B02" w:rsidP="00F34270">
      <w:pPr>
        <w:pStyle w:val="ListParagraph"/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（</w:t>
      </w:r>
      <w:r w:rsidRPr="00D03600">
        <w:rPr>
          <w:rFonts w:ascii="宋体" w:hAnsi="宋体"/>
          <w:color w:val="000000"/>
          <w:sz w:val="30"/>
          <w:szCs w:val="30"/>
        </w:rPr>
        <w:t>4</w:t>
      </w:r>
      <w:r w:rsidRPr="00D03600">
        <w:rPr>
          <w:rFonts w:ascii="宋体" w:hAnsi="宋体" w:hint="eastAsia"/>
          <w:color w:val="000000"/>
          <w:sz w:val="30"/>
          <w:szCs w:val="30"/>
        </w:rPr>
        <w:t>）比较：请小朋友回顾上面两题的计算过程，比一比，这两题口算时有什么相同的地方，有什么不同的地方？</w:t>
      </w:r>
    </w:p>
    <w:p w:rsidR="00807B02" w:rsidRPr="00D03600" w:rsidRDefault="00807B02" w:rsidP="006C4230">
      <w:pPr>
        <w:ind w:firstLineChars="200" w:firstLine="3168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指出：这两题都是两位数加两位数，口算时都可以采用相同的思路和方法。就是先把第二个两位数分成整十数和一位数，先算两位数加几十，再加几。不同的地方是第一题是不进位加，个位直接加上几算出得数，第二题是进位加，个位上相加时满</w:t>
      </w:r>
      <w:r w:rsidRPr="00D03600">
        <w:rPr>
          <w:rFonts w:ascii="宋体" w:hAnsi="宋体"/>
          <w:color w:val="000000"/>
          <w:sz w:val="30"/>
          <w:szCs w:val="30"/>
        </w:rPr>
        <w:t>10</w:t>
      </w:r>
      <w:r w:rsidRPr="00D03600">
        <w:rPr>
          <w:rFonts w:ascii="宋体" w:hAnsi="宋体" w:hint="eastAsia"/>
          <w:color w:val="000000"/>
          <w:sz w:val="30"/>
          <w:szCs w:val="30"/>
        </w:rPr>
        <w:t>，向</w:t>
      </w:r>
      <w:r>
        <w:rPr>
          <w:rFonts w:ascii="宋体" w:hAnsi="宋体" w:hint="eastAsia"/>
          <w:color w:val="000000"/>
          <w:sz w:val="30"/>
          <w:szCs w:val="30"/>
        </w:rPr>
        <w:t>十位进一，所以口算时，还要适当加以区别，正确计算。（板书：不进位</w:t>
      </w:r>
      <w:r w:rsidRPr="00D03600">
        <w:rPr>
          <w:rFonts w:ascii="宋体" w:hAnsi="宋体"/>
          <w:color w:val="000000"/>
          <w:sz w:val="30"/>
          <w:szCs w:val="30"/>
        </w:rPr>
        <w:t xml:space="preserve">   </w:t>
      </w:r>
      <w:r>
        <w:rPr>
          <w:rFonts w:ascii="宋体" w:hAnsi="宋体" w:hint="eastAsia"/>
          <w:color w:val="000000"/>
          <w:sz w:val="30"/>
          <w:szCs w:val="30"/>
        </w:rPr>
        <w:t>进位</w:t>
      </w:r>
      <w:r w:rsidRPr="00D03600">
        <w:rPr>
          <w:rFonts w:ascii="宋体" w:hAnsi="宋体" w:hint="eastAsia"/>
          <w:color w:val="000000"/>
          <w:sz w:val="30"/>
          <w:szCs w:val="30"/>
        </w:rPr>
        <w:t>）</w:t>
      </w:r>
    </w:p>
    <w:p w:rsidR="00807B02" w:rsidRPr="00D03600" w:rsidRDefault="00807B02" w:rsidP="005A5607">
      <w:pPr>
        <w:pStyle w:val="ListParagraph"/>
        <w:numPr>
          <w:ilvl w:val="0"/>
          <w:numId w:val="1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练习巩固</w:t>
      </w:r>
    </w:p>
    <w:p w:rsidR="00807B02" w:rsidRPr="00D03600" w:rsidRDefault="00807B02" w:rsidP="005A5607">
      <w:pPr>
        <w:pStyle w:val="ListParagraph"/>
        <w:numPr>
          <w:ilvl w:val="0"/>
          <w:numId w:val="6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做“想想做做”第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题</w:t>
      </w:r>
    </w:p>
    <w:p w:rsidR="00807B02" w:rsidRPr="00D03600" w:rsidRDefault="00807B02" w:rsidP="00B52EC4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请学生做书上，集体校对。出示第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组题。</w:t>
      </w:r>
    </w:p>
    <w:p w:rsidR="00807B02" w:rsidRPr="00D03600" w:rsidRDefault="00807B02" w:rsidP="00B52EC4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提问：请小朋友说一说</w:t>
      </w:r>
      <w:r w:rsidRPr="00D03600">
        <w:rPr>
          <w:rFonts w:ascii="宋体" w:hAnsi="宋体"/>
          <w:color w:val="000000"/>
          <w:sz w:val="30"/>
          <w:szCs w:val="30"/>
        </w:rPr>
        <w:t>32+57</w:t>
      </w:r>
      <w:r w:rsidRPr="00D03600">
        <w:rPr>
          <w:rFonts w:ascii="宋体" w:hAnsi="宋体" w:hint="eastAsia"/>
          <w:color w:val="000000"/>
          <w:sz w:val="30"/>
          <w:szCs w:val="30"/>
        </w:rPr>
        <w:t>你是怎么想的？（把</w:t>
      </w:r>
      <w:r w:rsidRPr="00D03600">
        <w:rPr>
          <w:rFonts w:ascii="宋体" w:hAnsi="宋体"/>
          <w:color w:val="000000"/>
          <w:sz w:val="30"/>
          <w:szCs w:val="30"/>
        </w:rPr>
        <w:t>57</w:t>
      </w:r>
      <w:r w:rsidRPr="00D03600">
        <w:rPr>
          <w:rFonts w:ascii="宋体" w:hAnsi="宋体" w:hint="eastAsia"/>
          <w:color w:val="000000"/>
          <w:sz w:val="30"/>
          <w:szCs w:val="30"/>
        </w:rPr>
        <w:t>分成</w:t>
      </w:r>
      <w:r w:rsidRPr="00D03600">
        <w:rPr>
          <w:rFonts w:ascii="宋体" w:hAnsi="宋体"/>
          <w:color w:val="000000"/>
          <w:sz w:val="30"/>
          <w:szCs w:val="30"/>
        </w:rPr>
        <w:t>50</w:t>
      </w:r>
      <w:r w:rsidRPr="00D03600">
        <w:rPr>
          <w:rFonts w:ascii="宋体" w:hAnsi="宋体" w:hint="eastAsia"/>
          <w:color w:val="000000"/>
          <w:sz w:val="30"/>
          <w:szCs w:val="30"/>
        </w:rPr>
        <w:t>和</w:t>
      </w:r>
      <w:r w:rsidRPr="00D03600">
        <w:rPr>
          <w:rFonts w:ascii="宋体" w:hAnsi="宋体"/>
          <w:color w:val="000000"/>
          <w:sz w:val="30"/>
          <w:szCs w:val="30"/>
        </w:rPr>
        <w:t>7</w:t>
      </w:r>
      <w:r w:rsidRPr="00D03600">
        <w:rPr>
          <w:rFonts w:ascii="宋体" w:hAnsi="宋体" w:hint="eastAsia"/>
          <w:color w:val="000000"/>
          <w:sz w:val="30"/>
          <w:szCs w:val="30"/>
        </w:rPr>
        <w:t>，先算</w:t>
      </w:r>
      <w:r w:rsidRPr="00D03600">
        <w:rPr>
          <w:rFonts w:ascii="宋体" w:hAnsi="宋体"/>
          <w:color w:val="000000"/>
          <w:sz w:val="30"/>
          <w:szCs w:val="30"/>
        </w:rPr>
        <w:t>32+50=82</w:t>
      </w:r>
      <w:r w:rsidRPr="00D03600">
        <w:rPr>
          <w:rFonts w:ascii="宋体" w:hAnsi="宋体" w:hint="eastAsia"/>
          <w:color w:val="000000"/>
          <w:sz w:val="30"/>
          <w:szCs w:val="30"/>
        </w:rPr>
        <w:t>，再算</w:t>
      </w:r>
      <w:r w:rsidRPr="00D03600">
        <w:rPr>
          <w:rFonts w:ascii="宋体" w:hAnsi="宋体"/>
          <w:color w:val="000000"/>
          <w:sz w:val="30"/>
          <w:szCs w:val="30"/>
        </w:rPr>
        <w:t>82+7=89</w:t>
      </w:r>
      <w:r w:rsidRPr="00D03600">
        <w:rPr>
          <w:rFonts w:ascii="宋体" w:hAnsi="宋体" w:hint="eastAsia"/>
          <w:color w:val="000000"/>
          <w:sz w:val="30"/>
          <w:szCs w:val="30"/>
        </w:rPr>
        <w:t>）也就是先算两位数加几十，再算加几。</w:t>
      </w:r>
      <w:r>
        <w:rPr>
          <w:rFonts w:ascii="宋体" w:hAnsi="宋体" w:hint="eastAsia"/>
          <w:color w:val="000000"/>
          <w:sz w:val="30"/>
          <w:szCs w:val="30"/>
        </w:rPr>
        <w:t>仔细观察这组题，你发现了什么？（上面</w:t>
      </w:r>
      <w:r>
        <w:rPr>
          <w:rFonts w:ascii="宋体" w:hAnsi="宋体"/>
          <w:color w:val="000000"/>
          <w:sz w:val="30"/>
          <w:szCs w:val="30"/>
        </w:rPr>
        <w:t>2</w:t>
      </w:r>
      <w:r>
        <w:rPr>
          <w:rFonts w:ascii="宋体" w:hAnsi="宋体" w:hint="eastAsia"/>
          <w:color w:val="000000"/>
          <w:sz w:val="30"/>
          <w:szCs w:val="30"/>
        </w:rPr>
        <w:t>小题就是下面一题想的过程）</w:t>
      </w:r>
    </w:p>
    <w:p w:rsidR="00807B02" w:rsidRPr="00D03600" w:rsidRDefault="00807B02" w:rsidP="00B9502D">
      <w:pPr>
        <w:pStyle w:val="ListParagraph"/>
        <w:numPr>
          <w:ilvl w:val="0"/>
          <w:numId w:val="6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做“想想做做”第</w:t>
      </w:r>
      <w:r w:rsidRPr="00D03600">
        <w:rPr>
          <w:rFonts w:ascii="宋体" w:hAnsi="宋体"/>
          <w:color w:val="000000"/>
          <w:sz w:val="30"/>
          <w:szCs w:val="30"/>
        </w:rPr>
        <w:t>2</w:t>
      </w:r>
      <w:r w:rsidRPr="00D03600">
        <w:rPr>
          <w:rFonts w:ascii="宋体" w:hAnsi="宋体" w:hint="eastAsia"/>
          <w:color w:val="000000"/>
          <w:sz w:val="30"/>
          <w:szCs w:val="30"/>
        </w:rPr>
        <w:t>题</w:t>
      </w:r>
    </w:p>
    <w:p w:rsidR="00807B02" w:rsidRPr="00D03600" w:rsidRDefault="00807B02" w:rsidP="00B52EC4">
      <w:pPr>
        <w:ind w:left="42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让学生一组一组计算写得数。交流，确认得数。</w:t>
      </w:r>
    </w:p>
    <w:p w:rsidR="00807B02" w:rsidRPr="00D03600" w:rsidRDefault="00807B02" w:rsidP="00B52EC4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比较：每组两题口算时有什么相同？为什么每组第二小题得数十位上比第一小题多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？</w:t>
      </w:r>
    </w:p>
    <w:p w:rsidR="00807B02" w:rsidRPr="00D03600" w:rsidRDefault="00807B02" w:rsidP="00B52EC4">
      <w:pPr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指出：两位数加两位数都是先用两位数加几十，再加几。不进位加得数十位上是两个加数十位上数相加的和，进位加个位满</w:t>
      </w:r>
      <w:r w:rsidRPr="00D03600">
        <w:rPr>
          <w:rFonts w:ascii="宋体" w:hAnsi="宋体"/>
          <w:color w:val="000000"/>
          <w:sz w:val="30"/>
          <w:szCs w:val="30"/>
        </w:rPr>
        <w:t>10</w:t>
      </w:r>
      <w:r w:rsidRPr="00D03600">
        <w:rPr>
          <w:rFonts w:ascii="宋体" w:hAnsi="宋体" w:hint="eastAsia"/>
          <w:color w:val="000000"/>
          <w:sz w:val="30"/>
          <w:szCs w:val="30"/>
        </w:rPr>
        <w:t>，所以得数十位上比两个加数十位上相加的和多</w:t>
      </w:r>
      <w:r w:rsidRPr="00D03600">
        <w:rPr>
          <w:rFonts w:ascii="宋体" w:hAnsi="宋体"/>
          <w:color w:val="000000"/>
          <w:sz w:val="30"/>
          <w:szCs w:val="30"/>
        </w:rPr>
        <w:t>1</w:t>
      </w:r>
      <w:r w:rsidRPr="00D03600">
        <w:rPr>
          <w:rFonts w:ascii="宋体" w:hAnsi="宋体" w:hint="eastAsia"/>
          <w:color w:val="000000"/>
          <w:sz w:val="30"/>
          <w:szCs w:val="30"/>
        </w:rPr>
        <w:t>，根据这样的规律，我们可以估计得数是几十多。</w:t>
      </w:r>
    </w:p>
    <w:p w:rsidR="00807B02" w:rsidRDefault="00807B02" w:rsidP="00B52EC4">
      <w:pPr>
        <w:pStyle w:val="ListParagraph"/>
        <w:numPr>
          <w:ilvl w:val="0"/>
          <w:numId w:val="6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做“想想做做”第</w:t>
      </w:r>
      <w:r w:rsidRPr="00D03600">
        <w:rPr>
          <w:rFonts w:ascii="宋体" w:hAnsi="宋体"/>
          <w:color w:val="000000"/>
          <w:sz w:val="30"/>
          <w:szCs w:val="30"/>
        </w:rPr>
        <w:t>3</w:t>
      </w:r>
      <w:r w:rsidRPr="00D03600">
        <w:rPr>
          <w:rFonts w:ascii="宋体" w:hAnsi="宋体" w:hint="eastAsia"/>
          <w:color w:val="000000"/>
          <w:sz w:val="30"/>
          <w:szCs w:val="30"/>
        </w:rPr>
        <w:t>题</w:t>
      </w:r>
    </w:p>
    <w:p w:rsidR="00807B02" w:rsidRDefault="00807B02" w:rsidP="00B52EC4">
      <w:pPr>
        <w:pStyle w:val="ListParagraph"/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让同桌学生互相说说得数是几十多。指明交流得数是几十多。再算出得数。</w:t>
      </w:r>
    </w:p>
    <w:p w:rsidR="00807B02" w:rsidRPr="00D03600" w:rsidRDefault="00807B02" w:rsidP="00B52EC4">
      <w:pPr>
        <w:pStyle w:val="ListParagraph"/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/>
          <w:color w:val="000000"/>
          <w:sz w:val="30"/>
          <w:szCs w:val="30"/>
        </w:rPr>
        <w:t>4</w:t>
      </w:r>
      <w:r w:rsidRPr="00D03600">
        <w:rPr>
          <w:rFonts w:ascii="宋体" w:hAnsi="宋体" w:hint="eastAsia"/>
          <w:color w:val="000000"/>
          <w:sz w:val="30"/>
          <w:szCs w:val="30"/>
        </w:rPr>
        <w:t>、同学们今天的表现真不错，熊出没</w:t>
      </w:r>
      <w:r>
        <w:rPr>
          <w:rFonts w:ascii="宋体" w:hAnsi="宋体" w:hint="eastAsia"/>
          <w:color w:val="000000"/>
          <w:sz w:val="30"/>
          <w:szCs w:val="30"/>
        </w:rPr>
        <w:t>团队想让小朋友们帮数字</w:t>
      </w:r>
      <w:r w:rsidRPr="00D03600">
        <w:rPr>
          <w:rFonts w:ascii="宋体" w:hAnsi="宋体" w:hint="eastAsia"/>
          <w:color w:val="000000"/>
          <w:sz w:val="30"/>
          <w:szCs w:val="30"/>
        </w:rPr>
        <w:t>找家，你们愿意吗？（愿意）出示算式并按要求填空。</w:t>
      </w:r>
    </w:p>
    <w:p w:rsidR="00807B02" w:rsidRPr="00D03600" w:rsidRDefault="00807B02" w:rsidP="00C36CCA">
      <w:pPr>
        <w:pStyle w:val="ListParagraph"/>
        <w:numPr>
          <w:ilvl w:val="0"/>
          <w:numId w:val="1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全课总结</w:t>
      </w:r>
    </w:p>
    <w:p w:rsidR="00807B02" w:rsidRPr="00D03600" w:rsidRDefault="00807B02" w:rsidP="00C36CCA">
      <w:pPr>
        <w:pStyle w:val="ListParagraph"/>
        <w:numPr>
          <w:ilvl w:val="0"/>
          <w:numId w:val="7"/>
        </w:numPr>
        <w:ind w:firstLineChars="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全课总结</w:t>
      </w:r>
    </w:p>
    <w:p w:rsidR="00807B02" w:rsidRPr="00D03600" w:rsidRDefault="00807B02" w:rsidP="00D03600">
      <w:pPr>
        <w:ind w:left="420"/>
        <w:rPr>
          <w:rFonts w:asci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提问：这节课你学习了什么</w:t>
      </w:r>
      <w:r w:rsidRPr="00D03600">
        <w:rPr>
          <w:rFonts w:ascii="宋体" w:hAnsi="宋体" w:hint="eastAsia"/>
          <w:sz w:val="30"/>
          <w:szCs w:val="30"/>
        </w:rPr>
        <w:t>？那两位数加两位数口算要怎样算？</w:t>
      </w:r>
    </w:p>
    <w:p w:rsidR="00807B02" w:rsidRPr="00D03600" w:rsidRDefault="00807B02" w:rsidP="00D03600">
      <w:pPr>
        <w:ind w:left="420"/>
        <w:rPr>
          <w:rFonts w:ascii="宋体"/>
          <w:sz w:val="30"/>
          <w:szCs w:val="30"/>
        </w:rPr>
      </w:pPr>
      <w:r w:rsidRPr="00D03600">
        <w:rPr>
          <w:rFonts w:ascii="宋体" w:hAnsi="宋体"/>
          <w:sz w:val="30"/>
          <w:szCs w:val="30"/>
        </w:rPr>
        <w:t>2</w:t>
      </w:r>
      <w:r w:rsidRPr="00D03600">
        <w:rPr>
          <w:rFonts w:ascii="宋体" w:hAnsi="宋体" w:hint="eastAsia"/>
          <w:sz w:val="30"/>
          <w:szCs w:val="30"/>
        </w:rPr>
        <w:t>、课堂作业</w:t>
      </w:r>
    </w:p>
    <w:p w:rsidR="00807B02" w:rsidRPr="00D03600" w:rsidRDefault="00807B02" w:rsidP="00B52EC4">
      <w:pPr>
        <w:ind w:left="420"/>
        <w:rPr>
          <w:rFonts w:ascii="宋体"/>
          <w:color w:val="000000"/>
          <w:sz w:val="30"/>
          <w:szCs w:val="30"/>
        </w:rPr>
      </w:pPr>
      <w:r w:rsidRPr="00D03600">
        <w:rPr>
          <w:rFonts w:ascii="宋体" w:hAnsi="宋体" w:hint="eastAsia"/>
          <w:color w:val="000000"/>
          <w:sz w:val="30"/>
          <w:szCs w:val="30"/>
        </w:rPr>
        <w:t>完成“想想做做”第</w:t>
      </w:r>
      <w:r w:rsidRPr="00D03600">
        <w:rPr>
          <w:rFonts w:ascii="宋体" w:hAnsi="宋体"/>
          <w:color w:val="000000"/>
          <w:sz w:val="30"/>
          <w:szCs w:val="30"/>
        </w:rPr>
        <w:t>4</w:t>
      </w:r>
      <w:r w:rsidRPr="00D03600">
        <w:rPr>
          <w:rFonts w:ascii="宋体" w:hAnsi="宋体" w:hint="eastAsia"/>
          <w:color w:val="000000"/>
          <w:sz w:val="30"/>
          <w:szCs w:val="30"/>
        </w:rPr>
        <w:t>题，列式解决“想想做做”第</w:t>
      </w:r>
      <w:r w:rsidRPr="00D03600">
        <w:rPr>
          <w:rFonts w:ascii="宋体" w:hAnsi="宋体"/>
          <w:color w:val="000000"/>
          <w:sz w:val="30"/>
          <w:szCs w:val="30"/>
        </w:rPr>
        <w:t>5</w:t>
      </w:r>
      <w:r w:rsidRPr="00D03600">
        <w:rPr>
          <w:rFonts w:ascii="宋体" w:hAnsi="宋体" w:hint="eastAsia"/>
          <w:color w:val="000000"/>
          <w:sz w:val="30"/>
          <w:szCs w:val="30"/>
        </w:rPr>
        <w:t>题提出的问题。</w:t>
      </w:r>
    </w:p>
    <w:sectPr w:rsidR="00807B02" w:rsidRPr="00D03600" w:rsidSect="002979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B02" w:rsidRDefault="00807B02">
      <w:r>
        <w:separator/>
      </w:r>
    </w:p>
  </w:endnote>
  <w:endnote w:type="continuationSeparator" w:id="0">
    <w:p w:rsidR="00807B02" w:rsidRDefault="00807B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B02" w:rsidRDefault="00807B02">
      <w:r>
        <w:separator/>
      </w:r>
    </w:p>
  </w:footnote>
  <w:footnote w:type="continuationSeparator" w:id="0">
    <w:p w:rsidR="00807B02" w:rsidRDefault="00807B0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 w:rsidP="006C4230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B02" w:rsidRDefault="00807B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71D"/>
    <w:multiLevelType w:val="hybridMultilevel"/>
    <w:tmpl w:val="C7441BD4"/>
    <w:lvl w:ilvl="0" w:tplc="D856D27E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1">
    <w:nsid w:val="19CD74FD"/>
    <w:multiLevelType w:val="hybridMultilevel"/>
    <w:tmpl w:val="CABC2BD6"/>
    <w:lvl w:ilvl="0" w:tplc="7D6295D6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2">
    <w:nsid w:val="29F71FA7"/>
    <w:multiLevelType w:val="hybridMultilevel"/>
    <w:tmpl w:val="39363F36"/>
    <w:lvl w:ilvl="0" w:tplc="6CE2B4C4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abstractNum w:abstractNumId="3">
    <w:nsid w:val="2B784CEF"/>
    <w:multiLevelType w:val="hybridMultilevel"/>
    <w:tmpl w:val="4C62B3CC"/>
    <w:lvl w:ilvl="0" w:tplc="5B0666EE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4">
    <w:nsid w:val="2C543F05"/>
    <w:multiLevelType w:val="hybridMultilevel"/>
    <w:tmpl w:val="0EA88C3A"/>
    <w:lvl w:ilvl="0" w:tplc="2BEAF97E">
      <w:start w:val="1"/>
      <w:numFmt w:val="decimal"/>
      <w:lvlText w:val="（%1）"/>
      <w:lvlJc w:val="left"/>
      <w:pPr>
        <w:ind w:left="126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5">
    <w:nsid w:val="2D181DA7"/>
    <w:multiLevelType w:val="hybridMultilevel"/>
    <w:tmpl w:val="28325268"/>
    <w:lvl w:ilvl="0" w:tplc="81E48E14">
      <w:start w:val="1"/>
      <w:numFmt w:val="japaneseCounting"/>
      <w:lvlText w:val="%1、"/>
      <w:lvlJc w:val="left"/>
      <w:pPr>
        <w:ind w:left="42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6">
    <w:nsid w:val="4DBF603B"/>
    <w:multiLevelType w:val="hybridMultilevel"/>
    <w:tmpl w:val="7222E9D6"/>
    <w:lvl w:ilvl="0" w:tplc="2BAE18D2">
      <w:start w:val="1"/>
      <w:numFmt w:val="decimal"/>
      <w:lvlText w:val="%1、"/>
      <w:lvlJc w:val="left"/>
      <w:pPr>
        <w:ind w:left="7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  <w:rPr>
        <w:rFonts w:cs="Times New Roman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687"/>
    <w:rsid w:val="000270CD"/>
    <w:rsid w:val="00063A28"/>
    <w:rsid w:val="00071499"/>
    <w:rsid w:val="000C3483"/>
    <w:rsid w:val="000D2FC9"/>
    <w:rsid w:val="00126233"/>
    <w:rsid w:val="00180671"/>
    <w:rsid w:val="00190D5C"/>
    <w:rsid w:val="001D4E29"/>
    <w:rsid w:val="001F2CEC"/>
    <w:rsid w:val="00206E8F"/>
    <w:rsid w:val="0025519D"/>
    <w:rsid w:val="00282023"/>
    <w:rsid w:val="00297974"/>
    <w:rsid w:val="002F2E1E"/>
    <w:rsid w:val="003E5DE2"/>
    <w:rsid w:val="0040610C"/>
    <w:rsid w:val="00421FB8"/>
    <w:rsid w:val="00440256"/>
    <w:rsid w:val="004531DC"/>
    <w:rsid w:val="0045451B"/>
    <w:rsid w:val="004B2428"/>
    <w:rsid w:val="005000E5"/>
    <w:rsid w:val="005A5607"/>
    <w:rsid w:val="005C1F7D"/>
    <w:rsid w:val="0063342C"/>
    <w:rsid w:val="00653F34"/>
    <w:rsid w:val="00691465"/>
    <w:rsid w:val="006C4230"/>
    <w:rsid w:val="00713285"/>
    <w:rsid w:val="00747355"/>
    <w:rsid w:val="007825F7"/>
    <w:rsid w:val="00786DE6"/>
    <w:rsid w:val="007D5262"/>
    <w:rsid w:val="00807B02"/>
    <w:rsid w:val="00B50687"/>
    <w:rsid w:val="00B52EC4"/>
    <w:rsid w:val="00B9502D"/>
    <w:rsid w:val="00C04CC9"/>
    <w:rsid w:val="00C36CCA"/>
    <w:rsid w:val="00C51EB9"/>
    <w:rsid w:val="00C774ED"/>
    <w:rsid w:val="00CB5831"/>
    <w:rsid w:val="00D03600"/>
    <w:rsid w:val="00D03D2F"/>
    <w:rsid w:val="00D40A0D"/>
    <w:rsid w:val="00D60835"/>
    <w:rsid w:val="00DC517A"/>
    <w:rsid w:val="00DD55E8"/>
    <w:rsid w:val="00DD7D52"/>
    <w:rsid w:val="00DF67CD"/>
    <w:rsid w:val="00E04080"/>
    <w:rsid w:val="00E97778"/>
    <w:rsid w:val="00EA53A9"/>
    <w:rsid w:val="00F113D7"/>
    <w:rsid w:val="00F342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7974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uiPriority w:val="99"/>
    <w:rsid w:val="00E97778"/>
    <w:rPr>
      <w:rFonts w:cs="Times New Roman"/>
    </w:rPr>
  </w:style>
  <w:style w:type="paragraph" w:styleId="ListParagraph">
    <w:name w:val="List Paragraph"/>
    <w:basedOn w:val="Normal"/>
    <w:uiPriority w:val="99"/>
    <w:qFormat/>
    <w:rsid w:val="00C04CC9"/>
    <w:pPr>
      <w:ind w:firstLineChars="200" w:firstLine="420"/>
    </w:pPr>
  </w:style>
  <w:style w:type="paragraph" w:styleId="Header">
    <w:name w:val="header"/>
    <w:basedOn w:val="Normal"/>
    <w:link w:val="HeaderChar"/>
    <w:uiPriority w:val="99"/>
    <w:rsid w:val="001F2C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270CD"/>
    <w:rPr>
      <w:rFonts w:cs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1F2C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270CD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257</TotalTime>
  <Pages>5</Pages>
  <Words>290</Words>
  <Characters>1659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微软用户</cp:lastModifiedBy>
  <cp:revision>24</cp:revision>
  <dcterms:created xsi:type="dcterms:W3CDTF">2015-09-22T13:08:00Z</dcterms:created>
  <dcterms:modified xsi:type="dcterms:W3CDTF">2016-04-07T05:26:00Z</dcterms:modified>
</cp:coreProperties>
</file>