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F5" w:rsidRPr="00DE4AB1" w:rsidRDefault="005572F5" w:rsidP="005572F5">
      <w:pPr>
        <w:ind w:firstLineChars="800" w:firstLine="31680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2017</w:t>
      </w:r>
      <w:r w:rsidRPr="00DE4AB1">
        <w:rPr>
          <w:rFonts w:ascii="黑体" w:eastAsia="黑体" w:hAnsi="黑体" w:hint="eastAsia"/>
          <w:b/>
          <w:sz w:val="30"/>
          <w:szCs w:val="30"/>
        </w:rPr>
        <w:t>年春季开学典礼主持稿</w:t>
      </w:r>
    </w:p>
    <w:p w:rsidR="005572F5" w:rsidRPr="00DE4AB1" w:rsidRDefault="005572F5" w:rsidP="00FD055E">
      <w:pPr>
        <w:rPr>
          <w:rFonts w:ascii="楷体" w:eastAsia="楷体" w:hAnsi="楷体"/>
          <w:b/>
          <w:sz w:val="28"/>
          <w:szCs w:val="28"/>
        </w:rPr>
      </w:pPr>
      <w:r w:rsidRPr="00DE4AB1">
        <w:rPr>
          <w:rFonts w:ascii="楷体" w:eastAsia="楷体" w:hAnsi="楷体" w:hint="eastAsia"/>
          <w:b/>
          <w:sz w:val="28"/>
          <w:szCs w:val="28"/>
        </w:rPr>
        <w:t>主持人：甲：</w:t>
      </w:r>
      <w:r>
        <w:rPr>
          <w:rFonts w:ascii="楷体" w:eastAsia="楷体" w:hAnsi="楷体" w:hint="eastAsia"/>
          <w:b/>
          <w:sz w:val="28"/>
          <w:szCs w:val="28"/>
        </w:rPr>
        <w:t>袁泽</w:t>
      </w:r>
      <w:r w:rsidRPr="00DE4AB1">
        <w:rPr>
          <w:rFonts w:ascii="楷体" w:eastAsia="楷体" w:hAnsi="楷体"/>
          <w:b/>
          <w:sz w:val="28"/>
          <w:szCs w:val="28"/>
        </w:rPr>
        <w:t xml:space="preserve">  </w:t>
      </w:r>
      <w:r w:rsidRPr="00DE4AB1">
        <w:rPr>
          <w:rFonts w:ascii="楷体" w:eastAsia="楷体" w:hAnsi="楷体" w:hint="eastAsia"/>
          <w:b/>
          <w:sz w:val="28"/>
          <w:szCs w:val="28"/>
        </w:rPr>
        <w:t>乙：杨奕</w:t>
      </w:r>
    </w:p>
    <w:p w:rsidR="005572F5" w:rsidRPr="008E0804" w:rsidRDefault="005572F5" w:rsidP="00FD055E">
      <w:pPr>
        <w:rPr>
          <w:rFonts w:ascii="宋体"/>
          <w:b/>
          <w:szCs w:val="21"/>
        </w:rPr>
      </w:pPr>
      <w:r w:rsidRPr="008E0804">
        <w:rPr>
          <w:rFonts w:ascii="宋体" w:hAnsi="宋体" w:hint="eastAsia"/>
          <w:b/>
          <w:szCs w:val="21"/>
        </w:rPr>
        <w:t>一、宣布开学典礼现在开始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敬爱的老师们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亲爱的同学们，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合：</w:t>
      </w:r>
      <w:r w:rsidRPr="008E0804">
        <w:rPr>
          <w:rFonts w:ascii="宋体" w:hAnsi="宋体" w:hint="eastAsia"/>
          <w:szCs w:val="21"/>
        </w:rPr>
        <w:t>大家新年好！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当人们还沉浸在新春佳节的欢乐中，春雨已敲起了战鼓，春风已吹响了号角。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春的鼓点已汇成一曲雄浑的交响曲，激励着人们拼搏奋进！新的学期向我们走来了！现在我宣布：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合：</w:t>
      </w:r>
      <w:r w:rsidRPr="008E0804">
        <w:rPr>
          <w:rFonts w:ascii="宋体" w:hAnsi="宋体" w:hint="eastAsia"/>
          <w:szCs w:val="21"/>
        </w:rPr>
        <w:t>礼河实验学校</w:t>
      </w:r>
      <w:r w:rsidRPr="008E0804">
        <w:rPr>
          <w:rFonts w:ascii="宋体" w:hAnsi="宋体"/>
          <w:szCs w:val="21"/>
        </w:rPr>
        <w:t>201</w:t>
      </w:r>
      <w:r>
        <w:rPr>
          <w:rFonts w:ascii="宋体" w:hAnsi="宋体"/>
          <w:szCs w:val="21"/>
        </w:rPr>
        <w:t>6</w:t>
      </w:r>
      <w:r w:rsidRPr="008E0804">
        <w:rPr>
          <w:rFonts w:ascii="宋体" w:hAnsi="宋体"/>
          <w:szCs w:val="21"/>
        </w:rPr>
        <w:t>--201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年度第二学期第一周升旗仪式礼暨开学典礼</w:t>
      </w:r>
      <w:r w:rsidRPr="008E0804">
        <w:rPr>
          <w:rFonts w:ascii="宋体" w:hAnsi="宋体" w:hint="eastAsia"/>
          <w:szCs w:val="21"/>
        </w:rPr>
        <w:t>现在开始！</w:t>
      </w:r>
    </w:p>
    <w:p w:rsidR="005572F5" w:rsidRPr="008E0804" w:rsidRDefault="005572F5" w:rsidP="00FD055E">
      <w:pPr>
        <w:rPr>
          <w:rFonts w:ascii="宋体"/>
          <w:b/>
          <w:szCs w:val="21"/>
        </w:rPr>
      </w:pPr>
      <w:r w:rsidRPr="008E0804">
        <w:rPr>
          <w:rFonts w:ascii="宋体" w:hAnsi="宋体" w:hint="eastAsia"/>
          <w:b/>
          <w:szCs w:val="21"/>
        </w:rPr>
        <w:t>二、升旗仪式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出旗，敬礼（礼毕！）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本周的升旗手是</w:t>
      </w:r>
      <w:r w:rsidRPr="008E0804">
        <w:rPr>
          <w:rFonts w:ascii="宋体" w:hAnsi="宋体" w:hint="eastAsia"/>
          <w:szCs w:val="21"/>
          <w:u w:val="single"/>
        </w:rPr>
        <w:t>六</w:t>
      </w:r>
      <w:r>
        <w:rPr>
          <w:rFonts w:ascii="宋体" w:hAnsi="宋体"/>
          <w:szCs w:val="21"/>
          <w:u w:val="single"/>
        </w:rPr>
        <w:t>3</w:t>
      </w:r>
      <w:r w:rsidRPr="008E0804">
        <w:rPr>
          <w:rFonts w:ascii="宋体" w:hAnsi="宋体" w:hint="eastAsia"/>
          <w:szCs w:val="21"/>
        </w:rPr>
        <w:t>中队的</w:t>
      </w:r>
      <w:r>
        <w:rPr>
          <w:rFonts w:ascii="宋体" w:hAnsi="宋体"/>
          <w:szCs w:val="21"/>
          <w:u w:val="single"/>
        </w:rPr>
        <w:t xml:space="preserve">        </w:t>
      </w:r>
      <w:r w:rsidRPr="008E0804">
        <w:rPr>
          <w:rFonts w:ascii="宋体" w:hAnsi="宋体" w:hint="eastAsia"/>
          <w:szCs w:val="21"/>
        </w:rPr>
        <w:t>，护旗手是</w:t>
      </w:r>
      <w:r w:rsidRPr="008E0804">
        <w:rPr>
          <w:rFonts w:ascii="宋体" w:hAnsi="宋体" w:hint="eastAsia"/>
          <w:szCs w:val="21"/>
          <w:u w:val="single"/>
        </w:rPr>
        <w:t>六</w:t>
      </w:r>
      <w:r>
        <w:rPr>
          <w:rFonts w:ascii="宋体" w:hAnsi="宋体"/>
          <w:szCs w:val="21"/>
          <w:u w:val="single"/>
        </w:rPr>
        <w:t>3</w:t>
      </w:r>
      <w:r w:rsidRPr="008E0804">
        <w:rPr>
          <w:rFonts w:ascii="宋体" w:hAnsi="宋体" w:hint="eastAsia"/>
          <w:szCs w:val="21"/>
        </w:rPr>
        <w:t>中队的</w:t>
      </w:r>
      <w:r w:rsidRPr="008E0804"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</w:t>
      </w:r>
      <w:r w:rsidRPr="008E0804">
        <w:rPr>
          <w:rFonts w:ascii="宋体" w:hAnsi="宋体" w:hint="eastAsia"/>
          <w:szCs w:val="21"/>
          <w:u w:val="single"/>
        </w:rPr>
        <w:t>，</w:t>
      </w:r>
      <w:r w:rsidRPr="008E0804">
        <w:rPr>
          <w:rFonts w:ascii="宋体" w:hAnsi="宋体" w:hint="eastAsia"/>
          <w:szCs w:val="21"/>
        </w:rPr>
        <w:t>让我们用热烈的掌声欢迎他们走上升旗台！</w:t>
      </w:r>
    </w:p>
    <w:p w:rsidR="005572F5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升旗手和护旗手事迹介绍。</w:t>
      </w:r>
    </w:p>
    <w:p w:rsidR="005572F5" w:rsidRPr="008E0804" w:rsidRDefault="005572F5" w:rsidP="00FD055E">
      <w:pPr>
        <w:rPr>
          <w:rFonts w:ascii="宋体"/>
          <w:szCs w:val="21"/>
        </w:rPr>
      </w:pP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唱国歌！指挥由</w:t>
      </w:r>
      <w:r>
        <w:rPr>
          <w:rFonts w:ascii="宋体" w:hAnsi="宋体" w:hint="eastAsia"/>
          <w:szCs w:val="21"/>
        </w:rPr>
        <w:t>六</w:t>
      </w:r>
      <w:r w:rsidRPr="008E0804">
        <w:rPr>
          <w:rFonts w:ascii="宋体" w:hAnsi="宋体"/>
          <w:szCs w:val="21"/>
        </w:rPr>
        <w:t>5</w:t>
      </w:r>
      <w:r w:rsidRPr="008E0804">
        <w:rPr>
          <w:rFonts w:ascii="宋体" w:hAnsi="宋体" w:hint="eastAsia"/>
          <w:szCs w:val="21"/>
        </w:rPr>
        <w:t>班的</w:t>
      </w:r>
      <w:r>
        <w:rPr>
          <w:rFonts w:ascii="宋体" w:hAnsi="宋体" w:hint="eastAsia"/>
          <w:szCs w:val="21"/>
        </w:rPr>
        <w:t>包奕涵</w:t>
      </w:r>
      <w:r w:rsidRPr="008E0804">
        <w:rPr>
          <w:rFonts w:ascii="宋体" w:hAnsi="宋体" w:hint="eastAsia"/>
          <w:szCs w:val="21"/>
        </w:rPr>
        <w:t>同学担任。</w:t>
      </w:r>
    </w:p>
    <w:p w:rsidR="005572F5" w:rsidRPr="008E0804" w:rsidRDefault="005572F5" w:rsidP="00FD055E">
      <w:pPr>
        <w:rPr>
          <w:rFonts w:ascii="宋体"/>
          <w:b/>
          <w:szCs w:val="21"/>
        </w:rPr>
      </w:pPr>
      <w:r w:rsidRPr="008E0804">
        <w:rPr>
          <w:rFonts w:ascii="宋体" w:hAnsi="宋体" w:hint="eastAsia"/>
          <w:b/>
          <w:szCs w:val="21"/>
        </w:rPr>
        <w:t>三．学生代表发言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告别了快乐而又充实的寒假，怀着对新年的憧憬、对新学期的向往</w:t>
      </w:r>
      <w:r w:rsidRPr="008E0804">
        <w:rPr>
          <w:rFonts w:ascii="宋体" w:hAnsi="宋体"/>
          <w:szCs w:val="21"/>
        </w:rPr>
        <w:t xml:space="preserve">, </w:t>
      </w:r>
      <w:r w:rsidRPr="008E0804">
        <w:rPr>
          <w:rFonts w:ascii="宋体" w:hAnsi="宋体" w:hint="eastAsia"/>
          <w:szCs w:val="21"/>
        </w:rPr>
        <w:t>我们又回到了学校，开始了新的学习生活。下面有请学生代表</w:t>
      </w:r>
      <w:r w:rsidRPr="00E045AB">
        <w:rPr>
          <w:rFonts w:ascii="宋体" w:hAnsi="宋体" w:cs="宋体"/>
          <w:b/>
          <w:kern w:val="0"/>
          <w:szCs w:val="21"/>
          <w:u w:val="single"/>
        </w:rPr>
        <w:t xml:space="preserve">     </w:t>
      </w:r>
      <w:r>
        <w:rPr>
          <w:rFonts w:ascii="宋体" w:hAnsi="宋体" w:cs="宋体"/>
          <w:b/>
          <w:kern w:val="0"/>
          <w:szCs w:val="21"/>
          <w:u w:val="single"/>
        </w:rPr>
        <w:t xml:space="preserve">    </w:t>
      </w:r>
      <w:r w:rsidRPr="00E045AB">
        <w:rPr>
          <w:rFonts w:ascii="宋体" w:hAnsi="宋体" w:cs="宋体"/>
          <w:b/>
          <w:kern w:val="0"/>
          <w:szCs w:val="21"/>
          <w:u w:val="single"/>
        </w:rPr>
        <w:t xml:space="preserve">   </w:t>
      </w:r>
      <w:r w:rsidRPr="008E0804">
        <w:rPr>
          <w:rFonts w:ascii="宋体" w:hAnsi="宋体" w:hint="eastAsia"/>
          <w:szCs w:val="21"/>
        </w:rPr>
        <w:t>同学作新学期发言，大家掌声欢迎！</w:t>
      </w:r>
    </w:p>
    <w:p w:rsidR="005572F5" w:rsidRPr="008E0804" w:rsidRDefault="005572F5" w:rsidP="00FD055E">
      <w:pPr>
        <w:rPr>
          <w:rFonts w:ascii="宋体"/>
          <w:b/>
          <w:szCs w:val="21"/>
        </w:rPr>
      </w:pPr>
      <w:r w:rsidRPr="008E0804">
        <w:rPr>
          <w:rFonts w:ascii="宋体" w:hAnsi="宋体" w:hint="eastAsia"/>
          <w:b/>
          <w:szCs w:val="21"/>
        </w:rPr>
        <w:t>四．校长致词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>
        <w:rPr>
          <w:rFonts w:ascii="宋体" w:hAnsi="宋体" w:hint="eastAsia"/>
          <w:szCs w:val="21"/>
        </w:rPr>
        <w:t>谢谢包奕涵</w:t>
      </w:r>
      <w:r w:rsidRPr="008E0804">
        <w:rPr>
          <w:rFonts w:ascii="宋体" w:hAnsi="宋体" w:hint="eastAsia"/>
          <w:szCs w:val="21"/>
        </w:rPr>
        <w:t>同学，“海阔凭鱼跃，天高任鸟飞”，新学期、新起点，让我们迎着春风，带着微笑，向着新的征程，积极进取。下面让我们用最热烈的掌声有请龚校长作新学期寄语。</w:t>
      </w:r>
    </w:p>
    <w:p w:rsidR="005572F5" w:rsidRPr="008E0804" w:rsidRDefault="005572F5" w:rsidP="00FD055E">
      <w:pPr>
        <w:rPr>
          <w:rFonts w:ascii="宋体"/>
          <w:b/>
          <w:szCs w:val="21"/>
        </w:rPr>
      </w:pPr>
      <w:r w:rsidRPr="008E0804">
        <w:rPr>
          <w:rFonts w:ascii="宋体" w:hAnsi="宋体" w:hint="eastAsia"/>
          <w:b/>
          <w:szCs w:val="21"/>
        </w:rPr>
        <w:t>五．结束语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同学们，春回大地，万象更新！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szCs w:val="21"/>
        </w:rPr>
        <w:t xml:space="preserve">　　</w:t>
      </w:r>
      <w:r w:rsidRPr="008E0804">
        <w:rPr>
          <w:rFonts w:ascii="宋体" w:hAnsi="宋体"/>
          <w:szCs w:val="21"/>
        </w:rPr>
        <w:t xml:space="preserve">  </w:t>
      </w:r>
      <w:r w:rsidRPr="008E0804">
        <w:rPr>
          <w:rFonts w:ascii="宋体" w:hAnsi="宋体" w:hint="eastAsia"/>
          <w:szCs w:val="21"/>
        </w:rPr>
        <w:t>岁月峥嵘须拼搏，年华潇洒莫蹉跎。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我们把愿望写在今天，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szCs w:val="21"/>
        </w:rPr>
        <w:t xml:space="preserve">　　</w:t>
      </w:r>
      <w:r w:rsidRPr="008E0804">
        <w:rPr>
          <w:rFonts w:ascii="宋体" w:hAnsi="宋体"/>
          <w:szCs w:val="21"/>
        </w:rPr>
        <w:t xml:space="preserve">  </w:t>
      </w:r>
      <w:r w:rsidRPr="008E0804">
        <w:rPr>
          <w:rFonts w:ascii="宋体" w:hAnsi="宋体" w:hint="eastAsia"/>
          <w:szCs w:val="21"/>
        </w:rPr>
        <w:t>把人生的理想刻在今天，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szCs w:val="21"/>
        </w:rPr>
        <w:t xml:space="preserve">　　</w:t>
      </w:r>
      <w:r w:rsidRPr="008E0804">
        <w:rPr>
          <w:rFonts w:ascii="宋体" w:hAnsi="宋体"/>
          <w:szCs w:val="21"/>
        </w:rPr>
        <w:t xml:space="preserve">  </w:t>
      </w:r>
      <w:r w:rsidRPr="008E0804">
        <w:rPr>
          <w:rFonts w:ascii="宋体" w:hAnsi="宋体" w:hint="eastAsia"/>
          <w:szCs w:val="21"/>
        </w:rPr>
        <w:t>让我们和祖国一起在明天的跑道上冲刺！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春天在向我们招手，同学们，让我们一起努力吧！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最后，祝同学们新学期学习进步！生活快乐！</w:t>
      </w:r>
    </w:p>
    <w:p w:rsidR="005572F5" w:rsidRPr="008E0804" w:rsidRDefault="005572F5" w:rsidP="00FD055E">
      <w:pPr>
        <w:rPr>
          <w:rFonts w:ascii="宋体" w:hAns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祝老师们新学期工作顺利！身体健康！</w:t>
      </w:r>
      <w:r w:rsidRPr="008E0804">
        <w:rPr>
          <w:rFonts w:ascii="宋体" w:hAnsi="宋体"/>
          <w:szCs w:val="21"/>
        </w:rPr>
        <w:t xml:space="preserve"> </w:t>
      </w:r>
    </w:p>
    <w:p w:rsidR="005572F5" w:rsidRPr="008E0804" w:rsidRDefault="005572F5" w:rsidP="00FD055E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袁泽</w:t>
      </w:r>
      <w:r w:rsidRPr="008E0804">
        <w:rPr>
          <w:rFonts w:ascii="宋体" w:hAnsi="宋体" w:hint="eastAsia"/>
          <w:b/>
          <w:szCs w:val="21"/>
        </w:rPr>
        <w:t>：</w:t>
      </w:r>
      <w:r w:rsidRPr="008E0804">
        <w:rPr>
          <w:rFonts w:ascii="宋体" w:hAnsi="宋体" w:hint="eastAsia"/>
          <w:szCs w:val="21"/>
        </w:rPr>
        <w:t>我宣布礼河实验学校</w:t>
      </w:r>
      <w:r>
        <w:rPr>
          <w:rFonts w:ascii="宋体" w:hAnsi="宋体"/>
          <w:szCs w:val="21"/>
        </w:rPr>
        <w:t>2016--2017</w:t>
      </w:r>
      <w:r>
        <w:rPr>
          <w:rFonts w:ascii="宋体" w:hAnsi="宋体" w:hint="eastAsia"/>
          <w:szCs w:val="21"/>
        </w:rPr>
        <w:t>年度第二学期第一周升旗仪式暨开学典礼</w:t>
      </w:r>
      <w:r w:rsidRPr="008E0804">
        <w:rPr>
          <w:rFonts w:ascii="宋体" w:hAnsi="宋体" w:hint="eastAsia"/>
          <w:szCs w:val="21"/>
        </w:rPr>
        <w:t>到此结束！</w:t>
      </w:r>
    </w:p>
    <w:p w:rsidR="005572F5" w:rsidRPr="008E0804" w:rsidRDefault="005572F5" w:rsidP="00FD055E">
      <w:pPr>
        <w:rPr>
          <w:rFonts w:ascii="宋体"/>
          <w:szCs w:val="21"/>
        </w:rPr>
      </w:pPr>
      <w:r w:rsidRPr="008E0804">
        <w:rPr>
          <w:rFonts w:ascii="宋体" w:hAnsi="宋体" w:hint="eastAsia"/>
          <w:b/>
          <w:szCs w:val="21"/>
        </w:rPr>
        <w:t>杨奕：</w:t>
      </w:r>
      <w:r w:rsidRPr="008E0804">
        <w:rPr>
          <w:rFonts w:ascii="宋体" w:hAnsi="宋体" w:hint="eastAsia"/>
          <w:szCs w:val="21"/>
        </w:rPr>
        <w:t>请各班有序退场。</w:t>
      </w:r>
    </w:p>
    <w:sectPr w:rsidR="005572F5" w:rsidRPr="008E0804" w:rsidSect="00FD05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2F5" w:rsidRDefault="005572F5" w:rsidP="006A6276">
      <w:r>
        <w:separator/>
      </w:r>
    </w:p>
  </w:endnote>
  <w:endnote w:type="continuationSeparator" w:id="1">
    <w:p w:rsidR="005572F5" w:rsidRDefault="005572F5" w:rsidP="006A6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F5" w:rsidRDefault="005572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F5" w:rsidRDefault="005572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F5" w:rsidRDefault="005572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2F5" w:rsidRDefault="005572F5" w:rsidP="006A6276">
      <w:r>
        <w:separator/>
      </w:r>
    </w:p>
  </w:footnote>
  <w:footnote w:type="continuationSeparator" w:id="1">
    <w:p w:rsidR="005572F5" w:rsidRDefault="005572F5" w:rsidP="006A6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F5" w:rsidRDefault="005572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F5" w:rsidRDefault="005572F5" w:rsidP="00E045A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F5" w:rsidRDefault="005572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276"/>
    <w:rsid w:val="000B166D"/>
    <w:rsid w:val="000D2D17"/>
    <w:rsid w:val="000D36C0"/>
    <w:rsid w:val="00180C52"/>
    <w:rsid w:val="001A52B9"/>
    <w:rsid w:val="001E2661"/>
    <w:rsid w:val="00222128"/>
    <w:rsid w:val="0023755D"/>
    <w:rsid w:val="002F7853"/>
    <w:rsid w:val="00315961"/>
    <w:rsid w:val="00322BE1"/>
    <w:rsid w:val="003D09E2"/>
    <w:rsid w:val="003D3EE8"/>
    <w:rsid w:val="0042337A"/>
    <w:rsid w:val="00446305"/>
    <w:rsid w:val="0045243A"/>
    <w:rsid w:val="004948FE"/>
    <w:rsid w:val="004B1DAA"/>
    <w:rsid w:val="0051682A"/>
    <w:rsid w:val="00516FEA"/>
    <w:rsid w:val="005572F5"/>
    <w:rsid w:val="00593E15"/>
    <w:rsid w:val="005A703F"/>
    <w:rsid w:val="005E377B"/>
    <w:rsid w:val="005E5147"/>
    <w:rsid w:val="005F7F15"/>
    <w:rsid w:val="0060376B"/>
    <w:rsid w:val="00607EB3"/>
    <w:rsid w:val="00650EC5"/>
    <w:rsid w:val="00673322"/>
    <w:rsid w:val="006A6276"/>
    <w:rsid w:val="006E442B"/>
    <w:rsid w:val="00735860"/>
    <w:rsid w:val="00756B67"/>
    <w:rsid w:val="0076067E"/>
    <w:rsid w:val="00772D77"/>
    <w:rsid w:val="00785357"/>
    <w:rsid w:val="0079413E"/>
    <w:rsid w:val="007A74BE"/>
    <w:rsid w:val="00836CE4"/>
    <w:rsid w:val="008B1060"/>
    <w:rsid w:val="008D6D5D"/>
    <w:rsid w:val="008E0804"/>
    <w:rsid w:val="008E0DC2"/>
    <w:rsid w:val="00927B52"/>
    <w:rsid w:val="00941C91"/>
    <w:rsid w:val="009778C4"/>
    <w:rsid w:val="009B7BF4"/>
    <w:rsid w:val="00A35148"/>
    <w:rsid w:val="00A65E91"/>
    <w:rsid w:val="00A900E7"/>
    <w:rsid w:val="00A95EBB"/>
    <w:rsid w:val="00B00250"/>
    <w:rsid w:val="00B007AD"/>
    <w:rsid w:val="00B0200B"/>
    <w:rsid w:val="00BB7D34"/>
    <w:rsid w:val="00BD065F"/>
    <w:rsid w:val="00BD7C87"/>
    <w:rsid w:val="00C70808"/>
    <w:rsid w:val="00CD1CA3"/>
    <w:rsid w:val="00CE4212"/>
    <w:rsid w:val="00D04AEC"/>
    <w:rsid w:val="00D131F0"/>
    <w:rsid w:val="00D25AAF"/>
    <w:rsid w:val="00D372D6"/>
    <w:rsid w:val="00D54458"/>
    <w:rsid w:val="00DE4AB1"/>
    <w:rsid w:val="00E045AB"/>
    <w:rsid w:val="00E17F88"/>
    <w:rsid w:val="00E46CA2"/>
    <w:rsid w:val="00EA60D1"/>
    <w:rsid w:val="00EA7E32"/>
    <w:rsid w:val="00F02A50"/>
    <w:rsid w:val="00F04556"/>
    <w:rsid w:val="00F303C1"/>
    <w:rsid w:val="00F47DAB"/>
    <w:rsid w:val="00F61110"/>
    <w:rsid w:val="00F75147"/>
    <w:rsid w:val="00FB3520"/>
    <w:rsid w:val="00FC4AB6"/>
    <w:rsid w:val="00FD055E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27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6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A627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A627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A627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111</Words>
  <Characters>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62</cp:revision>
  <dcterms:created xsi:type="dcterms:W3CDTF">2015-02-27T05:10:00Z</dcterms:created>
  <dcterms:modified xsi:type="dcterms:W3CDTF">2017-02-09T11:04:00Z</dcterms:modified>
</cp:coreProperties>
</file>