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2D" w:rsidRDefault="0038082D" w:rsidP="006C287A">
      <w:pPr>
        <w:spacing w:line="220" w:lineRule="atLeast"/>
        <w:ind w:left="2160" w:firstLine="720"/>
        <w:jc w:val="center"/>
      </w:pPr>
      <w:r>
        <w:rPr>
          <w:rFonts w:hint="eastAsia"/>
          <w:b/>
          <w:sz w:val="32"/>
          <w:szCs w:val="32"/>
        </w:rPr>
        <w:t>记</w:t>
      </w:r>
      <w:r w:rsidRPr="00542971">
        <w:rPr>
          <w:rFonts w:hint="eastAsia"/>
          <w:b/>
          <w:sz w:val="32"/>
          <w:szCs w:val="32"/>
        </w:rPr>
        <w:t>花博</w:t>
      </w:r>
      <w:r>
        <w:rPr>
          <w:rFonts w:hint="eastAsia"/>
          <w:b/>
          <w:sz w:val="32"/>
          <w:szCs w:val="32"/>
        </w:rPr>
        <w:t>之行</w:t>
      </w:r>
      <w:r>
        <w:t xml:space="preserve">                       </w:t>
      </w:r>
      <w:r>
        <w:rPr>
          <w:rFonts w:hint="eastAsia"/>
        </w:rPr>
        <w:t>九（</w:t>
      </w:r>
      <w:r>
        <w:t>2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沈卓彬</w:t>
      </w:r>
    </w:p>
    <w:p w:rsidR="0038082D" w:rsidRDefault="0038082D" w:rsidP="00542971">
      <w:pPr>
        <w:spacing w:line="220" w:lineRule="atLeast"/>
        <w:ind w:firstLineChars="100" w:firstLine="31680"/>
      </w:pPr>
      <w:r>
        <w:rPr>
          <w:rFonts w:hint="eastAsia"/>
        </w:rPr>
        <w:t>满野花卉竞争艳，遍地齐草阔如天。长卷天然添画意，三分景色七分诗。</w:t>
      </w:r>
    </w:p>
    <w:p w:rsidR="0038082D" w:rsidRDefault="0038082D" w:rsidP="00542971">
      <w:pPr>
        <w:spacing w:line="220" w:lineRule="atLeast"/>
        <w:ind w:firstLineChars="100" w:firstLine="31680"/>
      </w:pPr>
      <w:r>
        <w:rPr>
          <w:rFonts w:hint="eastAsia"/>
        </w:rPr>
        <w:t>今天晴空万里，万里无云，太阳温暖的照射柔和的光芒，秋高气爽，风儿再为我们欢呼，鸟儿在为我们歌唱，一切都这么美丽和谐。</w:t>
      </w:r>
    </w:p>
    <w:p w:rsidR="0038082D" w:rsidRDefault="0038082D" w:rsidP="00542971">
      <w:pPr>
        <w:spacing w:line="220" w:lineRule="atLeast"/>
        <w:ind w:firstLineChars="100" w:firstLine="31680"/>
      </w:pPr>
      <w:r>
        <w:rPr>
          <w:rFonts w:hint="eastAsia"/>
        </w:rPr>
        <w:t>转眼间，我们就到了美丽神圣的花博园了，同学们犹如脱缰的野马冲入这人间仙境，恨不得立马长出三头六臂观赏风景。我们首先来到了主馆，鲜艳的五星红旗飘扬在空中，显现出我们中华人民的骄傲，在阳光的照耀下，虎虎生威。刚走进去一股自然的气息弥漫在空气中，花儿们五彩缤纷，争奇斗艳，有的已经迫不及待的展开花瓣，展现自己的美丽；有的还含苞欲放，像羞涩的小姑娘一般；还有的只有一个花苞，默默等待着自己展现辉煌的一天。花儿们仿佛要把毕生的美丽都展现出来，不让游客有一丝遗憾。还有的花儿仿佛再喊：“走过路过，不要错过。过了这村，没了那店。”“晓看红湿处，花重锦官城”杜甫用这千古名句描绘出蓉城花海美丽的意境，在这深秋的季节，在这花博会中，万紫千红，花团锦簇，会让你感受到生命的颜色。奇花异草，异域风情，在这花的世界里，品味世间百态。我们就在花的海洋中任意遨游，幸福都得花儿一样。来到</w:t>
      </w:r>
      <w:r>
        <w:t>2</w:t>
      </w:r>
      <w:r>
        <w:rPr>
          <w:rFonts w:hint="eastAsia"/>
        </w:rPr>
        <w:t>楼，首先映入我的眼帘的就是“宝剑锋从磨砺出，梅花香自苦寒来”的梅花，它的绽放就是在天寒地冻的冬天，而这时却是许多花草枯萎之时。在我们的生活中，也只有像梅花一样受尽了各种的困难和挫折，才能发出芳香，开拓自己的一边蓝天。气温不断上升，但这丝毫挡不住我们的脚步，我们又来到了自然馆，但是排队成了一个大难题，我们急得</w:t>
      </w:r>
      <w:r>
        <w:t xml:space="preserve"> </w:t>
      </w:r>
      <w:r>
        <w:rPr>
          <w:rFonts w:hint="eastAsia"/>
        </w:rPr>
        <w:t>犹如热锅上的蚂蚁，好不容易到了里面，就感受到了植物的生气，我们赶忙向里走去，绿色的植物一个一个展现在我们面前，仿佛来到了植物的乐园，最让我难忘的是那些仙人掌，它们犹如守卫边疆的战士矗立在那儿，它们又高又大，非常显眼，似乎在展示它们雄伟的英姿，和英雄的气度，让人叹为观止。</w:t>
      </w:r>
    </w:p>
    <w:p w:rsidR="0038082D" w:rsidRDefault="0038082D" w:rsidP="00542971">
      <w:pPr>
        <w:spacing w:line="220" w:lineRule="atLeast"/>
        <w:ind w:firstLineChars="100" w:firstLine="31680"/>
      </w:pPr>
      <w:r>
        <w:t xml:space="preserve">  </w:t>
      </w:r>
      <w:r>
        <w:rPr>
          <w:rFonts w:hint="eastAsia"/>
        </w:rPr>
        <w:t>络绎不绝远方客，心旷神怡直流连。千年等得这一会，载入史册耀千年。</w:t>
      </w:r>
    </w:p>
    <w:p w:rsidR="0038082D" w:rsidRDefault="0038082D" w:rsidP="00542971">
      <w:pPr>
        <w:spacing w:line="220" w:lineRule="atLeast"/>
        <w:ind w:firstLineChars="100" w:firstLine="31680"/>
      </w:pPr>
      <w:r>
        <w:t xml:space="preserve">   </w:t>
      </w:r>
      <w:r>
        <w:rPr>
          <w:rFonts w:hint="eastAsia"/>
        </w:rPr>
        <w:t>我们希望江苏的发展越来越好，也感谢能有这次机会让我们很好的亲近大自然，感受自然之美，真是“此园只应天上有，人间难得几回闻啊！”</w:t>
      </w:r>
      <w:r>
        <w:t xml:space="preserve">    </w:t>
      </w:r>
    </w:p>
    <w:p w:rsidR="0038082D" w:rsidRDefault="0038082D" w:rsidP="004942B6">
      <w:pPr>
        <w:spacing w:line="220" w:lineRule="atLeast"/>
        <w:ind w:firstLineChars="100" w:firstLine="31680"/>
      </w:pPr>
      <w:r>
        <w:t xml:space="preserve">                                                                                                                                                 </w:t>
      </w:r>
    </w:p>
    <w:sectPr w:rsidR="0038082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216673"/>
    <w:rsid w:val="002367EA"/>
    <w:rsid w:val="00323B43"/>
    <w:rsid w:val="0038082D"/>
    <w:rsid w:val="003D37D8"/>
    <w:rsid w:val="00426133"/>
    <w:rsid w:val="004358AB"/>
    <w:rsid w:val="004942B6"/>
    <w:rsid w:val="00542971"/>
    <w:rsid w:val="006526F0"/>
    <w:rsid w:val="006C287A"/>
    <w:rsid w:val="00723A84"/>
    <w:rsid w:val="008B476A"/>
    <w:rsid w:val="008B7726"/>
    <w:rsid w:val="00A46ACC"/>
    <w:rsid w:val="00B57FB3"/>
    <w:rsid w:val="00C07DF1"/>
    <w:rsid w:val="00D2628C"/>
    <w:rsid w:val="00D31D50"/>
    <w:rsid w:val="00F7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</Pages>
  <Words>157</Words>
  <Characters>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微软中国</cp:lastModifiedBy>
  <cp:revision>4</cp:revision>
  <dcterms:created xsi:type="dcterms:W3CDTF">2008-09-11T17:20:00Z</dcterms:created>
  <dcterms:modified xsi:type="dcterms:W3CDTF">2013-10-30T08:59:00Z</dcterms:modified>
</cp:coreProperties>
</file>