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E96" w:rsidRDefault="004765C5">
      <w:pPr>
        <w:pStyle w:val="a3"/>
        <w:spacing w:before="240" w:line="400" w:lineRule="exact"/>
        <w:ind w:firstLineChars="200" w:firstLine="720"/>
        <w:rPr>
          <w:rFonts w:asciiTheme="minorEastAsia" w:eastAsiaTheme="minorEastAsia" w:hAnsiTheme="minorEastAsia" w:cstheme="minorEastAsia"/>
          <w:sz w:val="36"/>
          <w:szCs w:val="36"/>
        </w:rPr>
      </w:pPr>
      <w:r>
        <w:rPr>
          <w:rFonts w:asciiTheme="minorEastAsia" w:eastAsiaTheme="minorEastAsia" w:hAnsiTheme="minorEastAsia" w:cstheme="minorEastAsia" w:hint="eastAsia"/>
          <w:sz w:val="36"/>
          <w:szCs w:val="36"/>
        </w:rPr>
        <w:t>新北区</w:t>
      </w:r>
      <w:r w:rsidRPr="00B573C4">
        <w:rPr>
          <w:rFonts w:asciiTheme="minorEastAsia" w:eastAsiaTheme="minorEastAsia" w:hAnsiTheme="minorEastAsia" w:cstheme="minorEastAsia" w:hint="eastAsia"/>
          <w:sz w:val="36"/>
          <w:szCs w:val="36"/>
        </w:rPr>
        <w:t>小学英语教学祁琴花</w:t>
      </w:r>
      <w:r>
        <w:rPr>
          <w:rFonts w:asciiTheme="minorEastAsia" w:eastAsiaTheme="minorEastAsia" w:hAnsiTheme="minorEastAsia" w:cstheme="minorEastAsia" w:hint="eastAsia"/>
          <w:sz w:val="36"/>
          <w:szCs w:val="36"/>
        </w:rPr>
        <w:t>优秀教师培育室工作方案</w:t>
      </w:r>
    </w:p>
    <w:p w:rsidR="00CC7E96" w:rsidRDefault="004765C5">
      <w:pPr>
        <w:pStyle w:val="a3"/>
        <w:spacing w:before="240" w:line="440" w:lineRule="exact"/>
        <w:ind w:firstLineChars="200" w:firstLine="482"/>
        <w:jc w:val="left"/>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一、培育室的定位及目标</w:t>
      </w:r>
    </w:p>
    <w:p w:rsidR="00CC7E96" w:rsidRDefault="004765C5">
      <w:pPr>
        <w:pStyle w:val="a5"/>
        <w:spacing w:before="0" w:beforeAutospacing="0" w:after="0" w:afterAutospacing="0" w:line="440" w:lineRule="exact"/>
        <w:ind w:firstLineChars="200" w:firstLine="480"/>
        <w:jc w:val="both"/>
        <w:rPr>
          <w:rFonts w:asciiTheme="minorEastAsia" w:eastAsiaTheme="minorEastAsia" w:hAnsiTheme="minorEastAsia" w:cstheme="minorEastAsia"/>
        </w:rPr>
      </w:pPr>
      <w:r>
        <w:rPr>
          <w:rFonts w:asciiTheme="minorEastAsia" w:eastAsiaTheme="minorEastAsia" w:hAnsiTheme="minorEastAsia" w:cstheme="minorEastAsia" w:hint="eastAsia"/>
        </w:rPr>
        <w:t>1. 定位：为我想发展、我在发展、我能发展的优秀英语教师提供平等的空间、学术的净土、温馨的家园、成长的摇篮，让工作室成为自我学习的俱乐部、自觉行动的共同体、自发研究的工作站。</w:t>
      </w:r>
    </w:p>
    <w:p w:rsidR="00CC7E96" w:rsidRDefault="004765C5">
      <w:pPr>
        <w:spacing w:line="440" w:lineRule="exact"/>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 目标：，以学术交流、教艺切磋、互动提高为基本宗旨，</w:t>
      </w:r>
      <w:r>
        <w:rPr>
          <w:rFonts w:hint="eastAsia"/>
          <w:sz w:val="24"/>
        </w:rPr>
        <w:t>积极搭建教育教学研究平台，引领培育室的成员提高专业素养、教育教学水平和科研能力，促进其专业发展与自我完善；</w:t>
      </w:r>
      <w:r>
        <w:rPr>
          <w:rFonts w:asciiTheme="minorEastAsia" w:eastAsiaTheme="minorEastAsia" w:hAnsiTheme="minorEastAsia" w:cstheme="minorEastAsia" w:hint="eastAsia"/>
          <w:sz w:val="24"/>
        </w:rPr>
        <w:t>以课题研究为主要抓手，培养一批优秀的英语教师，提高这批教师的专业成长速度，使每个培育室成员在“五级梯队”中提升一级、增加其在市区学科教学领域的影响力；做好做优一个课题，推出一些高质量的研究成果，在打造一支优秀英语教师队伍的同时引领一大批年轻教师。</w:t>
      </w:r>
    </w:p>
    <w:p w:rsidR="00CC7E96" w:rsidRDefault="004765C5">
      <w:pPr>
        <w:spacing w:line="44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二、教师培养</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1．对拟招聘的培育室成员的要求和期望</w:t>
      </w:r>
    </w:p>
    <w:p w:rsidR="00CC7E96" w:rsidRDefault="004765C5">
      <w:pPr>
        <w:spacing w:line="440" w:lineRule="exact"/>
        <w:ind w:firstLine="480"/>
        <w:rPr>
          <w:sz w:val="24"/>
        </w:rPr>
      </w:pPr>
      <w:r>
        <w:rPr>
          <w:rFonts w:ascii="宋体" w:hAnsi="宋体" w:hint="eastAsia"/>
          <w:sz w:val="24"/>
        </w:rPr>
        <w:t>（1）</w:t>
      </w:r>
      <w:r>
        <w:rPr>
          <w:rFonts w:hint="eastAsia"/>
          <w:sz w:val="24"/>
        </w:rPr>
        <w:t>有强烈的自我完善、自我突破、自我发展的愿望，肯吃苦，善钻研。年龄在</w:t>
      </w:r>
      <w:r>
        <w:rPr>
          <w:rFonts w:hint="eastAsia"/>
          <w:sz w:val="24"/>
        </w:rPr>
        <w:t>35</w:t>
      </w:r>
      <w:r>
        <w:rPr>
          <w:rFonts w:hint="eastAsia"/>
          <w:sz w:val="24"/>
        </w:rPr>
        <w:t>周岁以下。</w:t>
      </w:r>
    </w:p>
    <w:p w:rsidR="00CC7E96" w:rsidRDefault="004765C5">
      <w:pPr>
        <w:spacing w:line="440" w:lineRule="exact"/>
        <w:ind w:firstLine="480"/>
        <w:rPr>
          <w:sz w:val="24"/>
        </w:rPr>
      </w:pPr>
      <w:r>
        <w:rPr>
          <w:rFonts w:ascii="宋体" w:hAnsi="宋体" w:hint="eastAsia"/>
          <w:sz w:val="24"/>
        </w:rPr>
        <w:t>（2）</w:t>
      </w:r>
      <w:r>
        <w:rPr>
          <w:rFonts w:hint="eastAsia"/>
          <w:sz w:val="24"/>
        </w:rPr>
        <w:t>师德高尚，乐于奉献，为人正直、善良，乐于合作与共享。</w:t>
      </w:r>
    </w:p>
    <w:p w:rsidR="00CC7E96" w:rsidRDefault="004765C5">
      <w:pPr>
        <w:spacing w:line="440" w:lineRule="exact"/>
        <w:ind w:firstLine="480"/>
        <w:rPr>
          <w:sz w:val="24"/>
        </w:rPr>
      </w:pPr>
      <w:r>
        <w:rPr>
          <w:rFonts w:ascii="宋体" w:hAnsi="宋体" w:hint="eastAsia"/>
          <w:sz w:val="24"/>
        </w:rPr>
        <w:t>（3）</w:t>
      </w:r>
      <w:r>
        <w:rPr>
          <w:rFonts w:hint="eastAsia"/>
          <w:sz w:val="24"/>
        </w:rPr>
        <w:t>善于学习，能不断丰厚教育学、心理学、英语教学的理论功底，有较强的英语素养。</w:t>
      </w:r>
    </w:p>
    <w:p w:rsidR="00CC7E96" w:rsidRDefault="004765C5">
      <w:pPr>
        <w:spacing w:line="440" w:lineRule="exact"/>
        <w:ind w:firstLine="480"/>
        <w:rPr>
          <w:sz w:val="24"/>
        </w:rPr>
      </w:pPr>
      <w:r>
        <w:rPr>
          <w:rFonts w:ascii="宋体" w:hAnsi="宋体" w:hint="eastAsia"/>
          <w:sz w:val="24"/>
        </w:rPr>
        <w:t>（4）</w:t>
      </w:r>
      <w:r>
        <w:rPr>
          <w:rFonts w:hint="eastAsia"/>
          <w:sz w:val="24"/>
        </w:rPr>
        <w:t>潜心小学英语课堂教学研究，业务能力较强，具有一定的教育教学智慧。</w:t>
      </w:r>
    </w:p>
    <w:p w:rsidR="00CC7E96" w:rsidRDefault="004765C5">
      <w:pPr>
        <w:pStyle w:val="a5"/>
        <w:shd w:val="solid" w:color="FFFFFF" w:fill="auto"/>
        <w:spacing w:before="0" w:beforeAutospacing="0" w:after="0" w:afterAutospacing="0" w:line="440" w:lineRule="exact"/>
        <w:ind w:firstLine="480"/>
      </w:pPr>
      <w:r>
        <w:rPr>
          <w:rFonts w:hint="eastAsia"/>
        </w:rPr>
        <w:t>（5）</w:t>
      </w:r>
      <w:r>
        <w:rPr>
          <w:rFonts w:ascii="Arial" w:hint="eastAsia"/>
          <w:color w:val="000000"/>
          <w:spacing w:val="6"/>
          <w:shd w:val="clear" w:color="auto" w:fill="FFFFFF"/>
        </w:rPr>
        <w:t>热衷于小学英语教学的研究，积极开展课题研究，具有一定的科研能力。</w:t>
      </w:r>
    </w:p>
    <w:p w:rsidR="00CC7E96" w:rsidRDefault="004765C5">
      <w:pPr>
        <w:spacing w:line="440" w:lineRule="exact"/>
        <w:ind w:firstLine="480"/>
        <w:rPr>
          <w:rFonts w:asciiTheme="minorEastAsia" w:eastAsiaTheme="minorEastAsia" w:hAnsiTheme="minorEastAsia" w:cstheme="minorEastAsia"/>
          <w:sz w:val="24"/>
        </w:rPr>
      </w:pPr>
      <w:r>
        <w:rPr>
          <w:rFonts w:ascii="宋体" w:hAnsi="宋体" w:hint="eastAsia"/>
          <w:sz w:val="24"/>
        </w:rPr>
        <w:t>（6）热心为全区小学英语教师共同发展服务，积极帮扶青年教师，能认真履行好学员的职责。</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2．培育室成员专业成长和专业发展的目标</w:t>
      </w:r>
    </w:p>
    <w:p w:rsidR="00CC7E96" w:rsidRDefault="004765C5">
      <w:pPr>
        <w:spacing w:line="440" w:lineRule="exact"/>
        <w:ind w:firstLineChars="200" w:firstLine="480"/>
        <w:rPr>
          <w:sz w:val="24"/>
        </w:rPr>
      </w:pPr>
      <w:r>
        <w:rPr>
          <w:rFonts w:hint="eastAsia"/>
          <w:sz w:val="24"/>
        </w:rPr>
        <w:t>（</w:t>
      </w:r>
      <w:r>
        <w:rPr>
          <w:rFonts w:hint="eastAsia"/>
          <w:sz w:val="24"/>
        </w:rPr>
        <w:t>1</w:t>
      </w:r>
      <w:r>
        <w:rPr>
          <w:rFonts w:hint="eastAsia"/>
          <w:sz w:val="24"/>
        </w:rPr>
        <w:t>）树立“学生立场”，着力提升学生的英语素养，促进学生主动、健康发展。</w:t>
      </w:r>
    </w:p>
    <w:p w:rsidR="00CC7E96" w:rsidRDefault="004765C5">
      <w:pPr>
        <w:spacing w:line="440" w:lineRule="exact"/>
        <w:ind w:firstLineChars="200" w:firstLine="480"/>
        <w:rPr>
          <w:sz w:val="24"/>
        </w:rPr>
      </w:pPr>
      <w:r>
        <w:rPr>
          <w:rFonts w:hint="eastAsia"/>
          <w:sz w:val="24"/>
        </w:rPr>
        <w:t>（</w:t>
      </w:r>
      <w:r>
        <w:rPr>
          <w:rFonts w:hint="eastAsia"/>
          <w:sz w:val="24"/>
        </w:rPr>
        <w:t>2</w:t>
      </w:r>
      <w:r>
        <w:rPr>
          <w:rFonts w:hint="eastAsia"/>
          <w:sz w:val="24"/>
        </w:rPr>
        <w:t>）立足发展学生核心素养，掌握小学英语学科及相关的知识体系和思想方法，具有不同课型的研究能力，成为学校英语优秀教师的领衔人，并在新北区内起到一定的示范作用。</w:t>
      </w:r>
    </w:p>
    <w:p w:rsidR="00CC7E96" w:rsidRDefault="004765C5">
      <w:pPr>
        <w:spacing w:line="440" w:lineRule="exact"/>
        <w:ind w:firstLineChars="200" w:firstLine="480"/>
        <w:rPr>
          <w:sz w:val="24"/>
        </w:rPr>
      </w:pPr>
      <w:r>
        <w:rPr>
          <w:rFonts w:hint="eastAsia"/>
          <w:sz w:val="24"/>
        </w:rPr>
        <w:t>（</w:t>
      </w:r>
      <w:r>
        <w:rPr>
          <w:rFonts w:hint="eastAsia"/>
          <w:sz w:val="24"/>
        </w:rPr>
        <w:t>3</w:t>
      </w:r>
      <w:r>
        <w:rPr>
          <w:rFonts w:hint="eastAsia"/>
          <w:sz w:val="24"/>
        </w:rPr>
        <w:t>）具有独立研究英语课题的能力，能在校范围内主持开展英语课题研究，明确自己英语教育教学研究的方向，在培育室研究范围的子领域有一定的研究深度。</w:t>
      </w:r>
    </w:p>
    <w:p w:rsidR="00CC7E96" w:rsidRDefault="004765C5">
      <w:pPr>
        <w:spacing w:line="440" w:lineRule="exact"/>
        <w:ind w:firstLineChars="200" w:firstLine="480"/>
        <w:rPr>
          <w:sz w:val="24"/>
        </w:rPr>
      </w:pPr>
      <w:r>
        <w:rPr>
          <w:rFonts w:hint="eastAsia"/>
          <w:sz w:val="24"/>
        </w:rPr>
        <w:t>（</w:t>
      </w:r>
      <w:r>
        <w:rPr>
          <w:rFonts w:hint="eastAsia"/>
          <w:sz w:val="24"/>
        </w:rPr>
        <w:t>4</w:t>
      </w:r>
      <w:r>
        <w:rPr>
          <w:rFonts w:hint="eastAsia"/>
          <w:sz w:val="24"/>
        </w:rPr>
        <w:t>）掌握现代教育技术，能运用现代教育理念开展信息技术与小学英语整合的教学研究。</w:t>
      </w:r>
    </w:p>
    <w:p w:rsidR="00CC7E96" w:rsidRDefault="004765C5">
      <w:pPr>
        <w:spacing w:line="440" w:lineRule="exact"/>
        <w:ind w:firstLineChars="200" w:firstLine="480"/>
        <w:rPr>
          <w:rFonts w:asciiTheme="minorEastAsia" w:eastAsiaTheme="minorEastAsia" w:hAnsiTheme="minorEastAsia" w:cstheme="minorEastAsia"/>
          <w:sz w:val="24"/>
        </w:rPr>
      </w:pPr>
      <w:r>
        <w:rPr>
          <w:rFonts w:hint="eastAsia"/>
          <w:sz w:val="24"/>
        </w:rPr>
        <w:t>在培养期间，每位成员切实制订好《个人成长规划书》，充分利用各种资源和途径，促进教师专业化成长，帮助培育室成员能在原有基础上得到发展，在市区五级梯队培养上有新突破。</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3．培育室成员专业成长和专业发展的主要措施</w:t>
      </w:r>
    </w:p>
    <w:p w:rsidR="00CC7E96" w:rsidRDefault="004765C5">
      <w:pPr>
        <w:spacing w:line="440" w:lineRule="exact"/>
        <w:ind w:firstLineChars="200" w:firstLine="480"/>
        <w:rPr>
          <w:sz w:val="24"/>
        </w:rPr>
      </w:pPr>
      <w:r>
        <w:rPr>
          <w:rFonts w:hint="eastAsia"/>
          <w:sz w:val="24"/>
        </w:rPr>
        <w:lastRenderedPageBreak/>
        <w:t>（</w:t>
      </w:r>
      <w:r>
        <w:rPr>
          <w:rFonts w:hint="eastAsia"/>
          <w:sz w:val="24"/>
        </w:rPr>
        <w:t>1</w:t>
      </w:r>
      <w:r>
        <w:rPr>
          <w:rFonts w:hint="eastAsia"/>
          <w:sz w:val="24"/>
        </w:rPr>
        <w:t>）调研把脉，寻找节点达成共识</w:t>
      </w:r>
    </w:p>
    <w:p w:rsidR="00CC7E96" w:rsidRDefault="004765C5">
      <w:pPr>
        <w:spacing w:line="440" w:lineRule="exact"/>
        <w:ind w:firstLineChars="200" w:firstLine="480"/>
        <w:rPr>
          <w:sz w:val="24"/>
        </w:rPr>
      </w:pPr>
      <w:r>
        <w:rPr>
          <w:rFonts w:hint="eastAsia"/>
          <w:sz w:val="24"/>
        </w:rPr>
        <w:t>培育室成立初期，向全体成员发放调查问卷，分理论储备、教学能力、专题（课题）研究、成果积累、对培育室的期望等几方面了解每位成员的现实基础和发展愿望，并分批分次走进课堂、调研把脉、寻找每位成员发展的节点；同时，精心策划培育室成立大会，明晰研究方向、成员分工、活动安排、规章制度等，树立共同愿景、达成发展共识。</w:t>
      </w:r>
    </w:p>
    <w:p w:rsidR="00CC7E96" w:rsidRDefault="004765C5">
      <w:pPr>
        <w:spacing w:line="440" w:lineRule="exact"/>
        <w:ind w:firstLineChars="200" w:firstLine="480"/>
        <w:rPr>
          <w:sz w:val="24"/>
        </w:rPr>
      </w:pPr>
      <w:r>
        <w:rPr>
          <w:rFonts w:hint="eastAsia"/>
          <w:sz w:val="24"/>
        </w:rPr>
        <w:t>（</w:t>
      </w:r>
      <w:r>
        <w:rPr>
          <w:rFonts w:hint="eastAsia"/>
          <w:sz w:val="24"/>
        </w:rPr>
        <w:t>2</w:t>
      </w:r>
      <w:r>
        <w:rPr>
          <w:rFonts w:hint="eastAsia"/>
          <w:sz w:val="24"/>
        </w:rPr>
        <w:t>）扎实研训，切实提升理论素养</w:t>
      </w:r>
    </w:p>
    <w:p w:rsidR="00CC7E96" w:rsidRDefault="004765C5">
      <w:pPr>
        <w:spacing w:line="440" w:lineRule="exact"/>
        <w:ind w:firstLineChars="200" w:firstLine="480"/>
        <w:rPr>
          <w:sz w:val="24"/>
        </w:rPr>
      </w:pPr>
      <w:r>
        <w:rPr>
          <w:rFonts w:hint="eastAsia"/>
          <w:sz w:val="24"/>
        </w:rPr>
        <w:t>围绕培育室的教育教学研究主题，每位成员每学期必须深入研读一本以上由培育室领衔人推荐的专著，学习有重要启发意义的研究论文不少于</w:t>
      </w:r>
      <w:r>
        <w:rPr>
          <w:rFonts w:hint="eastAsia"/>
          <w:sz w:val="24"/>
        </w:rPr>
        <w:t>10</w:t>
      </w:r>
      <w:r>
        <w:rPr>
          <w:rFonts w:hint="eastAsia"/>
          <w:sz w:val="24"/>
        </w:rPr>
        <w:t>篇，并在学习研讨中能够灵活陈述，表明自己的观点。</w:t>
      </w:r>
    </w:p>
    <w:p w:rsidR="00CC7E96" w:rsidRDefault="004765C5">
      <w:pPr>
        <w:spacing w:line="440" w:lineRule="exact"/>
        <w:ind w:firstLineChars="200" w:firstLine="480"/>
        <w:rPr>
          <w:sz w:val="24"/>
        </w:rPr>
      </w:pPr>
      <w:r>
        <w:rPr>
          <w:rFonts w:hint="eastAsia"/>
          <w:sz w:val="24"/>
        </w:rPr>
        <w:t>根据培育室成员的专业基础确立研训课程，培训时间每人每学期不少于</w:t>
      </w:r>
      <w:r>
        <w:rPr>
          <w:rFonts w:hint="eastAsia"/>
          <w:sz w:val="24"/>
        </w:rPr>
        <w:t>20</w:t>
      </w:r>
      <w:r>
        <w:rPr>
          <w:rFonts w:hint="eastAsia"/>
          <w:sz w:val="24"/>
        </w:rPr>
        <w:t>课时，培训形式多样，坚持理论研究与实践探索相结合，自学反思与互动交流相结合，课例研讨与专题研讨相结合。</w:t>
      </w:r>
    </w:p>
    <w:p w:rsidR="00CC7E96" w:rsidRDefault="004765C5">
      <w:pPr>
        <w:spacing w:line="440" w:lineRule="exact"/>
        <w:ind w:firstLineChars="200" w:firstLine="480"/>
        <w:rPr>
          <w:sz w:val="24"/>
        </w:rPr>
      </w:pPr>
      <w:r>
        <w:rPr>
          <w:rFonts w:hint="eastAsia"/>
          <w:sz w:val="24"/>
        </w:rPr>
        <w:t>培育室成员必须在领衔人的指导下每人每学期承担一次校级以上的专题讲座。每学期结束，培育室对成员的学习与培训情况进行考核，并针对每位成员的实际完成情况作出评价和建议。</w:t>
      </w:r>
    </w:p>
    <w:p w:rsidR="00CC7E96" w:rsidRDefault="004765C5">
      <w:pPr>
        <w:spacing w:line="440" w:lineRule="exact"/>
        <w:ind w:firstLineChars="200" w:firstLine="480"/>
        <w:rPr>
          <w:sz w:val="24"/>
        </w:rPr>
      </w:pPr>
      <w:r>
        <w:rPr>
          <w:rFonts w:hint="eastAsia"/>
          <w:sz w:val="24"/>
        </w:rPr>
        <w:t>（</w:t>
      </w:r>
      <w:r>
        <w:rPr>
          <w:rFonts w:hint="eastAsia"/>
          <w:sz w:val="24"/>
        </w:rPr>
        <w:t>3</w:t>
      </w:r>
      <w:r>
        <w:rPr>
          <w:rFonts w:hint="eastAsia"/>
          <w:sz w:val="24"/>
        </w:rPr>
        <w:t>）加强交流，提高课堂教学能力</w:t>
      </w:r>
    </w:p>
    <w:p w:rsidR="00CC7E96" w:rsidRDefault="004765C5">
      <w:pPr>
        <w:spacing w:line="440" w:lineRule="exact"/>
        <w:ind w:firstLineChars="200" w:firstLine="480"/>
        <w:rPr>
          <w:sz w:val="24"/>
        </w:rPr>
      </w:pPr>
      <w:r>
        <w:rPr>
          <w:rFonts w:hint="eastAsia"/>
          <w:sz w:val="24"/>
        </w:rPr>
        <w:t>室内：每学期，培育室领衔人组织成员制订学期工作计划及提高课堂教学质量的对策，围绕专题开展课堂教学研讨活动</w:t>
      </w:r>
      <w:r>
        <w:rPr>
          <w:rFonts w:hint="eastAsia"/>
          <w:sz w:val="24"/>
        </w:rPr>
        <w:t>3-4</w:t>
      </w:r>
      <w:r>
        <w:rPr>
          <w:rFonts w:hint="eastAsia"/>
          <w:sz w:val="24"/>
        </w:rPr>
        <w:t>次，做实每次研究活动的“前移”与“后续”，确保，前有专题学习、集体研讨、试教评议，后有反思重建、研究案例、专题小结。</w:t>
      </w:r>
    </w:p>
    <w:p w:rsidR="00CC7E96" w:rsidRDefault="004765C5">
      <w:pPr>
        <w:spacing w:line="440" w:lineRule="exact"/>
        <w:ind w:firstLineChars="200" w:firstLine="480"/>
        <w:rPr>
          <w:sz w:val="24"/>
        </w:rPr>
      </w:pPr>
      <w:r>
        <w:rPr>
          <w:rFonts w:hint="eastAsia"/>
          <w:sz w:val="24"/>
        </w:rPr>
        <w:t>区内：与教师发展中心英语学科研究活动（如开放活动、基地活动、核心组活动等）相整合，积极争取培育室成员承担研究任务，共同参与研究设计、研讨互动，同时开展一些主题式的论坛、沙龙、读书活动，校际优秀教师联谊活动。</w:t>
      </w:r>
    </w:p>
    <w:p w:rsidR="00CC7E96" w:rsidRDefault="004765C5">
      <w:pPr>
        <w:spacing w:line="440" w:lineRule="exact"/>
        <w:ind w:firstLineChars="200" w:firstLine="480"/>
        <w:rPr>
          <w:sz w:val="24"/>
        </w:rPr>
      </w:pPr>
      <w:r>
        <w:rPr>
          <w:rFonts w:hint="eastAsia"/>
          <w:sz w:val="24"/>
        </w:rPr>
        <w:t>市内：积极参与市级各类教研活动，并与市内各类培育室开展联合研讨交流活动，拓展培育室活动的宽度。</w:t>
      </w:r>
    </w:p>
    <w:p w:rsidR="00CC7E96" w:rsidRDefault="004765C5">
      <w:pPr>
        <w:spacing w:line="440" w:lineRule="exact"/>
        <w:ind w:firstLineChars="200" w:firstLine="480"/>
        <w:rPr>
          <w:sz w:val="24"/>
        </w:rPr>
      </w:pPr>
      <w:r>
        <w:rPr>
          <w:rFonts w:hint="eastAsia"/>
          <w:sz w:val="24"/>
        </w:rPr>
        <w:t>省内外：积极争取支持和帮助，组织培育室成员参与省内外较高级别的研讨和教学竞赛活动，学习借鉴、博采众长，活动后以重建课、学习反思、专题小结等形式在培育室内交流共享。提升培育室活动的高度。</w:t>
      </w:r>
    </w:p>
    <w:p w:rsidR="00CC7E96" w:rsidRDefault="004765C5">
      <w:pPr>
        <w:spacing w:line="440" w:lineRule="exact"/>
        <w:ind w:firstLineChars="200" w:firstLine="480"/>
        <w:rPr>
          <w:sz w:val="24"/>
        </w:rPr>
      </w:pPr>
      <w:r>
        <w:rPr>
          <w:rFonts w:hint="eastAsia"/>
          <w:sz w:val="24"/>
        </w:rPr>
        <w:t>（</w:t>
      </w:r>
      <w:r>
        <w:rPr>
          <w:rFonts w:hint="eastAsia"/>
          <w:sz w:val="24"/>
        </w:rPr>
        <w:t>4</w:t>
      </w:r>
      <w:r>
        <w:rPr>
          <w:rFonts w:hint="eastAsia"/>
          <w:sz w:val="24"/>
        </w:rPr>
        <w:t>）深入研究，提升两类研究质量</w:t>
      </w:r>
    </w:p>
    <w:p w:rsidR="00CC7E96" w:rsidRDefault="004765C5">
      <w:pPr>
        <w:spacing w:line="440" w:lineRule="exact"/>
        <w:ind w:firstLineChars="200" w:firstLine="480"/>
        <w:rPr>
          <w:sz w:val="24"/>
        </w:rPr>
      </w:pPr>
      <w:r>
        <w:rPr>
          <w:rFonts w:hint="eastAsia"/>
          <w:sz w:val="24"/>
        </w:rPr>
        <w:t>课题研究：每位成员必须参加培育室领衔人负责的课题研究，明确课题分工，承担一定的研究任务，起到应有的研究作用。每位成员还必须根据自己承担的课题研究任务申报子课题，带动其他教师进行子课题的研究。</w:t>
      </w:r>
    </w:p>
    <w:p w:rsidR="00CC7E96" w:rsidRDefault="004765C5">
      <w:pPr>
        <w:spacing w:line="440" w:lineRule="exact"/>
        <w:ind w:firstLineChars="200" w:firstLine="480"/>
        <w:rPr>
          <w:sz w:val="24"/>
        </w:rPr>
      </w:pPr>
      <w:r>
        <w:rPr>
          <w:rFonts w:hint="eastAsia"/>
          <w:sz w:val="24"/>
        </w:rPr>
        <w:t>课型研究：围绕“核心素养背景下的的小学英语单元整体教学”开展单元课型研究——“词汇课”、“语篇课”、“阅读课”、“语法课”、“复习课”等，分阶段进行研究，加</w:t>
      </w:r>
      <w:r>
        <w:rPr>
          <w:rFonts w:hint="eastAsia"/>
          <w:sz w:val="24"/>
        </w:rPr>
        <w:lastRenderedPageBreak/>
        <w:t>强每次研究活动的“前移”与“后续”，每学期每人至少撰写</w:t>
      </w:r>
      <w:r>
        <w:rPr>
          <w:rFonts w:hint="eastAsia"/>
          <w:sz w:val="24"/>
        </w:rPr>
        <w:t>1</w:t>
      </w:r>
      <w:r>
        <w:rPr>
          <w:rFonts w:hint="eastAsia"/>
          <w:sz w:val="24"/>
        </w:rPr>
        <w:t>篇专题研究小结。</w:t>
      </w:r>
    </w:p>
    <w:p w:rsidR="00CC7E96" w:rsidRDefault="004765C5">
      <w:pPr>
        <w:spacing w:line="440" w:lineRule="exact"/>
        <w:ind w:firstLineChars="200" w:firstLine="480"/>
        <w:rPr>
          <w:sz w:val="24"/>
        </w:rPr>
      </w:pPr>
      <w:r>
        <w:rPr>
          <w:rFonts w:hint="eastAsia"/>
          <w:sz w:val="24"/>
        </w:rPr>
        <w:t>（</w:t>
      </w:r>
      <w:r>
        <w:rPr>
          <w:rFonts w:hint="eastAsia"/>
          <w:sz w:val="24"/>
        </w:rPr>
        <w:t>5</w:t>
      </w:r>
      <w:r>
        <w:rPr>
          <w:rFonts w:hint="eastAsia"/>
          <w:sz w:val="24"/>
        </w:rPr>
        <w:t>）提炼成果，推出自我和团队</w:t>
      </w:r>
    </w:p>
    <w:p w:rsidR="00CC7E96" w:rsidRDefault="004765C5">
      <w:pPr>
        <w:spacing w:line="440" w:lineRule="exact"/>
        <w:ind w:firstLineChars="200" w:firstLine="480"/>
        <w:rPr>
          <w:rFonts w:asciiTheme="minorEastAsia" w:eastAsiaTheme="minorEastAsia" w:hAnsiTheme="minorEastAsia" w:cstheme="minorEastAsia"/>
          <w:sz w:val="24"/>
        </w:rPr>
      </w:pPr>
      <w:r>
        <w:rPr>
          <w:rFonts w:hint="eastAsia"/>
          <w:sz w:val="24"/>
        </w:rPr>
        <w:t>以课题研究和课型研究为主要突破口，每一位成员必须结合课型和课题研究实践及时总结和捕捉创新行为，外显研究成果。每位成员在研究周期内至少有</w:t>
      </w:r>
      <w:r>
        <w:rPr>
          <w:rFonts w:hint="eastAsia"/>
          <w:sz w:val="24"/>
        </w:rPr>
        <w:t>2</w:t>
      </w:r>
      <w:r>
        <w:rPr>
          <w:rFonts w:hint="eastAsia"/>
          <w:sz w:val="24"/>
        </w:rPr>
        <w:t>件成果获常州市级以上奖励，在市级以上刊物至少发表研究论文</w:t>
      </w:r>
      <w:r>
        <w:rPr>
          <w:rFonts w:hint="eastAsia"/>
          <w:sz w:val="24"/>
        </w:rPr>
        <w:t>1</w:t>
      </w:r>
      <w:r>
        <w:rPr>
          <w:rFonts w:hint="eastAsia"/>
          <w:sz w:val="24"/>
        </w:rPr>
        <w:t>篇。</w:t>
      </w:r>
    </w:p>
    <w:p w:rsidR="00CC7E96" w:rsidRDefault="004765C5">
      <w:pPr>
        <w:spacing w:line="44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三、教育教学研究</w:t>
      </w:r>
    </w:p>
    <w:p w:rsidR="00CC7E96" w:rsidRDefault="004765C5">
      <w:pPr>
        <w:spacing w:line="440" w:lineRule="exact"/>
        <w:ind w:firstLineChars="200" w:firstLine="480"/>
        <w:rPr>
          <w:sz w:val="24"/>
        </w:rPr>
      </w:pPr>
      <w:r>
        <w:rPr>
          <w:rFonts w:hint="eastAsia"/>
          <w:sz w:val="24"/>
        </w:rPr>
        <w:t>1</w:t>
      </w:r>
      <w:r>
        <w:rPr>
          <w:rFonts w:hint="eastAsia"/>
          <w:sz w:val="24"/>
        </w:rPr>
        <w:t>．教育教学研究的主要方向</w:t>
      </w:r>
    </w:p>
    <w:p w:rsidR="00CC7E96" w:rsidRDefault="004765C5">
      <w:pPr>
        <w:spacing w:line="440" w:lineRule="exact"/>
        <w:ind w:firstLineChars="200" w:firstLine="480"/>
        <w:rPr>
          <w:rFonts w:asciiTheme="minorEastAsia" w:eastAsiaTheme="minorEastAsia" w:hAnsiTheme="minorEastAsia" w:cstheme="minorEastAsia"/>
          <w:sz w:val="24"/>
        </w:rPr>
      </w:pPr>
      <w:r>
        <w:rPr>
          <w:rFonts w:hint="eastAsia"/>
          <w:sz w:val="24"/>
        </w:rPr>
        <w:t>语言学家索绪尔认为</w:t>
      </w:r>
      <w:r>
        <w:rPr>
          <w:rFonts w:hint="eastAsia"/>
          <w:sz w:val="24"/>
        </w:rPr>
        <w:t>:</w:t>
      </w:r>
      <w:r>
        <w:rPr>
          <w:rFonts w:hint="eastAsia"/>
          <w:sz w:val="24"/>
        </w:rPr>
        <w:t>“语言的学习不应分解为一个个元素，如词汇、语法等，孤立地展开研究，而应将词汇、语法融合起来，在整体语境中学习。”单个语素是没有意义的，人为割裂语素不利于学生学习语言。随着英语学科核心素养的提出，小学英语教学改革正从探索实验走向深化实践的阶段，其核心就是课程改革，即从“知识核心时代”走向“核心素养时代”，因此，以《核心素养背景下的小学英语单元整体教学研究》为培育室研究课题，通过三年的合作研究，针对现行课堂教学中单元整体设计意识缺乏，课时与课时之间缺乏整体架构的现状，聚焦英语学科素养，聚焦学生的语言能力、学习能力、文化品格和思维品质聚焦开展单元整体教学体系建构与探究实践。帮助教师在教学变革收获专业成长，确保学生英语素养的落地，引领培育站教师的专业成长，助推教师教研品性的提升。</w:t>
      </w:r>
      <w:r>
        <w:rPr>
          <w:rFonts w:hint="eastAsia"/>
          <w:sz w:val="24"/>
        </w:rPr>
        <w:t xml:space="preserve"> </w:t>
      </w:r>
    </w:p>
    <w:p w:rsidR="00CC7E96" w:rsidRDefault="004765C5">
      <w:pPr>
        <w:numPr>
          <w:ilvl w:val="0"/>
          <w:numId w:val="1"/>
        </w:num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从事该项研究意义及目前所具备的优势</w:t>
      </w:r>
    </w:p>
    <w:p w:rsidR="00CC7E96" w:rsidRDefault="004765C5">
      <w:pPr>
        <w:numPr>
          <w:ilvl w:val="0"/>
          <w:numId w:val="2"/>
        </w:numPr>
        <w:spacing w:line="440" w:lineRule="exact"/>
        <w:ind w:firstLineChars="100" w:firstLine="240"/>
        <w:rPr>
          <w:sz w:val="24"/>
        </w:rPr>
      </w:pPr>
      <w:r>
        <w:rPr>
          <w:rFonts w:asciiTheme="minorEastAsia" w:eastAsiaTheme="minorEastAsia" w:hAnsiTheme="minorEastAsia" w:cstheme="minorEastAsia" w:hint="eastAsia"/>
          <w:sz w:val="24"/>
        </w:rPr>
        <w:t>研究的意义：</w:t>
      </w:r>
      <w:r>
        <w:rPr>
          <w:rFonts w:hint="eastAsia"/>
          <w:sz w:val="24"/>
        </w:rPr>
        <w:t>单元整体教学的萌芽最早产生于十九世纪末的欧美。整体语言教学法（</w:t>
      </w:r>
      <w:r>
        <w:rPr>
          <w:rFonts w:hint="eastAsia"/>
          <w:sz w:val="24"/>
        </w:rPr>
        <w:t>The Whole Language Approach</w:t>
      </w:r>
      <w:r>
        <w:rPr>
          <w:rFonts w:hint="eastAsia"/>
          <w:sz w:val="24"/>
        </w:rPr>
        <w:t>）能够使一个主题概浊念多角度、多层次地反复重现，使学生有机会把已掌握的知识和经验与要完成的学习任务结合起来，使新旧知识在头脑里形成网状记忆、网状联想，从而提高学习效果。现行的译林版牛津小学英语教材是按照话题——功能——结构——任务的体系编写的，每个单元围绕一个话题求开展语训练。该研究立足于教材，对教材各板块的特点加以分析和重组，通过单元整体设计的途径优化课堂教学，从而提升学生英语学科核心素养。</w:t>
      </w:r>
    </w:p>
    <w:p w:rsidR="00CC7E96" w:rsidRDefault="004765C5" w:rsidP="004765C5">
      <w:pPr>
        <w:spacing w:line="440" w:lineRule="exact"/>
        <w:ind w:leftChars="100" w:left="210" w:firstLineChars="100" w:firstLine="241"/>
        <w:rPr>
          <w:sz w:val="24"/>
        </w:rPr>
      </w:pPr>
      <w:r>
        <w:rPr>
          <w:rFonts w:hint="eastAsia"/>
          <w:b/>
          <w:bCs/>
          <w:sz w:val="24"/>
        </w:rPr>
        <w:t>理论意义</w:t>
      </w:r>
      <w:r>
        <w:rPr>
          <w:rFonts w:hint="eastAsia"/>
          <w:b/>
          <w:bCs/>
          <w:sz w:val="24"/>
        </w:rPr>
        <w:t>:</w:t>
      </w:r>
      <w:r>
        <w:rPr>
          <w:rFonts w:hint="eastAsia"/>
          <w:sz w:val="24"/>
        </w:rPr>
        <w:t>通过该项目的研究，实现教师与教材单元主题、学科核心素养的对话，体现英语学科的与人价值；通过教学目标设定、分课时教学研究、教学评价的探索实践，优化教师与教材、教师与学生、学生与教材的对话方式和对话策略，从而实现单元教学中学生学科核心素养的落地。</w:t>
      </w:r>
    </w:p>
    <w:p w:rsidR="00CC7E96" w:rsidRDefault="004765C5" w:rsidP="004765C5">
      <w:pPr>
        <w:spacing w:line="440" w:lineRule="exact"/>
        <w:ind w:leftChars="100" w:left="210" w:firstLineChars="100" w:firstLine="241"/>
        <w:rPr>
          <w:sz w:val="24"/>
        </w:rPr>
      </w:pPr>
      <w:r>
        <w:rPr>
          <w:rFonts w:hint="eastAsia"/>
          <w:b/>
          <w:bCs/>
          <w:sz w:val="24"/>
        </w:rPr>
        <w:t>实践意义：</w:t>
      </w:r>
      <w:r>
        <w:rPr>
          <w:rFonts w:hint="eastAsia"/>
          <w:sz w:val="24"/>
        </w:rPr>
        <w:t>通过该项目的研究，促进学生在英语语言能力、学习能力、文化品格、思维品格的综合提升；改善教师的日常教学行为和思维方式，培养具有新型教学基本功、善于与教材、学生、同伴进行对话的小学英语教师，提升参与教师的科研意识和科研能力。</w:t>
      </w:r>
    </w:p>
    <w:p w:rsidR="00CC7E96" w:rsidRDefault="004765C5" w:rsidP="004765C5">
      <w:pPr>
        <w:spacing w:line="440" w:lineRule="exact"/>
        <w:ind w:leftChars="100" w:left="21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（2）具备的优势：</w:t>
      </w:r>
    </w:p>
    <w:p w:rsidR="00CC7E96" w:rsidRDefault="004765C5">
      <w:pPr>
        <w:spacing w:line="440" w:lineRule="exact"/>
        <w:ind w:firstLineChars="200" w:firstLine="480"/>
        <w:rPr>
          <w:rFonts w:asciiTheme="minorEastAsia" w:eastAsiaTheme="minorEastAsia" w:hAnsiTheme="minorEastAsia" w:cstheme="minorEastAsia"/>
          <w:sz w:val="24"/>
        </w:rPr>
      </w:pPr>
      <w:r>
        <w:rPr>
          <w:rFonts w:hint="eastAsia"/>
          <w:sz w:val="24"/>
        </w:rPr>
        <w:t>●外部优势：</w:t>
      </w:r>
      <w:r>
        <w:rPr>
          <w:rFonts w:asciiTheme="minorEastAsia" w:eastAsiaTheme="minorEastAsia" w:hAnsiTheme="minorEastAsia" w:cstheme="minorEastAsia" w:hint="eastAsia"/>
          <w:sz w:val="24"/>
        </w:rPr>
        <w:t>2019年开始，新北区教师发展中心薛国明老师组织全区小学英语教师开展</w:t>
      </w:r>
      <w:r>
        <w:rPr>
          <w:rFonts w:asciiTheme="minorEastAsia" w:eastAsiaTheme="minorEastAsia" w:hAnsiTheme="minorEastAsia" w:cstheme="minorEastAsia" w:hint="eastAsia"/>
          <w:sz w:val="24"/>
        </w:rPr>
        <w:lastRenderedPageBreak/>
        <w:t>单元课时教学的教研活动，全区老师基于核心素养中整体架构单元教学的意识逐渐逐渐增强，我本人也在薛老师的指导下，组织过几次区域教研。我深信在教师发展中心强有力的指导下，能圆满完成各项研究任务。</w:t>
      </w:r>
    </w:p>
    <w:p w:rsidR="00CC7E96" w:rsidRDefault="004765C5">
      <w:pPr>
        <w:spacing w:line="440" w:lineRule="exact"/>
        <w:ind w:firstLineChars="200" w:firstLine="480"/>
        <w:rPr>
          <w:rFonts w:asciiTheme="minorEastAsia" w:eastAsiaTheme="minorEastAsia" w:hAnsiTheme="minorEastAsia" w:cstheme="minorEastAsia"/>
          <w:sz w:val="24"/>
        </w:rPr>
      </w:pPr>
      <w:r>
        <w:rPr>
          <w:rFonts w:hint="eastAsia"/>
          <w:sz w:val="24"/>
        </w:rPr>
        <w:t>●内部优势：本培育室的成员都有了</w:t>
      </w:r>
      <w:r>
        <w:rPr>
          <w:rFonts w:hint="eastAsia"/>
          <w:sz w:val="24"/>
        </w:rPr>
        <w:t>5</w:t>
      </w:r>
      <w:r>
        <w:rPr>
          <w:rFonts w:hint="eastAsia"/>
          <w:sz w:val="24"/>
        </w:rPr>
        <w:t>年左右的教学经历，有着较高的英语专业素养，为本课题的研究奠定了良好的基础。培育室的领衔人是先后处主持完成了四项市区级课题的研究，参与了一项省级课题的研究工作，积累了较多的研究理论和经验，有着丰富的课题研究的经验。</w:t>
      </w:r>
    </w:p>
    <w:p w:rsidR="00CC7E96" w:rsidRDefault="004765C5">
      <w:pPr>
        <w:numPr>
          <w:ilvl w:val="0"/>
          <w:numId w:val="1"/>
        </w:num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研究的主要内容</w:t>
      </w:r>
    </w:p>
    <w:p w:rsidR="00CC7E96" w:rsidRDefault="004765C5">
      <w:pPr>
        <w:spacing w:line="360" w:lineRule="auto"/>
        <w:ind w:rightChars="-51" w:right="-107" w:firstLineChars="200" w:firstLine="480"/>
        <w:rPr>
          <w:rFonts w:ascii="宋体" w:hAnsi="宋体" w:cs="宋体"/>
          <w:bCs/>
          <w:sz w:val="24"/>
        </w:rPr>
      </w:pPr>
      <w:r>
        <w:rPr>
          <w:rFonts w:asciiTheme="minorEastAsia" w:eastAsiaTheme="minorEastAsia" w:hAnsiTheme="minorEastAsia" w:cstheme="minorEastAsia" w:hint="eastAsia"/>
          <w:sz w:val="24"/>
        </w:rPr>
        <w:t>（1）核心素养背景下的单元教材解读。</w:t>
      </w:r>
      <w:r>
        <w:rPr>
          <w:rFonts w:ascii="宋体" w:hAnsi="宋体" w:cs="宋体" w:hint="eastAsia"/>
          <w:bCs/>
          <w:sz w:val="24"/>
        </w:rPr>
        <w:t>对现行教材特点进行进一步梳理研究，解读每一个单元大教材编排意图，从纵向（同一主题不同年级的教学内容）和横向（本单元在同一侧教材中的地位）两个维度来分析和解读教材，提炼其育人价值，这样才能够在设计教学目标以及创新教学策略时有本可依。同时，通过对教材的研究，对教学内容进行统整和重组，使之更有利于学生综合能力的发展。此外，还要研究各单元补充教学资源的设计，丰实单元教学的内容。</w:t>
      </w:r>
    </w:p>
    <w:p w:rsidR="00CC7E96" w:rsidRDefault="004765C5">
      <w:pPr>
        <w:spacing w:line="360" w:lineRule="auto"/>
        <w:ind w:rightChars="-51" w:right="-107"/>
        <w:rPr>
          <w:rFonts w:ascii="宋体" w:hAnsi="宋体" w:cs="宋体"/>
          <w:bCs/>
          <w:sz w:val="24"/>
        </w:rPr>
      </w:pPr>
      <w:r>
        <w:rPr>
          <w:rFonts w:ascii="宋体" w:hAnsi="宋体" w:cs="宋体" w:hint="eastAsia"/>
          <w:bCs/>
          <w:sz w:val="24"/>
        </w:rPr>
        <w:t>打通课内和课外在内容上的界限，让学生学习的领域更为丰富，学习内容更为广博。</w:t>
      </w:r>
    </w:p>
    <w:p w:rsidR="00CC7E96" w:rsidRDefault="004765C5">
      <w:pPr>
        <w:numPr>
          <w:ilvl w:val="0"/>
          <w:numId w:val="2"/>
        </w:numPr>
        <w:spacing w:line="360" w:lineRule="auto"/>
        <w:ind w:rightChars="-51" w:right="-107" w:firstLineChars="100" w:firstLine="24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核心素养背景下的单元教学目标设计。在教材解读基础上，根据《课程标准》提出的英语学习的总目标和年段目标，基于核心素养的四个维度研究单元核心教学目标的设计策略；在对单元核心教学目标的研究的基础上，研究分课时目标的确定，重在解决以下问题：如何基于四个维度确定课时教学目标？如何理清单元核心目标和课时目标之间的关系？如何体现四个维度的目标的梯度设计？</w:t>
      </w:r>
    </w:p>
    <w:p w:rsidR="00CC7E96" w:rsidRDefault="004765C5">
      <w:pPr>
        <w:numPr>
          <w:ilvl w:val="0"/>
          <w:numId w:val="2"/>
        </w:numPr>
        <w:spacing w:line="360" w:lineRule="auto"/>
        <w:ind w:rightChars="-51" w:right="-107" w:firstLineChars="100" w:firstLine="24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核心素养背景下的单元整体课堂教学策略。开展行之有效单元整体教学的课堂教学实践，积累课堂教学的实践案例，总结基于核心素养的单元整体教学的实施策略。</w:t>
      </w:r>
    </w:p>
    <w:p w:rsidR="00CC7E96" w:rsidRDefault="004765C5">
      <w:pPr>
        <w:spacing w:line="440" w:lineRule="exact"/>
        <w:ind w:firstLineChars="100" w:firstLine="24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核心素养背景下单元整体教学的评价策略。通过对现行课堂教学评价方式的研究，研探索有利于学生核心素养发展的课堂教学评价方式，从学生素养发展的角度评价教师的课堂教学；优化已有的学生英语学科学习评价方式，从学习能力、语言能力、文化品格、思维品格等维度来综合人评价学生的学习，是教学评价方式更有利与激发学生的学习兴趣，更能促进学生综合语言能力的发展和提升。</w:t>
      </w:r>
    </w:p>
    <w:p w:rsidR="00CC7E96" w:rsidRDefault="004765C5">
      <w:pPr>
        <w:numPr>
          <w:ilvl w:val="0"/>
          <w:numId w:val="1"/>
        </w:num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研究的主要方法</w:t>
      </w:r>
    </w:p>
    <w:p w:rsidR="00CC7E96" w:rsidRDefault="004765C5">
      <w:pPr>
        <w:widowControl/>
        <w:snapToGrid w:val="0"/>
        <w:spacing w:line="440" w:lineRule="exact"/>
        <w:ind w:firstLine="480"/>
        <w:rPr>
          <w:kern w:val="0"/>
          <w:szCs w:val="21"/>
        </w:rPr>
      </w:pPr>
      <w:r>
        <w:rPr>
          <w:rFonts w:ascii="宋体" w:hAnsi="宋体" w:hint="eastAsia"/>
          <w:color w:val="000000"/>
          <w:kern w:val="0"/>
          <w:sz w:val="24"/>
        </w:rPr>
        <w:t>（1）文献研究法。收集研究国内外有关单元整体教学的文献资料，从多角度开展对理论资料的比较研究，形成研究综述，并提供给成员学习，借鉴已有的研究成果和经验教训，使课题研究的内涵和外延更丰富、更明确、更科学，争取在现有的研究水平基础上有所突破和提高。</w:t>
      </w:r>
    </w:p>
    <w:p w:rsidR="00CC7E96" w:rsidRDefault="004765C5">
      <w:pPr>
        <w:widowControl/>
        <w:snapToGrid w:val="0"/>
        <w:spacing w:line="440" w:lineRule="exact"/>
        <w:ind w:firstLine="480"/>
        <w:rPr>
          <w:kern w:val="0"/>
          <w:szCs w:val="21"/>
        </w:rPr>
      </w:pPr>
      <w:r>
        <w:rPr>
          <w:rFonts w:ascii="宋体" w:hAnsi="宋体" w:hint="eastAsia"/>
          <w:color w:val="000000"/>
          <w:kern w:val="0"/>
          <w:sz w:val="24"/>
        </w:rPr>
        <w:lastRenderedPageBreak/>
        <w:t>（2）调查研究法。调查学生现状及发展可能性，使操作切合实际，提高实效；调查研究教师在科学理论指导下开展单元整体教学的新成果，总结新经验、新方法。</w:t>
      </w:r>
    </w:p>
    <w:p w:rsidR="00CC7E96" w:rsidRDefault="004765C5">
      <w:pPr>
        <w:widowControl/>
        <w:snapToGrid w:val="0"/>
        <w:spacing w:line="440" w:lineRule="exact"/>
        <w:ind w:firstLine="480"/>
        <w:rPr>
          <w:rFonts w:ascii="宋体" w:hAnsi="宋体"/>
          <w:color w:val="000000"/>
          <w:kern w:val="0"/>
          <w:sz w:val="24"/>
        </w:rPr>
      </w:pPr>
      <w:r>
        <w:rPr>
          <w:rFonts w:ascii="宋体" w:hAnsi="宋体" w:hint="eastAsia"/>
          <w:color w:val="000000"/>
          <w:kern w:val="0"/>
          <w:sz w:val="24"/>
        </w:rPr>
        <w:t>（3）行动研究法。开展行动研究，组织进行核心素养背景下单元整体教学的教研活动，邀请专家指导，提高研究的水平，提高提高教师教科研能力。</w:t>
      </w:r>
    </w:p>
    <w:p w:rsidR="00CC7E96" w:rsidRDefault="004765C5">
      <w:pPr>
        <w:widowControl/>
        <w:snapToGrid w:val="0"/>
        <w:spacing w:line="440" w:lineRule="exact"/>
        <w:ind w:firstLine="480"/>
        <w:rPr>
          <w:kern w:val="0"/>
          <w:szCs w:val="21"/>
        </w:rPr>
      </w:pPr>
      <w:r>
        <w:rPr>
          <w:rFonts w:ascii="宋体" w:hAnsi="宋体" w:hint="eastAsia"/>
          <w:color w:val="000000"/>
          <w:kern w:val="0"/>
          <w:sz w:val="24"/>
        </w:rPr>
        <w:t>（4）案例研究法。组织和指导老师围绕单元整体教学教学展开案例研究。</w:t>
      </w:r>
    </w:p>
    <w:p w:rsidR="00CC7E96" w:rsidRDefault="004765C5">
      <w:pPr>
        <w:widowControl/>
        <w:snapToGrid w:val="0"/>
        <w:spacing w:line="440" w:lineRule="exact"/>
        <w:ind w:firstLine="480"/>
        <w:rPr>
          <w:kern w:val="0"/>
          <w:szCs w:val="21"/>
        </w:rPr>
      </w:pPr>
      <w:r>
        <w:rPr>
          <w:rFonts w:ascii="宋体" w:hAnsi="宋体" w:hint="eastAsia"/>
          <w:color w:val="000000"/>
          <w:kern w:val="0"/>
          <w:sz w:val="24"/>
        </w:rPr>
        <w:t>（5）经验总结法。课题实施过程中，根据研究的重点，总结研究的得失。</w:t>
      </w:r>
    </w:p>
    <w:p w:rsidR="00CC7E96" w:rsidRDefault="004765C5">
      <w:pPr>
        <w:spacing w:line="440" w:lineRule="exact"/>
        <w:ind w:firstLineChars="200" w:firstLine="480"/>
        <w:rPr>
          <w:sz w:val="24"/>
        </w:rPr>
      </w:pPr>
      <w:r>
        <w:rPr>
          <w:rFonts w:hint="eastAsia"/>
          <w:sz w:val="24"/>
        </w:rPr>
        <w:t>研究步骤：</w:t>
      </w:r>
    </w:p>
    <w:p w:rsidR="00CC7E96" w:rsidRDefault="004765C5">
      <w:pPr>
        <w:spacing w:line="440" w:lineRule="exact"/>
        <w:ind w:firstLineChars="200" w:firstLine="480"/>
        <w:rPr>
          <w:rFonts w:ascii="宋体" w:hAnsi="宋体" w:cs="宋体"/>
          <w:kern w:val="0"/>
          <w:sz w:val="24"/>
        </w:rPr>
      </w:pPr>
      <w:r>
        <w:rPr>
          <w:rFonts w:hint="eastAsia"/>
          <w:sz w:val="24"/>
        </w:rPr>
        <w:t>●准备阶段：</w:t>
      </w:r>
      <w:r>
        <w:rPr>
          <w:rFonts w:ascii="宋体" w:hAnsi="宋体" w:cs="宋体" w:hint="eastAsia"/>
          <w:kern w:val="0"/>
          <w:sz w:val="24"/>
        </w:rPr>
        <w:t>组织课题组成员进行课堂教学有效性理论的学习，启动课题研究、明确人员分工并制定研究计划。</w:t>
      </w:r>
    </w:p>
    <w:p w:rsidR="00CC7E96" w:rsidRDefault="004765C5">
      <w:pPr>
        <w:spacing w:line="440" w:lineRule="exact"/>
        <w:ind w:firstLineChars="200" w:firstLine="480"/>
        <w:rPr>
          <w:rFonts w:ascii="宋体" w:hAnsi="宋体" w:cs="宋体"/>
          <w:kern w:val="0"/>
          <w:sz w:val="24"/>
        </w:rPr>
      </w:pPr>
      <w:r>
        <w:rPr>
          <w:rFonts w:hint="eastAsia"/>
          <w:sz w:val="24"/>
        </w:rPr>
        <w:t>●实施阶段：聘请专家进行专业引领，培育室成员深入学校、深入课堂，研究课堂，</w:t>
      </w:r>
      <w:r>
        <w:rPr>
          <w:rFonts w:ascii="宋体" w:hAnsi="宋体" w:cs="宋体" w:hint="eastAsia"/>
          <w:kern w:val="0"/>
          <w:sz w:val="24"/>
        </w:rPr>
        <w:t>边实践边总结，形成研究的教学案例和专题总结等。</w:t>
      </w:r>
    </w:p>
    <w:p w:rsidR="00CC7E96" w:rsidRDefault="004765C5">
      <w:pPr>
        <w:spacing w:line="440" w:lineRule="exact"/>
        <w:ind w:firstLineChars="200" w:firstLine="480"/>
        <w:rPr>
          <w:sz w:val="24"/>
        </w:rPr>
      </w:pPr>
      <w:r>
        <w:rPr>
          <w:rFonts w:hint="eastAsia"/>
          <w:sz w:val="24"/>
        </w:rPr>
        <w:t>●总结阶段：</w:t>
      </w:r>
      <w:r>
        <w:rPr>
          <w:rFonts w:ascii="宋体" w:hAnsi="宋体" w:cs="宋体" w:hint="eastAsia"/>
          <w:kern w:val="0"/>
          <w:sz w:val="24"/>
        </w:rPr>
        <w:t>整理研究资料、形成研究论文，</w:t>
      </w:r>
      <w:r>
        <w:rPr>
          <w:rFonts w:hint="eastAsia"/>
          <w:sz w:val="24"/>
        </w:rPr>
        <w:t>组织汇报交流，展示研究成果，评估培育室成员实绩，验收培育室成果，并向全区推广。</w:t>
      </w:r>
    </w:p>
    <w:p w:rsidR="00CC7E96" w:rsidRDefault="004765C5">
      <w:pPr>
        <w:spacing w:line="440" w:lineRule="exact"/>
        <w:ind w:firstLineChars="200" w:firstLine="480"/>
        <w:rPr>
          <w:sz w:val="24"/>
        </w:rPr>
      </w:pPr>
      <w:r>
        <w:rPr>
          <w:rFonts w:hint="eastAsia"/>
          <w:sz w:val="24"/>
        </w:rPr>
        <w:t>5</w:t>
      </w:r>
      <w:r>
        <w:rPr>
          <w:rFonts w:hint="eastAsia"/>
          <w:sz w:val="24"/>
        </w:rPr>
        <w:t>、研究的预期成果及呈现方式</w:t>
      </w:r>
    </w:p>
    <w:p w:rsidR="00CC7E96" w:rsidRDefault="004765C5">
      <w:pPr>
        <w:spacing w:line="440" w:lineRule="exact"/>
        <w:ind w:firstLineChars="200" w:firstLine="480"/>
        <w:rPr>
          <w:sz w:val="24"/>
        </w:rPr>
      </w:pPr>
      <w:r>
        <w:rPr>
          <w:rFonts w:hint="eastAsia"/>
          <w:sz w:val="24"/>
        </w:rPr>
        <w:t>论文集、教案集、案例集、研究课、学生成果。</w:t>
      </w:r>
    </w:p>
    <w:p w:rsidR="00CC7E96" w:rsidRDefault="004765C5">
      <w:pPr>
        <w:spacing w:line="44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四、需要的保障、支持条件</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1．文化的支持。无论是工作室领衔人还是工作室成员均需要得到所在单位领导和教师的认可，认同这项工作的价值，创设支持性的心理氛围。</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2、制度的保障。培育室有明确的规章制度和运行经费制度，确保培育室活动正常运行；满足培育室成员学习、研究的需要。培育室成员分工明确，各司其责。</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3、活动的保证。培育室成员所在学校支持其工作，提供开展活动的时空和人力物力支持；成员所在单位应该尽量保证。</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领导支持的保障。为提高培育室活动的效果，加速成员专业成长速度，培育室将定期聘请专家现场指导，组织成员外出培训学习，因此需要区教育局提供一定的经费支持，同时也需要新北区教管中心的领导定期对培育室的活动进行指导。</w:t>
      </w:r>
    </w:p>
    <w:p w:rsidR="00CC7E96" w:rsidRDefault="004765C5">
      <w:pPr>
        <w:spacing w:line="44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五、培育室成员主要分工</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领衔人：设计工作室方案，负责工作室整体规划和组织指导和评价工作；</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主任：负责落实工作室日常工作，并做好成员的考核、奖励发放工作； </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站长：负责工作室网站设计、制作、维护等工作，负责积累各类材料；成员：按计划开展实践研究活动，积累过程资料，推广研究成果。</w:t>
      </w:r>
    </w:p>
    <w:p w:rsidR="00CC7E96" w:rsidRDefault="004765C5">
      <w:pPr>
        <w:spacing w:line="44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六、培育室规章制度</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1、学习研讨制度</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（1）每位成员每学期必须深入研读一本以上由培育室领衔人推荐的专著，学习有重要启</w:t>
      </w:r>
      <w:r>
        <w:rPr>
          <w:rFonts w:asciiTheme="minorEastAsia" w:eastAsiaTheme="minorEastAsia" w:hAnsiTheme="minorEastAsia" w:cstheme="minorEastAsia" w:hint="eastAsia"/>
          <w:sz w:val="24"/>
        </w:rPr>
        <w:lastRenderedPageBreak/>
        <w:t>发意义的研究论文不少于10篇，并在学习研讨中能够灵活陈述，表明自己的观点。</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（2）培育室成员在领衔人的指导下每人每学期承担一次校级范围内以上的专题讲座。</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（3）每月最后一周的周二下午为培育室成员固定的集中活动日，按学期研究计划组织学习研究活动。</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（4）充分利用每个培育室成员的专长明确分工，按要求完成培育室的各项任务。</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（5）每学期结束，培育室领衔人对培育室成员的学习与培训情况进行考核，并针对每位成员的研究成效、发展成长作出评价和建议。</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2、课题管理制度</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（1）根据课题研究方案，在每一阶段制订具体可行的研究实施计划，及时作出阶段总结。</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（2）课题必须做到有方案、有措施、有活动记录、有阶段小结、有结果分析、有研究报告和研究鉴定。</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（3）每个成员必须以严谨的态度和科学的方法从事课题研究工作，多出科研成果。</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（4）围绕培育室主课题确立的子课题要做到科学、规范、有新意，能够带动更多的青年教师进行扎实有效的课题研究。</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3、档案管理制度</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（1）建立本培育室的工作网站。</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（2）每位成员有自己的电子成长档案（或个人主页）。</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（3）每次集中活动后，主动将有关学习心得和资料上传网站，并做好文本资料的收集和整理工作。</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（4）活动过程的记录整理在《“小学英语优秀教师培育室”工作手册》上。</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4、总结交流</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（1）每次活动有总结提炼、制作好美篇简讯，写好通讯报道。</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（2）培育室每学年举行一次成果汇报会。</w:t>
      </w:r>
    </w:p>
    <w:p w:rsidR="00CC7E96" w:rsidRDefault="004765C5">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（3）积极参加各级各类论文评比、案例评比活动，培育室成员每学期至少撰写一篇研究论文，并及时向报刊杂志投稿。</w:t>
      </w:r>
    </w:p>
    <w:p w:rsidR="004765C5" w:rsidRDefault="004765C5" w:rsidP="004765C5">
      <w:pPr>
        <w:spacing w:line="440" w:lineRule="exact"/>
        <w:ind w:firstLineChars="200" w:firstLine="480"/>
        <w:rPr>
          <w:rFonts w:asciiTheme="minorEastAsia" w:eastAsiaTheme="minorEastAsia" w:hAnsiTheme="minorEastAsia" w:cstheme="minorEastAsia"/>
          <w:sz w:val="24"/>
        </w:rPr>
      </w:pPr>
    </w:p>
    <w:p w:rsidR="004765C5" w:rsidRPr="004765C5" w:rsidRDefault="004765C5" w:rsidP="004765C5">
      <w:pPr>
        <w:spacing w:line="440" w:lineRule="exact"/>
        <w:ind w:firstLineChars="200" w:firstLine="482"/>
        <w:rPr>
          <w:rFonts w:asciiTheme="majorEastAsia" w:eastAsiaTheme="majorEastAsia" w:hAnsiTheme="majorEastAsia" w:cstheme="majorEastAsia"/>
          <w:color w:val="000000"/>
          <w:sz w:val="24"/>
        </w:rPr>
      </w:pPr>
      <w:r w:rsidRPr="004765C5">
        <w:rPr>
          <w:rFonts w:asciiTheme="minorEastAsia" w:eastAsiaTheme="minorEastAsia" w:hAnsiTheme="minorEastAsia" w:cstheme="minorEastAsia" w:hint="eastAsia"/>
          <w:b/>
          <w:sz w:val="24"/>
        </w:rPr>
        <w:t xml:space="preserve">领衔人简介       </w:t>
      </w:r>
      <w:r w:rsidRPr="004765C5">
        <w:rPr>
          <w:rFonts w:asciiTheme="majorEastAsia" w:eastAsiaTheme="majorEastAsia" w:hAnsiTheme="majorEastAsia" w:cstheme="majorEastAsia" w:hint="eastAsia"/>
          <w:color w:val="000000"/>
          <w:sz w:val="24"/>
        </w:rPr>
        <w:t xml:space="preserve">                                                 </w:t>
      </w:r>
    </w:p>
    <w:p w:rsidR="00CC7E96" w:rsidRDefault="004765C5" w:rsidP="004765C5">
      <w:pPr>
        <w:spacing w:line="440" w:lineRule="exact"/>
        <w:ind w:firstLineChars="200" w:firstLine="480"/>
        <w:rPr>
          <w:rFonts w:asciiTheme="majorEastAsia" w:eastAsiaTheme="majorEastAsia" w:hAnsiTheme="majorEastAsia" w:cstheme="majorEastAsia"/>
        </w:rPr>
      </w:pPr>
      <w:r>
        <w:rPr>
          <w:rFonts w:asciiTheme="majorEastAsia" w:eastAsiaTheme="majorEastAsia" w:hAnsiTheme="majorEastAsia" w:cstheme="majorEastAsia" w:hint="eastAsia"/>
          <w:color w:val="000000"/>
          <w:sz w:val="24"/>
        </w:rPr>
        <w:t>祁琴花，女，1977年6月生，江苏常州人，中共党员，中小学高级教师，常州市小学英语学科带头人。曾获两次获新北区小学英语评优课一等奖。被评为常州市优秀教育工作者，常州市教育管理拔尖人才人才，新北区优秀教育工作者，黑牡丹基金优秀教师。现任常州市新北区浦河实验学校副校长。</w:t>
      </w:r>
    </w:p>
    <w:p w:rsidR="00CC7E96" w:rsidRDefault="004765C5" w:rsidP="004765C5">
      <w:pPr>
        <w:pStyle w:val="a5"/>
        <w:spacing w:before="0" w:beforeAutospacing="0" w:after="0" w:afterAutospacing="0" w:line="312" w:lineRule="auto"/>
        <w:ind w:firstLine="420"/>
        <w:jc w:val="both"/>
        <w:rPr>
          <w:rFonts w:asciiTheme="majorEastAsia" w:eastAsiaTheme="majorEastAsia" w:hAnsiTheme="majorEastAsia" w:cstheme="majorEastAsia"/>
        </w:rPr>
      </w:pPr>
      <w:r>
        <w:rPr>
          <w:rFonts w:asciiTheme="majorEastAsia" w:eastAsiaTheme="majorEastAsia" w:hAnsiTheme="majorEastAsia" w:cstheme="majorEastAsia" w:hint="eastAsia"/>
          <w:color w:val="000000"/>
        </w:rPr>
        <w:t>主要研究方向为小学英语教学。近年来，主持完成过两项市级课题，多次参与省、</w:t>
      </w:r>
      <w:bookmarkStart w:id="0" w:name="_GoBack"/>
      <w:bookmarkEnd w:id="0"/>
      <w:r>
        <w:rPr>
          <w:rFonts w:asciiTheme="majorEastAsia" w:eastAsiaTheme="majorEastAsia" w:hAnsiTheme="majorEastAsia" w:cstheme="majorEastAsia" w:hint="eastAsia"/>
          <w:color w:val="000000"/>
        </w:rPr>
        <w:t>市级课题的研究。多次在区级以上教研活动中上示范课，在省级以上刊物发表或获奖论文20多篇。</w:t>
      </w:r>
    </w:p>
    <w:sectPr w:rsidR="00CC7E96" w:rsidSect="00CC7E96">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简标宋">
    <w:altName w:val="宋体"/>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DCA0D"/>
    <w:multiLevelType w:val="singleLevel"/>
    <w:tmpl w:val="210DCA0D"/>
    <w:lvl w:ilvl="0">
      <w:start w:val="1"/>
      <w:numFmt w:val="decimal"/>
      <w:suff w:val="nothing"/>
      <w:lvlText w:val="（%1）"/>
      <w:lvlJc w:val="left"/>
    </w:lvl>
  </w:abstractNum>
  <w:abstractNum w:abstractNumId="1">
    <w:nsid w:val="44105C94"/>
    <w:multiLevelType w:val="singleLevel"/>
    <w:tmpl w:val="44105C94"/>
    <w:lvl w:ilvl="0">
      <w:start w:val="2"/>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4CF585C"/>
    <w:rsid w:val="004765C5"/>
    <w:rsid w:val="00B573C4"/>
    <w:rsid w:val="00C87BD5"/>
    <w:rsid w:val="00CC7E96"/>
    <w:rsid w:val="18CB522D"/>
    <w:rsid w:val="2BBB72C8"/>
    <w:rsid w:val="30A91B37"/>
    <w:rsid w:val="4F724593"/>
    <w:rsid w:val="605D42AA"/>
    <w:rsid w:val="6D535020"/>
    <w:rsid w:val="70356747"/>
    <w:rsid w:val="74CF58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7E9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CC7E96"/>
    <w:pPr>
      <w:jc w:val="center"/>
    </w:pPr>
    <w:rPr>
      <w:rFonts w:eastAsia="微软简标宋"/>
      <w:sz w:val="44"/>
    </w:rPr>
  </w:style>
  <w:style w:type="paragraph" w:styleId="a4">
    <w:name w:val="Body Text Indent"/>
    <w:basedOn w:val="a"/>
    <w:qFormat/>
    <w:rsid w:val="00CC7E96"/>
    <w:pPr>
      <w:spacing w:line="480" w:lineRule="auto"/>
      <w:ind w:firstLine="480"/>
    </w:pPr>
    <w:rPr>
      <w:rFonts w:ascii="楷体_GB2312" w:eastAsia="楷体_GB2312"/>
      <w:sz w:val="24"/>
    </w:rPr>
  </w:style>
  <w:style w:type="paragraph" w:styleId="a5">
    <w:name w:val="Normal (Web)"/>
    <w:basedOn w:val="a"/>
    <w:qFormat/>
    <w:rsid w:val="00CC7E96"/>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78</TotalTime>
  <Pages>6</Pages>
  <Words>5742</Words>
  <Characters>188</Characters>
  <Application>Microsoft Office Word</Application>
  <DocSecurity>0</DocSecurity>
  <Lines>1</Lines>
  <Paragraphs>11</Paragraphs>
  <ScaleCrop>false</ScaleCrop>
  <Company/>
  <LinksUpToDate>false</LinksUpToDate>
  <CharactersWithSpaces>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2020-02-18T07:42:00Z</dcterms:created>
  <dcterms:modified xsi:type="dcterms:W3CDTF">2020-05-06T08:14:00Z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